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BD5C82">
        <w:rPr>
          <w:b/>
          <w:sz w:val="24"/>
        </w:rPr>
        <w:t xml:space="preserve">открытия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</w:t>
            </w:r>
            <w:bookmarkStart w:id="1" w:name="_GoBack"/>
            <w:bookmarkEnd w:id="1"/>
            <w:r w:rsidRPr="00A82E72">
              <w:rPr>
                <w:sz w:val="20"/>
              </w:rPr>
              <w:t>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proofErr w:type="spellStart"/>
            <w:r w:rsidR="00010745" w:rsidRPr="00C21279">
              <w:rPr>
                <w:sz w:val="20"/>
              </w:rPr>
              <w:t>bo</w:t>
            </w:r>
            <w:proofErr w:type="spellEnd"/>
            <w:r w:rsidR="00010745" w:rsidRPr="00C21279">
              <w:rPr>
                <w:sz w:val="20"/>
              </w:rPr>
              <w:t>.</w:t>
            </w:r>
            <w:proofErr w:type="spellStart"/>
            <w:r w:rsidR="00010745" w:rsidRPr="00C21279">
              <w:rPr>
                <w:sz w:val="20"/>
              </w:rPr>
              <w:t>nalog</w:t>
            </w:r>
            <w:proofErr w:type="spellEnd"/>
            <w:r w:rsidR="00010745" w:rsidRPr="00C21279">
              <w:rPr>
                <w:sz w:val="20"/>
              </w:rPr>
              <w:t>.</w:t>
            </w:r>
            <w:proofErr w:type="spellStart"/>
            <w:r w:rsidR="00010745" w:rsidRPr="00C21279">
              <w:rPr>
                <w:sz w:val="20"/>
              </w:rPr>
              <w:t>ru</w:t>
            </w:r>
            <w:proofErr w:type="spellEnd"/>
            <w:r w:rsidR="00010745" w:rsidRPr="00C21279">
              <w:rPr>
                <w:sz w:val="20"/>
              </w:rPr>
              <w:t xml:space="preserve">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651C87" w:rsidRPr="00A82E72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 xml:space="preserve">В случае назначения </w:t>
            </w:r>
            <w:proofErr w:type="gramStart"/>
            <w:r w:rsidRPr="00A82E72">
              <w:t>представителя</w:t>
            </w:r>
            <w:r>
              <w:t xml:space="preserve"> </w:t>
            </w:r>
            <w:r w:rsidRPr="00A82E72">
              <w:t xml:space="preserve"> -</w:t>
            </w:r>
            <w:proofErr w:type="gramEnd"/>
            <w:r w:rsidRPr="00A82E72">
              <w:t xml:space="preserve">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2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 xml:space="preserve">в подлиннике 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sz w:val="20"/>
              </w:rPr>
              <w:t xml:space="preserve"> (при наличии)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proofErr w:type="gramStart"/>
            <w:r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, </w:t>
      </w:r>
      <w:r w:rsidR="00E44B94" w:rsidRPr="00E44B94">
        <w:rPr>
          <w:bCs/>
          <w:sz w:val="20"/>
        </w:rPr>
        <w:t>необходимых для открытия счетов физическому лицу – нерезиденту РФ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</w:t>
      </w:r>
      <w:proofErr w:type="gramStart"/>
      <w:r w:rsidRPr="00224839">
        <w:rPr>
          <w:bCs/>
          <w:sz w:val="20"/>
        </w:rPr>
        <w:t>странах:  Азербайджан</w:t>
      </w:r>
      <w:proofErr w:type="gramEnd"/>
      <w:r w:rsidRPr="00224839">
        <w:rPr>
          <w:bCs/>
          <w:sz w:val="20"/>
        </w:rPr>
        <w:t xml:space="preserve">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Г) путем проверки сведений на официальном сайте иностранного </w:t>
      </w:r>
      <w:proofErr w:type="gramStart"/>
      <w:r w:rsidRPr="00224839">
        <w:rPr>
          <w:bCs/>
          <w:sz w:val="20"/>
        </w:rPr>
        <w:t>государства  и</w:t>
      </w:r>
      <w:proofErr w:type="gramEnd"/>
      <w:r w:rsidRPr="00224839">
        <w:rPr>
          <w:bCs/>
          <w:sz w:val="20"/>
        </w:rPr>
        <w:t xml:space="preserve">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</w:t>
      </w:r>
      <w:r w:rsidR="00C54E7B">
        <w:rPr>
          <w:sz w:val="20"/>
        </w:rPr>
        <w:t xml:space="preserve">, </w:t>
      </w:r>
      <w:r w:rsidR="00C54E7B" w:rsidRPr="00C54E7B">
        <w:rPr>
          <w:sz w:val="20"/>
        </w:rPr>
        <w:t>анкета по форме Анкеты физического лица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юридическое лицо – резидента РФ 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60A9E"/>
    <w:rsid w:val="00067E3F"/>
    <w:rsid w:val="00100C4C"/>
    <w:rsid w:val="00136349"/>
    <w:rsid w:val="001565E8"/>
    <w:rsid w:val="001A23C1"/>
    <w:rsid w:val="001B5F9C"/>
    <w:rsid w:val="001E4D0D"/>
    <w:rsid w:val="001F75E4"/>
    <w:rsid w:val="00224839"/>
    <w:rsid w:val="002C138D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22F6D"/>
    <w:rsid w:val="005764E3"/>
    <w:rsid w:val="005903AE"/>
    <w:rsid w:val="005C275A"/>
    <w:rsid w:val="005F0575"/>
    <w:rsid w:val="006229D2"/>
    <w:rsid w:val="00647B6D"/>
    <w:rsid w:val="00651C87"/>
    <w:rsid w:val="006568E0"/>
    <w:rsid w:val="006922E0"/>
    <w:rsid w:val="00751D65"/>
    <w:rsid w:val="00752AB4"/>
    <w:rsid w:val="00775029"/>
    <w:rsid w:val="00813351"/>
    <w:rsid w:val="00831D2F"/>
    <w:rsid w:val="008708D2"/>
    <w:rsid w:val="008B4D15"/>
    <w:rsid w:val="0091355A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72CC0"/>
    <w:rsid w:val="00A82E72"/>
    <w:rsid w:val="00AC5AC4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D45EB4"/>
    <w:rsid w:val="00E04A2C"/>
    <w:rsid w:val="00E44B94"/>
    <w:rsid w:val="00E76E4E"/>
    <w:rsid w:val="00E84DCB"/>
    <w:rsid w:val="00F43ABC"/>
    <w:rsid w:val="00F4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8</Pages>
  <Words>2807</Words>
  <Characters>17352</Characters>
  <Application>Microsoft Office Word</Application>
  <DocSecurity>0</DocSecurity>
  <Lines>788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43</cp:revision>
  <dcterms:created xsi:type="dcterms:W3CDTF">2018-05-16T10:20:00Z</dcterms:created>
  <dcterms:modified xsi:type="dcterms:W3CDTF">2021-03-29T16:50:00Z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