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некредитных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некредитную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("Standard &amp; Poor's",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"Fitch-Ratings", "Moody's Investors Service"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(-ов), акционера (-ов),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, имеющих с ним деловые отношения; и (или) от кредитных организаций, и (или) некредитных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Аудированный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>
              <w:t xml:space="preserve"> </w:t>
            </w:r>
            <w:r w:rsidRPr="00A82E72">
              <w:t xml:space="preserve"> 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1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1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 xml:space="preserve">в подлиннике 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переанкетирования: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r w:rsidRPr="00E44B94">
              <w:rPr>
                <w:sz w:val="20"/>
              </w:rPr>
              <w:t>Трейдернет</w:t>
            </w:r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r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А,Б</w:t>
            </w: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  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>в Системе Трейдернет</w:t>
      </w:r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Г) путем проверки сведений на официальном сайте иностранного государства  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Трейдернет).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</w:t>
      </w:r>
      <w:r w:rsidR="00C54E7B">
        <w:rPr>
          <w:sz w:val="20"/>
        </w:rPr>
        <w:t xml:space="preserve">, </w:t>
      </w:r>
      <w:r w:rsidR="00C54E7B" w:rsidRPr="00C54E7B">
        <w:rPr>
          <w:sz w:val="20"/>
        </w:rPr>
        <w:t>анкета по форме Анкеты физического лица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bookmarkStart w:id="2" w:name="_GoBack"/>
      <w:bookmarkEnd w:id="2"/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60A9E"/>
    <w:rsid w:val="00067E3F"/>
    <w:rsid w:val="00100C4C"/>
    <w:rsid w:val="00136349"/>
    <w:rsid w:val="001565E8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F6D"/>
    <w:rsid w:val="005764E3"/>
    <w:rsid w:val="005903AE"/>
    <w:rsid w:val="005C275A"/>
    <w:rsid w:val="005F0575"/>
    <w:rsid w:val="006229D2"/>
    <w:rsid w:val="00647B6D"/>
    <w:rsid w:val="00651C87"/>
    <w:rsid w:val="006568E0"/>
    <w:rsid w:val="006922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E04A2C"/>
    <w:rsid w:val="00E44B94"/>
    <w:rsid w:val="00E76E4E"/>
    <w:rsid w:val="00E84DCB"/>
    <w:rsid w:val="00F43ABC"/>
    <w:rsid w:val="00F4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8FA1F0B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3018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47</cp:revision>
  <dcterms:created xsi:type="dcterms:W3CDTF">2018-05-16T10:20:00Z</dcterms:created>
  <dcterms:modified xsi:type="dcterms:W3CDTF">2021-06-10T10:41:00Z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