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23CB" w:rsidRPr="00245A6B" w:rsidRDefault="00DF23CB">
      <w:pPr>
        <w:pStyle w:val="a4"/>
        <w:kinsoku w:val="0"/>
        <w:overflowPunct w:val="0"/>
        <w:spacing w:before="5"/>
        <w:ind w:left="0" w:firstLine="0"/>
        <w:rPr>
          <w:rFonts w:ascii="Arial" w:hAnsi="Arial" w:cs="Arial"/>
          <w:sz w:val="24"/>
          <w:szCs w:val="24"/>
        </w:rPr>
      </w:pPr>
    </w:p>
    <w:p w:rsidR="008D3D68" w:rsidRPr="00245A6B" w:rsidRDefault="001C5AA6" w:rsidP="00C37A8C">
      <w:pPr>
        <w:kinsoku w:val="0"/>
        <w:overflowPunct w:val="0"/>
        <w:spacing w:before="122"/>
        <w:jc w:val="center"/>
        <w:rPr>
          <w:rFonts w:ascii="Arial" w:hAnsi="Arial" w:cs="Arial"/>
          <w:b/>
          <w:bCs/>
          <w:sz w:val="24"/>
          <w:szCs w:val="24"/>
        </w:rPr>
      </w:pPr>
      <w:r w:rsidRPr="00245A6B">
        <w:rPr>
          <w:rFonts w:ascii="Arial" w:hAnsi="Arial" w:cs="Arial"/>
          <w:b/>
          <w:bCs/>
          <w:sz w:val="24"/>
          <w:szCs w:val="24"/>
        </w:rPr>
        <w:t xml:space="preserve">Условия доступа </w:t>
      </w:r>
      <w:r w:rsidR="00DF23CB" w:rsidRPr="00245A6B">
        <w:rPr>
          <w:rFonts w:ascii="Arial" w:hAnsi="Arial" w:cs="Arial"/>
          <w:b/>
          <w:bCs/>
          <w:sz w:val="24"/>
          <w:szCs w:val="24"/>
        </w:rPr>
        <w:t>Клиентов в Электронн</w:t>
      </w:r>
      <w:r w:rsidR="008D76E0" w:rsidRPr="00245A6B">
        <w:rPr>
          <w:rFonts w:ascii="Arial" w:hAnsi="Arial" w:cs="Arial"/>
          <w:b/>
          <w:bCs/>
          <w:sz w:val="24"/>
          <w:szCs w:val="24"/>
        </w:rPr>
        <w:t>ую</w:t>
      </w:r>
      <w:r w:rsidR="00DF23CB" w:rsidRPr="00245A6B">
        <w:rPr>
          <w:rFonts w:ascii="Arial" w:hAnsi="Arial" w:cs="Arial"/>
          <w:b/>
          <w:bCs/>
          <w:sz w:val="24"/>
          <w:szCs w:val="24"/>
        </w:rPr>
        <w:t xml:space="preserve"> Брокерск</w:t>
      </w:r>
      <w:r w:rsidR="008D76E0" w:rsidRPr="00245A6B">
        <w:rPr>
          <w:rFonts w:ascii="Arial" w:hAnsi="Arial" w:cs="Arial"/>
          <w:b/>
          <w:bCs/>
          <w:sz w:val="24"/>
          <w:szCs w:val="24"/>
        </w:rPr>
        <w:t>ую</w:t>
      </w:r>
      <w:r w:rsidR="00DF23CB" w:rsidRPr="00245A6B">
        <w:rPr>
          <w:rFonts w:ascii="Arial" w:hAnsi="Arial" w:cs="Arial"/>
          <w:b/>
          <w:bCs/>
          <w:sz w:val="24"/>
          <w:szCs w:val="24"/>
        </w:rPr>
        <w:t xml:space="preserve"> систем</w:t>
      </w:r>
      <w:r w:rsidR="008D76E0" w:rsidRPr="00245A6B">
        <w:rPr>
          <w:rFonts w:ascii="Arial" w:hAnsi="Arial" w:cs="Arial"/>
          <w:b/>
          <w:bCs/>
          <w:sz w:val="24"/>
          <w:szCs w:val="24"/>
        </w:rPr>
        <w:t>у</w:t>
      </w:r>
      <w:r w:rsidR="00C37A8C" w:rsidRPr="00245A6B">
        <w:rPr>
          <w:rFonts w:ascii="Arial" w:hAnsi="Arial" w:cs="Arial"/>
          <w:b/>
          <w:bCs/>
          <w:sz w:val="24"/>
          <w:szCs w:val="24"/>
        </w:rPr>
        <w:t xml:space="preserve"> </w:t>
      </w:r>
      <w:r w:rsidR="008D3D68" w:rsidRPr="00245A6B">
        <w:rPr>
          <w:rFonts w:ascii="Arial" w:hAnsi="Arial" w:cs="Arial"/>
          <w:b/>
          <w:bCs/>
          <w:sz w:val="24"/>
          <w:szCs w:val="24"/>
        </w:rPr>
        <w:t>через Систему ТРЕЙДЕРНЕТ</w:t>
      </w:r>
    </w:p>
    <w:p w:rsidR="00DF23CB" w:rsidRPr="00245A6B" w:rsidRDefault="00DF23CB">
      <w:pPr>
        <w:pStyle w:val="a4"/>
        <w:kinsoku w:val="0"/>
        <w:overflowPunct w:val="0"/>
        <w:spacing w:before="8"/>
        <w:ind w:left="0" w:firstLine="0"/>
        <w:rPr>
          <w:rFonts w:ascii="Arial" w:hAnsi="Arial" w:cs="Arial"/>
          <w:b/>
          <w:bCs/>
          <w:sz w:val="24"/>
          <w:szCs w:val="24"/>
        </w:rPr>
      </w:pPr>
    </w:p>
    <w:p w:rsidR="00DF23CB" w:rsidRPr="00245A6B" w:rsidRDefault="00DF23CB" w:rsidP="005C74A5">
      <w:pPr>
        <w:pStyle w:val="BD0"/>
        <w:rPr>
          <w:rFonts w:ascii="Arial" w:hAnsi="Arial" w:cs="Arial"/>
        </w:rPr>
      </w:pPr>
      <w:r w:rsidRPr="00245A6B">
        <w:rPr>
          <w:rFonts w:ascii="Arial" w:hAnsi="Arial" w:cs="Arial"/>
        </w:rPr>
        <w:t>Настоящ</w:t>
      </w:r>
      <w:r w:rsidR="001C5AA6" w:rsidRPr="00245A6B">
        <w:rPr>
          <w:rFonts w:ascii="Arial" w:hAnsi="Arial" w:cs="Arial"/>
        </w:rPr>
        <w:t xml:space="preserve">ие </w:t>
      </w:r>
      <w:r w:rsidR="007A3026">
        <w:rPr>
          <w:rFonts w:ascii="Arial" w:hAnsi="Arial" w:cs="Arial"/>
        </w:rPr>
        <w:t xml:space="preserve">Условия </w:t>
      </w:r>
      <w:r w:rsidR="001C5AA6" w:rsidRPr="00245A6B">
        <w:rPr>
          <w:rFonts w:ascii="Arial" w:hAnsi="Arial" w:cs="Arial"/>
        </w:rPr>
        <w:t>доступа Кл</w:t>
      </w:r>
      <w:bookmarkStart w:id="0" w:name="_GoBack"/>
      <w:bookmarkEnd w:id="0"/>
      <w:r w:rsidR="001C5AA6" w:rsidRPr="00245A6B">
        <w:rPr>
          <w:rFonts w:ascii="Arial" w:hAnsi="Arial" w:cs="Arial"/>
        </w:rPr>
        <w:t>иентов в Электронную Брокерскую систему через Систему ТРЕЙДЕРНЕТ</w:t>
      </w:r>
      <w:r w:rsidR="008D3D68" w:rsidRPr="00245A6B">
        <w:rPr>
          <w:rFonts w:ascii="Arial" w:hAnsi="Arial" w:cs="Arial"/>
        </w:rPr>
        <w:t xml:space="preserve"> </w:t>
      </w:r>
      <w:r w:rsidRPr="00245A6B">
        <w:rPr>
          <w:rFonts w:ascii="Arial" w:hAnsi="Arial" w:cs="Arial"/>
        </w:rPr>
        <w:t>устанавливают порядок и условия аутентификации Клиента Брокером с использованием указанных в настоящих Условиях Средств аутентификации Клиента при обслуживании Клиента в Электронной Брокерской системе, условия признания Сторонами Сообщений с использованием АСП SMS, АСП Токена равнозначными Сообщениям, предъявленным Брокеру на бумажном носителе и подписанным собственноручной подписью Клиента.</w:t>
      </w:r>
    </w:p>
    <w:p w:rsidR="00DF23CB" w:rsidRPr="00245A6B" w:rsidRDefault="00DF23CB">
      <w:pPr>
        <w:pStyle w:val="a4"/>
        <w:kinsoku w:val="0"/>
        <w:overflowPunct w:val="0"/>
        <w:spacing w:before="3"/>
        <w:ind w:left="0" w:firstLine="0"/>
        <w:rPr>
          <w:rFonts w:ascii="Arial" w:hAnsi="Arial" w:cs="Arial"/>
          <w:sz w:val="24"/>
          <w:szCs w:val="24"/>
        </w:rPr>
      </w:pPr>
    </w:p>
    <w:p w:rsidR="00DF23CB" w:rsidRPr="00245A6B" w:rsidRDefault="009B164C" w:rsidP="009E66A2">
      <w:pPr>
        <w:pStyle w:val="a"/>
        <w:numPr>
          <w:ilvl w:val="0"/>
          <w:numId w:val="7"/>
        </w:numPr>
        <w:tabs>
          <w:tab w:val="clear" w:pos="1377"/>
          <w:tab w:val="left" w:pos="1134"/>
        </w:tabs>
        <w:rPr>
          <w:rStyle w:val="BD13"/>
          <w:rFonts w:ascii="Arial" w:hAnsi="Arial" w:cs="Arial"/>
          <w:b/>
          <w:bCs w:val="0"/>
          <w:sz w:val="22"/>
        </w:rPr>
      </w:pPr>
      <w:r w:rsidRPr="00245A6B">
        <w:rPr>
          <w:rStyle w:val="BD13"/>
          <w:rFonts w:ascii="Arial" w:hAnsi="Arial" w:cs="Arial"/>
          <w:b/>
          <w:bCs w:val="0"/>
          <w:sz w:val="22"/>
        </w:rPr>
        <w:t>ТЕРМИНЫ И ОПРЕДЕЛЕНИЯ</w:t>
      </w:r>
    </w:p>
    <w:p w:rsidR="00DF23CB" w:rsidRPr="00245A6B" w:rsidRDefault="00DF23CB" w:rsidP="00C63B4D">
      <w:pPr>
        <w:pStyle w:val="BD11"/>
        <w:rPr>
          <w:rFonts w:ascii="Arial" w:hAnsi="Arial" w:cs="Arial"/>
        </w:rPr>
      </w:pPr>
      <w:r w:rsidRPr="00245A6B">
        <w:rPr>
          <w:rFonts w:ascii="Arial" w:hAnsi="Arial" w:cs="Arial"/>
        </w:rPr>
        <w:t>Если в тексте явно не оговорено иное, термины и определения, используемые в настоящих Условиях, имеют следующие значения:</w:t>
      </w:r>
    </w:p>
    <w:p w:rsidR="00DF23CB" w:rsidRPr="00245A6B" w:rsidRDefault="00DF23CB" w:rsidP="00C63B4D">
      <w:pPr>
        <w:pStyle w:val="BD11"/>
        <w:rPr>
          <w:rFonts w:ascii="Arial" w:hAnsi="Arial" w:cs="Arial"/>
        </w:rPr>
      </w:pPr>
      <w:r w:rsidRPr="00245A6B">
        <w:rPr>
          <w:rFonts w:ascii="Arial" w:hAnsi="Arial" w:cs="Arial"/>
        </w:rPr>
        <w:t>АСП Клиента означает один из видов простой электронной подписи Клиента, в том числе АСП SMS, АСП WebToken, АСП Токена.</w:t>
      </w:r>
    </w:p>
    <w:p w:rsidR="00DF23CB" w:rsidRPr="00245A6B" w:rsidRDefault="00DF23CB" w:rsidP="00C63B4D">
      <w:pPr>
        <w:pStyle w:val="BD11"/>
        <w:rPr>
          <w:rFonts w:ascii="Arial" w:hAnsi="Arial" w:cs="Arial"/>
        </w:rPr>
      </w:pPr>
      <w:r w:rsidRPr="00245A6B">
        <w:rPr>
          <w:rFonts w:ascii="Arial" w:hAnsi="Arial" w:cs="Arial"/>
        </w:rPr>
        <w:t>Средства Аутентификации – средства, используемые Брокером и Клиентом для идентификации и аутентификации Клиента в Электронной Брокерской системе. Средствами Аутентификации признаются АСП Токена, АСП SMS, АСП WebToken.</w:t>
      </w:r>
    </w:p>
    <w:p w:rsidR="00DF23CB" w:rsidRPr="00245A6B" w:rsidRDefault="00DF23CB" w:rsidP="00C63B4D">
      <w:pPr>
        <w:pStyle w:val="BD11"/>
        <w:rPr>
          <w:rFonts w:ascii="Arial" w:hAnsi="Arial" w:cs="Arial"/>
        </w:rPr>
      </w:pPr>
      <w:r w:rsidRPr="00245A6B">
        <w:rPr>
          <w:rFonts w:ascii="Arial" w:hAnsi="Arial" w:cs="Arial"/>
        </w:rPr>
        <w:t xml:space="preserve">Аналог собственноручной подписи SMS (АСП SMS) – простая электронная подпись Клиента, представленная в виде одноразового пароля – известной только Клиенту последовательности цифровых символов, позволяющей однозначно идентифицировать и аутентифицировать Клиента Брокером в Электронной Брокерской системе. Одноразовый пароль отправляется Брокером в виде </w:t>
      </w:r>
      <w:r w:rsidR="00835379" w:rsidRPr="00245A6B">
        <w:rPr>
          <w:rFonts w:ascii="Arial" w:hAnsi="Arial" w:cs="Arial"/>
        </w:rPr>
        <w:t>короткого текстового сообщения (</w:t>
      </w:r>
      <w:r w:rsidRPr="00245A6B">
        <w:rPr>
          <w:rFonts w:ascii="Arial" w:hAnsi="Arial" w:cs="Arial"/>
        </w:rPr>
        <w:t>SMS сообщения</w:t>
      </w:r>
      <w:r w:rsidR="00835379" w:rsidRPr="00245A6B">
        <w:rPr>
          <w:rFonts w:ascii="Arial" w:hAnsi="Arial" w:cs="Arial"/>
        </w:rPr>
        <w:t>)</w:t>
      </w:r>
      <w:r w:rsidRPr="00245A6B">
        <w:rPr>
          <w:rFonts w:ascii="Arial" w:hAnsi="Arial" w:cs="Arial"/>
        </w:rPr>
        <w:t xml:space="preserve"> на Телефонный номер Клиента. Условия и порядок электронного документооборота с использованием АСП SMS, а также порядок урегулирования разногласий в случае возникновения споров о факте направления либо содержания документов, подписанных АСП SMS, определяются </w:t>
      </w:r>
      <w:r w:rsidR="00835379" w:rsidRPr="00245A6B">
        <w:rPr>
          <w:rFonts w:ascii="Arial" w:hAnsi="Arial" w:cs="Arial"/>
        </w:rPr>
        <w:t>настоящими Условиями</w:t>
      </w:r>
      <w:r w:rsidRPr="00245A6B">
        <w:rPr>
          <w:rFonts w:ascii="Arial" w:hAnsi="Arial" w:cs="Arial"/>
        </w:rPr>
        <w:t>.</w:t>
      </w:r>
    </w:p>
    <w:p w:rsidR="00DF23CB" w:rsidRPr="00245A6B" w:rsidRDefault="00DF23CB" w:rsidP="00C63B4D">
      <w:pPr>
        <w:pStyle w:val="BD11"/>
        <w:rPr>
          <w:rFonts w:ascii="Arial" w:hAnsi="Arial" w:cs="Arial"/>
        </w:rPr>
      </w:pPr>
      <w:r w:rsidRPr="00245A6B">
        <w:rPr>
          <w:rFonts w:ascii="Arial" w:hAnsi="Arial" w:cs="Arial"/>
        </w:rPr>
        <w:t xml:space="preserve">Аналог собственноручной подписи Токена (АСП Токена, АСПТ) – простая электронная подпись Клиента, представленная в виде одноразового пароля – последовательности цифровых символов, сгенерированной Токеном, которая позволяет Брокеру однозначно идентифицировать и аутентифицировать Клиента Брокером в Электронной Брокерской системе. Условия и порядок электронного документооборота с использованием АСПТ, а также порядок урегулирования разногласий в случае возникновения споров о факте направления либо содержания документов, подписанных </w:t>
      </w:r>
      <w:r w:rsidRPr="00245A6B">
        <w:rPr>
          <w:rFonts w:ascii="Arial" w:hAnsi="Arial" w:cs="Arial"/>
        </w:rPr>
        <w:lastRenderedPageBreak/>
        <w:t>АСПТ, определяются Приложением №</w:t>
      </w:r>
      <w:r w:rsidR="00B94B67" w:rsidRPr="00245A6B">
        <w:rPr>
          <w:rFonts w:ascii="Arial" w:hAnsi="Arial" w:cs="Arial"/>
        </w:rPr>
        <w:t>1</w:t>
      </w:r>
      <w:r w:rsidR="00B94B67">
        <w:rPr>
          <w:rFonts w:ascii="Arial" w:hAnsi="Arial" w:cs="Arial"/>
        </w:rPr>
        <w:t>1</w:t>
      </w:r>
      <w:r w:rsidR="00B94B67" w:rsidRPr="00245A6B">
        <w:rPr>
          <w:rFonts w:ascii="Arial" w:hAnsi="Arial" w:cs="Arial"/>
        </w:rPr>
        <w:t xml:space="preserve"> </w:t>
      </w:r>
      <w:r w:rsidRPr="00245A6B">
        <w:rPr>
          <w:rFonts w:ascii="Arial" w:hAnsi="Arial" w:cs="Arial"/>
        </w:rPr>
        <w:t>«Порядок взаимодействия Брокера и Клиента при использовании Электронной Брокерской Системы».</w:t>
      </w:r>
      <w:r w:rsidR="00B94B67">
        <w:rPr>
          <w:rFonts w:ascii="Arial" w:hAnsi="Arial" w:cs="Arial"/>
        </w:rPr>
        <w:t xml:space="preserve"> </w:t>
      </w:r>
      <w:r w:rsidR="00B94B67" w:rsidRPr="0045667D">
        <w:rPr>
          <w:rFonts w:ascii="Arial" w:hAnsi="Arial" w:cs="Arial"/>
          <w:b/>
          <w:bCs w:val="0"/>
        </w:rPr>
        <w:t>АСП Токена используется Сторонами для идентификации и аутентификации Клиента Брокером в Электронной Брокерской системе до 31.12.2020 года.</w:t>
      </w:r>
    </w:p>
    <w:p w:rsidR="00DF23CB" w:rsidRPr="00245A6B" w:rsidRDefault="00DF23CB" w:rsidP="00C63B4D">
      <w:pPr>
        <w:pStyle w:val="BD11"/>
        <w:rPr>
          <w:rFonts w:ascii="Arial" w:hAnsi="Arial" w:cs="Arial"/>
        </w:rPr>
      </w:pPr>
      <w:r w:rsidRPr="00245A6B">
        <w:rPr>
          <w:rFonts w:ascii="Arial" w:hAnsi="Arial" w:cs="Arial"/>
        </w:rPr>
        <w:t>Аналог собственноручной подписи WebToken (АСП WebToken) – простая электронная подпись Клиента, представленная в виде последовательности символов, сгенерированный с использованием Секретного ключа АСП WebToken, которая позволяет Брокеру однозначно идентифицировать и аутентифицировать Клиента Брокером в Электронной Брокерской системе. Условия и порядок электронного документооборота с использованием АСП WebToken, а также порядок урегулирования разногласий в случае возникновения споров о факте направления либо содержания документов, подписанных АСП WebToken, определяются Приложением №</w:t>
      </w:r>
      <w:r w:rsidR="00B94B67" w:rsidRPr="00245A6B">
        <w:rPr>
          <w:rFonts w:ascii="Arial" w:hAnsi="Arial" w:cs="Arial"/>
        </w:rPr>
        <w:t>1</w:t>
      </w:r>
      <w:r w:rsidR="00B94B67">
        <w:rPr>
          <w:rFonts w:ascii="Arial" w:hAnsi="Arial" w:cs="Arial"/>
        </w:rPr>
        <w:t>1</w:t>
      </w:r>
      <w:r w:rsidR="00B94B67" w:rsidRPr="00245A6B">
        <w:rPr>
          <w:rFonts w:ascii="Arial" w:hAnsi="Arial" w:cs="Arial"/>
        </w:rPr>
        <w:t xml:space="preserve"> </w:t>
      </w:r>
      <w:r w:rsidRPr="00245A6B">
        <w:rPr>
          <w:rFonts w:ascii="Arial" w:hAnsi="Arial" w:cs="Arial"/>
        </w:rPr>
        <w:t>«Порядок взаимодействия Брокера и Клиента при использовании Электронной Брокерской Системы».</w:t>
      </w:r>
    </w:p>
    <w:p w:rsidR="00DF23CB" w:rsidRPr="00245A6B" w:rsidRDefault="00DF23CB" w:rsidP="00C63B4D">
      <w:pPr>
        <w:pStyle w:val="BD11"/>
        <w:rPr>
          <w:rFonts w:ascii="Arial" w:hAnsi="Arial" w:cs="Arial"/>
        </w:rPr>
      </w:pPr>
      <w:r w:rsidRPr="00245A6B">
        <w:rPr>
          <w:rFonts w:ascii="Arial" w:hAnsi="Arial" w:cs="Arial"/>
        </w:rPr>
        <w:t>Аутентификация – удостоверение правомочности обращения Клиента в Электронную Брокерскую систему для направления Брокеру сообщений.</w:t>
      </w:r>
    </w:p>
    <w:p w:rsidR="00DF23CB" w:rsidRPr="00245A6B" w:rsidRDefault="00DF23CB" w:rsidP="00C63B4D">
      <w:pPr>
        <w:pStyle w:val="BD11"/>
        <w:rPr>
          <w:rFonts w:ascii="Arial" w:hAnsi="Arial" w:cs="Arial"/>
        </w:rPr>
      </w:pPr>
      <w:r w:rsidRPr="00245A6B">
        <w:rPr>
          <w:rFonts w:ascii="Arial" w:hAnsi="Arial" w:cs="Arial"/>
        </w:rPr>
        <w:t>Телефонный номер Клиента – абонентский номер Клиента в сети телефонной сотовой связи, указанный Клиентом в наиболее позднем по времени получения (исполнения) Брокером сообщении, используемый Клиентом для получения одноразовых паролей для аутентификации в Электронной Брокерской системе.</w:t>
      </w:r>
    </w:p>
    <w:p w:rsidR="00DF23CB" w:rsidRPr="00245A6B" w:rsidRDefault="00DF23CB" w:rsidP="00C63B4D">
      <w:pPr>
        <w:pStyle w:val="BD11"/>
        <w:rPr>
          <w:rFonts w:ascii="Arial" w:hAnsi="Arial" w:cs="Arial"/>
        </w:rPr>
      </w:pPr>
      <w:r w:rsidRPr="00245A6B">
        <w:rPr>
          <w:rFonts w:ascii="Arial" w:hAnsi="Arial" w:cs="Arial"/>
        </w:rPr>
        <w:t>Корректный АСП SMS – одноразовый пароль, дающий положительный результат при его проверке на соответствие одноразовому паролю, отправленному на Телефонный номер Клиента.</w:t>
      </w:r>
    </w:p>
    <w:p w:rsidR="00DF23CB" w:rsidRPr="00245A6B" w:rsidRDefault="00DF23CB" w:rsidP="00C63B4D">
      <w:pPr>
        <w:pStyle w:val="BD11"/>
        <w:rPr>
          <w:rFonts w:ascii="Arial" w:hAnsi="Arial" w:cs="Arial"/>
        </w:rPr>
      </w:pPr>
      <w:r w:rsidRPr="00245A6B">
        <w:rPr>
          <w:rFonts w:ascii="Arial" w:hAnsi="Arial" w:cs="Arial"/>
        </w:rPr>
        <w:t>Некорректный АСП SMS – одноразовый пароль, дающий отрицательный результат при его проверке на соответствие одноразовому паролю, отправленному на Телефонный номер Клиента.</w:t>
      </w:r>
    </w:p>
    <w:p w:rsidR="00DF23CB" w:rsidRPr="00245A6B" w:rsidRDefault="00DF23CB" w:rsidP="00C63B4D">
      <w:pPr>
        <w:pStyle w:val="BD11"/>
        <w:rPr>
          <w:rFonts w:ascii="Arial" w:hAnsi="Arial" w:cs="Arial"/>
        </w:rPr>
      </w:pPr>
      <w:r w:rsidRPr="00245A6B">
        <w:rPr>
          <w:rFonts w:ascii="Arial" w:hAnsi="Arial" w:cs="Arial"/>
        </w:rPr>
        <w:t>Компрометация Телефонного номера Клиента – утрата доверия к тому, что Телефонный номер Клиента недоступен посторонним лицам. Факт компрометации Телефонного номера Клиента устанавливается на основании Сообщений, поданных Клиентом Брокеру в произвольной форме. Сообщение о Компрометации Телефонного номера Клиента может быть подано путем направления Брокеру с использованием Электронной Брокерской системы Поручения на блокировку или Сообщения типа Запросы и пожелания; либо передачи устного Сообщения в порядке с указанием Клиентом 1) Ф.И.О./Наименования Клиента, 2) Кода Клиента, 3) голосового пароля Клиента; либо путем предъявления письменного заявления в офисе Брокера.</w:t>
      </w:r>
    </w:p>
    <w:p w:rsidR="00DF23CB" w:rsidRPr="00245A6B" w:rsidRDefault="00DF23CB" w:rsidP="00C63B4D">
      <w:pPr>
        <w:pStyle w:val="BD11"/>
        <w:rPr>
          <w:rFonts w:ascii="Arial" w:hAnsi="Arial" w:cs="Arial"/>
        </w:rPr>
      </w:pPr>
      <w:r w:rsidRPr="00245A6B">
        <w:rPr>
          <w:rFonts w:ascii="Arial" w:hAnsi="Arial" w:cs="Arial"/>
        </w:rPr>
        <w:t>Токен – автономный персональный генератор одноразовых паролей eToken PASS, предоставляемый Клиенту Брокером, являющийся персональным средством строгой аутентификации, обеспечивающий возможность однозначной идентификации и аутентификации Клиента путем генерации Клиентом и проверки программным обеспечением, установленным на сервере Брокера, уникальных переменных кодов, разработанный и изготовленный ЗАО «Аладдин Р.Д.», используемый сторонами для идентификации и Аутентификации Брокером Клиента в Электронной Брокерской системе. Каждый экземпляр генератора одноразовых паролей eToken PASS обладает уникальным серийным номером изделия, нанесенным производителем на корпус изделия.</w:t>
      </w:r>
    </w:p>
    <w:p w:rsidR="00DF23CB" w:rsidRPr="00245A6B" w:rsidRDefault="00DF23CB" w:rsidP="00C63B4D">
      <w:pPr>
        <w:pStyle w:val="BD11"/>
        <w:rPr>
          <w:rFonts w:ascii="Arial" w:hAnsi="Arial" w:cs="Arial"/>
        </w:rPr>
      </w:pPr>
      <w:r w:rsidRPr="00245A6B">
        <w:rPr>
          <w:rFonts w:ascii="Arial" w:hAnsi="Arial" w:cs="Arial"/>
        </w:rPr>
        <w:t>Корректный АСПТ – АСПТ, дающий положительный результат при его проверке с использованием программного обеспечения, установленного на сервере Брокера.</w:t>
      </w:r>
    </w:p>
    <w:p w:rsidR="003B6089" w:rsidRPr="00245A6B" w:rsidRDefault="00DF23CB" w:rsidP="00C63B4D">
      <w:pPr>
        <w:pStyle w:val="BD11"/>
        <w:rPr>
          <w:rFonts w:ascii="Arial" w:hAnsi="Arial" w:cs="Arial"/>
        </w:rPr>
      </w:pPr>
      <w:r w:rsidRPr="00245A6B">
        <w:rPr>
          <w:rFonts w:ascii="Arial" w:hAnsi="Arial" w:cs="Arial"/>
        </w:rPr>
        <w:t>Некорректный АСПТ – одноразовый пароль, дающий отрицательный результат при его проверке на соответствие АСПТ с использованием Программного обеспечения, установленного на сервере Брокера.</w:t>
      </w:r>
    </w:p>
    <w:p w:rsidR="00DF23CB" w:rsidRPr="00245A6B" w:rsidRDefault="00DF23CB" w:rsidP="00C63B4D">
      <w:pPr>
        <w:pStyle w:val="BD11"/>
        <w:rPr>
          <w:rFonts w:ascii="Arial" w:hAnsi="Arial" w:cs="Arial"/>
        </w:rPr>
      </w:pPr>
      <w:r w:rsidRPr="00245A6B">
        <w:rPr>
          <w:rFonts w:ascii="Arial" w:hAnsi="Arial" w:cs="Arial"/>
        </w:rPr>
        <w:t>Компрометация Токена – утрата доверия к тому, что Токен недоступен посторонним лицам. Факт компрометации Токена устанавливается на основании Сообщений, поданных Клиентом Брокеру в произвольной форме. Сообщение о Компрометации Токена может быть подано путем направления Брокеру с использованием Электронной Брокерской системы Поручения на блокировку или Сообщения типа Запросы и пожелания; либо передачи устного Сообщения в порядке с указанием Клиентом 1) Ф.И.О./Наименования Клиента, 2) Кода Клиента, 3) голосового пароля Клиента; либо путем предъявления письменного заявления в офисе Брокера.</w:t>
      </w:r>
    </w:p>
    <w:p w:rsidR="00DF23CB" w:rsidRPr="00245A6B" w:rsidRDefault="00DF23CB" w:rsidP="00C63B4D">
      <w:pPr>
        <w:pStyle w:val="BD11"/>
        <w:rPr>
          <w:rFonts w:ascii="Arial" w:hAnsi="Arial" w:cs="Arial"/>
        </w:rPr>
      </w:pPr>
      <w:r w:rsidRPr="00245A6B">
        <w:rPr>
          <w:rFonts w:ascii="Arial" w:hAnsi="Arial" w:cs="Arial"/>
        </w:rPr>
        <w:t>Открытый ключ АСП WebToken – последовательность символов, однозначно связанная с соответствующим Секретным ключом АСП WebToken, предназначенная для проверки АСП WebToken и доступная Брокеру.</w:t>
      </w:r>
    </w:p>
    <w:p w:rsidR="00DF23CB" w:rsidRPr="00245A6B" w:rsidRDefault="00DF23CB" w:rsidP="00C63B4D">
      <w:pPr>
        <w:pStyle w:val="BD11"/>
        <w:rPr>
          <w:rFonts w:ascii="Arial" w:hAnsi="Arial" w:cs="Arial"/>
        </w:rPr>
      </w:pPr>
      <w:r w:rsidRPr="00245A6B">
        <w:rPr>
          <w:rFonts w:ascii="Arial" w:hAnsi="Arial" w:cs="Arial"/>
        </w:rPr>
        <w:t>Секретный ключ АСП WebToken – последовательность символов, предназначенная для выработки АСП WebToken и известная только Клиенту.</w:t>
      </w:r>
    </w:p>
    <w:p w:rsidR="00DF23CB" w:rsidRPr="00245A6B" w:rsidRDefault="00DF23CB" w:rsidP="00C63B4D">
      <w:pPr>
        <w:pStyle w:val="BD11"/>
        <w:rPr>
          <w:rFonts w:ascii="Arial" w:hAnsi="Arial" w:cs="Arial"/>
        </w:rPr>
      </w:pPr>
      <w:r w:rsidRPr="00245A6B">
        <w:rPr>
          <w:rFonts w:ascii="Arial" w:hAnsi="Arial" w:cs="Arial"/>
        </w:rPr>
        <w:t>Корректный АСП WebToken – АСП WebToken, дающий положительный результат при его проверке с использованием действующего на момент проверки Открытого ключа АСП WebToken, соответствующего Секретному ключу АСП WebToken, с использованием которого сформирован проверяемый АСП.</w:t>
      </w:r>
    </w:p>
    <w:p w:rsidR="00DF23CB" w:rsidRPr="00245A6B" w:rsidRDefault="00DF23CB" w:rsidP="00C63B4D">
      <w:pPr>
        <w:pStyle w:val="BD11"/>
        <w:rPr>
          <w:rFonts w:ascii="Arial" w:hAnsi="Arial" w:cs="Arial"/>
        </w:rPr>
      </w:pPr>
      <w:r w:rsidRPr="00245A6B">
        <w:rPr>
          <w:rFonts w:ascii="Arial" w:hAnsi="Arial" w:cs="Arial"/>
        </w:rPr>
        <w:t>Некорректный АСП WebToken – АСП WebToken, дающий отрицательный результат при его проверке с использованием действующего на момент проверки Открытого ключа АСП WebToken, соответствующего Секретному ключу АСП WebToken, с использованием которого сформирован проверяемый АСП.</w:t>
      </w:r>
    </w:p>
    <w:p w:rsidR="00DF23CB" w:rsidRPr="00245A6B" w:rsidRDefault="00DF23CB" w:rsidP="00C63B4D">
      <w:pPr>
        <w:pStyle w:val="BD11"/>
        <w:rPr>
          <w:rFonts w:ascii="Arial" w:hAnsi="Arial" w:cs="Arial"/>
        </w:rPr>
      </w:pPr>
      <w:r w:rsidRPr="00245A6B">
        <w:rPr>
          <w:rFonts w:ascii="Arial" w:hAnsi="Arial" w:cs="Arial"/>
        </w:rPr>
        <w:t>Компрометация Секретного ключа АСП WebToken – утрата доверия к тому, что Секретный ключ АСП WebToken недоступен посторонним лицам.</w:t>
      </w:r>
    </w:p>
    <w:p w:rsidR="00DF23CB" w:rsidRPr="00245A6B" w:rsidRDefault="00DF23CB" w:rsidP="00C63B4D">
      <w:pPr>
        <w:pStyle w:val="BD11"/>
        <w:rPr>
          <w:rFonts w:ascii="Arial" w:hAnsi="Arial" w:cs="Arial"/>
        </w:rPr>
      </w:pPr>
      <w:r w:rsidRPr="00245A6B">
        <w:rPr>
          <w:rFonts w:ascii="Arial" w:hAnsi="Arial" w:cs="Arial"/>
        </w:rPr>
        <w:t xml:space="preserve">Период доступа – промежуток времени с момента положительной аутентификации Клиента в Электронной Брокерской системе, осуществленной путем проверки Брокером указанного Клиентом Отдельного логина, Пароля и Корректного АСПТ, Корректного АСП SMS, либо </w:t>
      </w:r>
      <w:proofErr w:type="spellStart"/>
      <w:r w:rsidRPr="00245A6B">
        <w:rPr>
          <w:rFonts w:ascii="Arial" w:hAnsi="Arial" w:cs="Arial"/>
        </w:rPr>
        <w:t>Коррректного</w:t>
      </w:r>
      <w:proofErr w:type="spellEnd"/>
      <w:r w:rsidRPr="00245A6B">
        <w:rPr>
          <w:rFonts w:ascii="Arial" w:hAnsi="Arial" w:cs="Arial"/>
        </w:rPr>
        <w:t xml:space="preserve"> АСП WebToken, в течение которого Сообщения, принятые Брокером от УРМ пользователя признаются сторонами равнозначными Сообщениям, предъявленным Клиентом Брокеру на бумажном носителе, подписанным собственноручной подписью Клиента, и являющимися основанием для совершения операций или заключения Сделок в интересах и за счет Клиента. Период доступа составляет 5 часов с наиболее позднего события: положительная аутентификация Клиента; подача Брокеру торгового или неторгового Поручения с УРМ Пользователя.</w:t>
      </w:r>
    </w:p>
    <w:p w:rsidR="00DF23CB" w:rsidRPr="00245A6B" w:rsidRDefault="00DF23CB" w:rsidP="00C63B4D">
      <w:pPr>
        <w:pStyle w:val="BD11"/>
        <w:rPr>
          <w:rFonts w:ascii="Arial" w:hAnsi="Arial" w:cs="Arial"/>
        </w:rPr>
      </w:pPr>
      <w:r w:rsidRPr="00245A6B">
        <w:rPr>
          <w:rFonts w:ascii="Arial" w:hAnsi="Arial" w:cs="Arial"/>
        </w:rPr>
        <w:t xml:space="preserve">УРМ пользователя (Удаленное рабочее место пользователя) – совокупность аппаратных средств и программного обеспечения Клиента в течение периода Доступа, имеющая определенный и фиксируемый Брокером </w:t>
      </w:r>
      <w:proofErr w:type="spellStart"/>
      <w:r w:rsidRPr="00245A6B">
        <w:rPr>
          <w:rFonts w:ascii="Arial" w:hAnsi="Arial" w:cs="Arial"/>
        </w:rPr>
        <w:t>ip</w:t>
      </w:r>
      <w:proofErr w:type="spellEnd"/>
      <w:r w:rsidRPr="00245A6B">
        <w:rPr>
          <w:rFonts w:ascii="Arial" w:hAnsi="Arial" w:cs="Arial"/>
        </w:rPr>
        <w:t>-адрес в сети интернет, с которого Клиентом были предъявлены Брокеру для Аутентификации Клиента Отдельный логин, Пароль и Корректный АСП SMS, Корректный АСПТ либо Корректный АСП WebToken;</w:t>
      </w:r>
    </w:p>
    <w:p w:rsidR="00DF23CB" w:rsidRPr="00245A6B" w:rsidRDefault="00DF23CB" w:rsidP="00C63B4D">
      <w:pPr>
        <w:pStyle w:val="BD11"/>
        <w:rPr>
          <w:rFonts w:ascii="Arial" w:hAnsi="Arial" w:cs="Arial"/>
        </w:rPr>
      </w:pPr>
      <w:r w:rsidRPr="00245A6B">
        <w:rPr>
          <w:rFonts w:ascii="Arial" w:hAnsi="Arial" w:cs="Arial"/>
        </w:rPr>
        <w:t>Протокол соединения – совокупность электронных записей, хранящихся на сервере Брокера, подтверждающая:</w:t>
      </w:r>
    </w:p>
    <w:p w:rsidR="00DF23CB" w:rsidRPr="00245A6B" w:rsidRDefault="00DF23CB" w:rsidP="009E00F0">
      <w:pPr>
        <w:pStyle w:val="BD"/>
        <w:rPr>
          <w:rFonts w:ascii="Arial" w:hAnsi="Arial" w:cs="Arial"/>
        </w:rPr>
      </w:pPr>
      <w:r w:rsidRPr="00245A6B">
        <w:rPr>
          <w:rFonts w:ascii="Arial" w:hAnsi="Arial" w:cs="Arial"/>
        </w:rPr>
        <w:t>в случае аутентификации Клиента с использованием АСП SMS – совокупность электронных записей, хранящихся на сервере Брокера, подтверждающая факт, дату и время подачи Клиентом Сообщений, содержащих указание на назначение Телефонного номера Клиента, предъявления Брокеру Отдельного логина, Пароля, Корректного/Некорректного АСП SMS, положительной/отрицательной проверки Брокером Отдельного логина, Пароля и АСП SMS, получения Брокером в Период доступа от УРМ пользователя Сообщений, их содержание и порядок исполнения Брокером, факт, дату и время завершения Периода доступа.</w:t>
      </w:r>
    </w:p>
    <w:p w:rsidR="00DF23CB" w:rsidRPr="00245A6B" w:rsidRDefault="00DF23CB" w:rsidP="009E00F0">
      <w:pPr>
        <w:pStyle w:val="BD"/>
        <w:rPr>
          <w:rFonts w:ascii="Arial" w:hAnsi="Arial" w:cs="Arial"/>
        </w:rPr>
      </w:pPr>
      <w:r w:rsidRPr="00245A6B">
        <w:rPr>
          <w:rFonts w:ascii="Arial" w:hAnsi="Arial" w:cs="Arial"/>
        </w:rPr>
        <w:t>в случае аутентификации Клиента с использованием АСП Токена факт, дату и время предъявления Брокеру Отдельного логина, Пароля, Корректного/Некорректного АСПТ, положительной/отрицательной проверки Брокером Отдельного логина, Пароля и АСПТ, получения Брокером в Период доступа от УРМ пользователя Сообщений, их содержание и порядок исполнения Брокером, факт, дату и время завершения Периода доступа;</w:t>
      </w:r>
    </w:p>
    <w:p w:rsidR="00DF23CB" w:rsidRPr="00245A6B" w:rsidRDefault="00DF23CB" w:rsidP="009E00F0">
      <w:pPr>
        <w:pStyle w:val="BD"/>
        <w:rPr>
          <w:rFonts w:ascii="Arial" w:hAnsi="Arial" w:cs="Arial"/>
        </w:rPr>
      </w:pPr>
      <w:r w:rsidRPr="00245A6B">
        <w:rPr>
          <w:rFonts w:ascii="Arial" w:hAnsi="Arial" w:cs="Arial"/>
        </w:rPr>
        <w:t>в случае аутентификации Клиента с использованием АСП WebToken – совокупность электронных записей, хранящихся на сервере Брокера, подтверждающая факт, дату и время подачи Клиентом Сообщений, содержащих указание на назначение Клиентом АСП WebToken, предъявление Брокеру Открытого ключа назначаемого Клиентом АСП WebToken, предъявления Брокеру Отдельного логина, Пароля, Корректного/Некорректного АСП WebToken, положительной/отрицательной проверки Брокером Отдельного логина, Пароля и АСП WebToken, получения Брокером в Период доступа от УРМ пользователя Сообщений, их содержание и порядок исполнения Брокером, факт, дату и время завершения Периода доступа.</w:t>
      </w:r>
    </w:p>
    <w:p w:rsidR="00DF23CB" w:rsidRPr="00245A6B" w:rsidRDefault="00DF23CB" w:rsidP="00C63B4D">
      <w:pPr>
        <w:pStyle w:val="BD11"/>
        <w:rPr>
          <w:rFonts w:ascii="Arial" w:hAnsi="Arial" w:cs="Arial"/>
        </w:rPr>
      </w:pPr>
      <w:r w:rsidRPr="00245A6B">
        <w:rPr>
          <w:rFonts w:ascii="Arial" w:hAnsi="Arial" w:cs="Arial"/>
        </w:rPr>
        <w:t>Электронный документ – совокупность данных в электронном представлении, передаваемых посредством Электронной Брокерской Системы, содержащая все обязательные реквизиты, предусмотренные для составления данного вида Сообщения настоящими Условиями и Регламентом.</w:t>
      </w:r>
    </w:p>
    <w:p w:rsidR="00DF23CB" w:rsidRPr="00245A6B" w:rsidRDefault="00DF23CB" w:rsidP="00C63B4D">
      <w:pPr>
        <w:pStyle w:val="BD11"/>
        <w:rPr>
          <w:rFonts w:ascii="Arial" w:hAnsi="Arial" w:cs="Arial"/>
        </w:rPr>
      </w:pPr>
      <w:r w:rsidRPr="00245A6B">
        <w:rPr>
          <w:rFonts w:ascii="Arial" w:hAnsi="Arial" w:cs="Arial"/>
        </w:rPr>
        <w:t>Термины и определения, указанные в настоящих Условиях, употребляются в соответствующих значениях только в целях настоящих Условий. В случае если термины и определения, встречающиеся в тексте настоящих Условий, не расшифрованы в настоящих Условиях, они употребляются в соответствии со значениями, указанными в Договоре и Регламенте.</w:t>
      </w:r>
    </w:p>
    <w:p w:rsidR="00DF23CB" w:rsidRPr="00245A6B" w:rsidRDefault="00DF23CB" w:rsidP="00C63B4D">
      <w:pPr>
        <w:pStyle w:val="BD11"/>
        <w:rPr>
          <w:rFonts w:ascii="Arial" w:hAnsi="Arial" w:cs="Arial"/>
        </w:rPr>
      </w:pPr>
      <w:r w:rsidRPr="00245A6B">
        <w:rPr>
          <w:rFonts w:ascii="Arial" w:hAnsi="Arial" w:cs="Arial"/>
        </w:rPr>
        <w:t>Иные термины, специально не определенные настоящими Условиями, Договором и Регламентом, используются в значениях, установленных нормативно-правовыми актами Российской Федерации.</w:t>
      </w:r>
    </w:p>
    <w:p w:rsidR="00DF23CB" w:rsidRPr="00245A6B" w:rsidRDefault="00DF23CB" w:rsidP="00C63B4D">
      <w:pPr>
        <w:pStyle w:val="BD11"/>
        <w:rPr>
          <w:rFonts w:ascii="Arial" w:hAnsi="Arial" w:cs="Arial"/>
        </w:rPr>
      </w:pPr>
      <w:r w:rsidRPr="00245A6B">
        <w:rPr>
          <w:rFonts w:ascii="Arial" w:hAnsi="Arial" w:cs="Arial"/>
        </w:rPr>
        <w:t>В настоящих Условиях, если иное не следует из контекста, слова в единственном числе означают также множественное число и наоборот, заголовки приводятся исключительно для удобства ссылки на них и не могут использоваться для толкования настоящих Условий.</w:t>
      </w:r>
    </w:p>
    <w:p w:rsidR="00DF23CB" w:rsidRPr="00245A6B" w:rsidRDefault="00DF23CB">
      <w:pPr>
        <w:pStyle w:val="a4"/>
        <w:kinsoku w:val="0"/>
        <w:overflowPunct w:val="0"/>
        <w:spacing w:before="3"/>
        <w:ind w:left="0" w:firstLine="0"/>
        <w:rPr>
          <w:rFonts w:ascii="Arial" w:hAnsi="Arial" w:cs="Arial"/>
          <w:sz w:val="24"/>
          <w:szCs w:val="24"/>
        </w:rPr>
      </w:pPr>
    </w:p>
    <w:p w:rsidR="00DF23CB" w:rsidRPr="00245A6B" w:rsidRDefault="00DF23CB" w:rsidP="009B164C">
      <w:pPr>
        <w:pStyle w:val="BD10"/>
        <w:rPr>
          <w:rFonts w:ascii="Arial" w:hAnsi="Arial" w:cs="Arial"/>
        </w:rPr>
      </w:pPr>
      <w:r w:rsidRPr="00245A6B">
        <w:rPr>
          <w:rFonts w:ascii="Arial" w:hAnsi="Arial" w:cs="Arial"/>
        </w:rPr>
        <w:t>Статус Аналога собств</w:t>
      </w:r>
      <w:r w:rsidR="00B03885" w:rsidRPr="00245A6B">
        <w:rPr>
          <w:rFonts w:ascii="Arial" w:hAnsi="Arial" w:cs="Arial"/>
        </w:rPr>
        <w:t>енноручной подписи Токена / SMS</w:t>
      </w:r>
    </w:p>
    <w:p w:rsidR="003B6D70" w:rsidRPr="00245A6B" w:rsidRDefault="00DF23CB" w:rsidP="00C63B4D">
      <w:pPr>
        <w:pStyle w:val="BD11"/>
        <w:rPr>
          <w:rFonts w:ascii="Arial" w:hAnsi="Arial" w:cs="Arial"/>
        </w:rPr>
      </w:pPr>
      <w:r w:rsidRPr="00245A6B">
        <w:rPr>
          <w:rFonts w:ascii="Arial" w:hAnsi="Arial" w:cs="Arial"/>
        </w:rPr>
        <w:t>Статус Аналога собственноручной подписи Токена.</w:t>
      </w:r>
    </w:p>
    <w:p w:rsidR="00DF23CB" w:rsidRPr="00245A6B" w:rsidRDefault="00DF23CB" w:rsidP="00C63B4D">
      <w:pPr>
        <w:pStyle w:val="BD11"/>
        <w:rPr>
          <w:rFonts w:ascii="Arial" w:hAnsi="Arial" w:cs="Arial"/>
        </w:rPr>
      </w:pPr>
      <w:r w:rsidRPr="00245A6B">
        <w:rPr>
          <w:rFonts w:ascii="Arial" w:hAnsi="Arial" w:cs="Arial"/>
        </w:rPr>
        <w:t>Стороны признают,</w:t>
      </w:r>
      <w:r w:rsidRPr="00245A6B">
        <w:rPr>
          <w:rFonts w:ascii="Arial" w:hAnsi="Arial" w:cs="Arial"/>
          <w:spacing w:val="-3"/>
        </w:rPr>
        <w:t xml:space="preserve"> </w:t>
      </w:r>
      <w:r w:rsidRPr="00245A6B">
        <w:rPr>
          <w:rFonts w:ascii="Arial" w:hAnsi="Arial" w:cs="Arial"/>
        </w:rPr>
        <w:t>что:</w:t>
      </w:r>
    </w:p>
    <w:p w:rsidR="00DF23CB" w:rsidRPr="00245A6B" w:rsidRDefault="00DF23CB" w:rsidP="009E00F0">
      <w:pPr>
        <w:pStyle w:val="BD"/>
        <w:rPr>
          <w:rFonts w:ascii="Arial" w:hAnsi="Arial" w:cs="Arial"/>
        </w:rPr>
      </w:pPr>
      <w:r w:rsidRPr="00245A6B">
        <w:rPr>
          <w:rFonts w:ascii="Arial" w:hAnsi="Arial" w:cs="Arial"/>
        </w:rPr>
        <w:t>Корректный АСПТ является аналогом собственноручной подписи Клиента.</w:t>
      </w:r>
    </w:p>
    <w:p w:rsidR="00DF23CB" w:rsidRPr="00245A6B" w:rsidRDefault="00DF23CB" w:rsidP="009E00F0">
      <w:pPr>
        <w:pStyle w:val="BD"/>
        <w:rPr>
          <w:rFonts w:ascii="Arial" w:hAnsi="Arial" w:cs="Arial"/>
        </w:rPr>
      </w:pPr>
      <w:r w:rsidRPr="00245A6B">
        <w:rPr>
          <w:rFonts w:ascii="Arial" w:hAnsi="Arial" w:cs="Arial"/>
        </w:rPr>
        <w:t>Все Сообщения, принятые Брокером в течение Периода доступа от УРМ пользователя являются подписанными аналогом собственноручной подписи Клиента (АСПТ заменяет и равнозначно собственноручной подписи Клиента – физического лица, а в случае если Сообщение направлено Клиентом – юридическим лицом – заменяет и равнозначно собственноручной подписи уполномоченного лица юридического лица и печати юридического лица), подлинными, тождественными и целостными поручениями, исходящими от Клиента, и являются основанием для совершения операций или заключения Сделок в интересах и за счет Клиента, удовлетворяют требованию совершения сделки в простой письменной форме и имеют ту же юридическую силу, что и идентичные по смыслу и содержанию Сообщения на бумажном носителе, подписанные собственноручной подписью Клиента.</w:t>
      </w:r>
    </w:p>
    <w:p w:rsidR="00DF23CB" w:rsidRPr="00245A6B" w:rsidRDefault="00DF23CB" w:rsidP="009E00F0">
      <w:pPr>
        <w:pStyle w:val="BD"/>
        <w:rPr>
          <w:rFonts w:ascii="Arial" w:hAnsi="Arial" w:cs="Arial"/>
        </w:rPr>
      </w:pPr>
      <w:r w:rsidRPr="00245A6B">
        <w:rPr>
          <w:rFonts w:ascii="Arial" w:hAnsi="Arial" w:cs="Arial"/>
        </w:rPr>
        <w:t>Сделки и иные действия, совершенные Брокером за счет и в интересах Клиента на основании Сообщений, принятых Брокером в течение Периода доступа от УРМ пользователя, влекут правовые последствия, аналогичные последствиям сделок, совершенных Брокером на основании Сообщений Клиента на бумажном носителе и подписанных собственноручной подписью</w:t>
      </w:r>
      <w:r w:rsidR="003B6089" w:rsidRPr="00245A6B">
        <w:rPr>
          <w:rFonts w:ascii="Arial" w:hAnsi="Arial" w:cs="Arial"/>
        </w:rPr>
        <w:t xml:space="preserve"> </w:t>
      </w:r>
      <w:r w:rsidRPr="00245A6B">
        <w:rPr>
          <w:rFonts w:ascii="Arial" w:hAnsi="Arial" w:cs="Arial"/>
        </w:rPr>
        <w:t>Клиента, и не могут быть оспорены ни одной из Сторон только на том основании, что эти действия не подтверждаются документами, составленными на бумажном носителе.</w:t>
      </w:r>
    </w:p>
    <w:p w:rsidR="00DF23CB" w:rsidRPr="00245A6B" w:rsidRDefault="00DF23CB" w:rsidP="009E00F0">
      <w:pPr>
        <w:pStyle w:val="BD"/>
        <w:rPr>
          <w:rFonts w:ascii="Arial" w:hAnsi="Arial" w:cs="Arial"/>
        </w:rPr>
      </w:pPr>
      <w:r w:rsidRPr="00245A6B">
        <w:rPr>
          <w:rFonts w:ascii="Arial" w:hAnsi="Arial" w:cs="Arial"/>
        </w:rPr>
        <w:t>Аутентификация Клиента на основании АСПТ и подача Клиентом Брокеру Сообщений в Период доступа по характеру своего технического исполнения не оставляют очевидных изменений в программных и аппаратных средствах, используемых Клиентом или третьими лицами, которые могут считаться достоверными и достаточными доказательствами при разрешении спора в претензионном или судебном порядке. В целях разрешения разногласий Сторонами используется информация, отраженная в Протоколе соединения, хранящемся на сервере Брокера и/или оформленном в письменном виде.</w:t>
      </w:r>
    </w:p>
    <w:p w:rsidR="00DF23CB" w:rsidRPr="00245A6B" w:rsidRDefault="00DF23CB" w:rsidP="00C63B4D">
      <w:pPr>
        <w:pStyle w:val="BD11"/>
        <w:rPr>
          <w:rFonts w:ascii="Arial" w:hAnsi="Arial" w:cs="Arial"/>
        </w:rPr>
      </w:pPr>
      <w:r w:rsidRPr="00245A6B">
        <w:rPr>
          <w:rFonts w:ascii="Arial" w:hAnsi="Arial" w:cs="Arial"/>
        </w:rPr>
        <w:t>Статус Аналога собственноручной подписи SMS.</w:t>
      </w:r>
    </w:p>
    <w:p w:rsidR="00DF23CB" w:rsidRPr="00245A6B" w:rsidRDefault="00DF23CB" w:rsidP="00C63B4D">
      <w:pPr>
        <w:pStyle w:val="BD11"/>
        <w:rPr>
          <w:rFonts w:ascii="Arial" w:hAnsi="Arial" w:cs="Arial"/>
        </w:rPr>
      </w:pPr>
      <w:r w:rsidRPr="00245A6B">
        <w:rPr>
          <w:rFonts w:ascii="Arial" w:hAnsi="Arial" w:cs="Arial"/>
        </w:rPr>
        <w:t>Стороны признают, что:</w:t>
      </w:r>
    </w:p>
    <w:p w:rsidR="00DF23CB" w:rsidRPr="00245A6B" w:rsidRDefault="00DF23CB" w:rsidP="009E00F0">
      <w:pPr>
        <w:pStyle w:val="BD"/>
        <w:rPr>
          <w:rFonts w:ascii="Arial" w:hAnsi="Arial" w:cs="Arial"/>
        </w:rPr>
      </w:pPr>
      <w:r w:rsidRPr="00245A6B">
        <w:rPr>
          <w:rFonts w:ascii="Arial" w:hAnsi="Arial" w:cs="Arial"/>
        </w:rPr>
        <w:t>Корректный АСП SMS является аналогом собственноручной подписи Клиента.</w:t>
      </w:r>
    </w:p>
    <w:p w:rsidR="00DF23CB" w:rsidRPr="00245A6B" w:rsidRDefault="00DF23CB" w:rsidP="009E00F0">
      <w:pPr>
        <w:pStyle w:val="BD"/>
        <w:rPr>
          <w:rFonts w:ascii="Arial" w:hAnsi="Arial" w:cs="Arial"/>
        </w:rPr>
      </w:pPr>
      <w:r w:rsidRPr="00245A6B">
        <w:rPr>
          <w:rFonts w:ascii="Arial" w:hAnsi="Arial" w:cs="Arial"/>
        </w:rPr>
        <w:t>Все Сообщения, принятые Брокером в течение Периода доступа от УРМ пользователя являются подписанными аналогом собственноручной подписи Клиента (АСП SMS заменяет и равнозначно собственноручной подписи Клиента – физического лица, а в случае если Сообщение направлено Клиентом – юридическим лицом – заменяет и равнозначно собственноручной подписи уполномоченного лица юридического лица и печати юридического лица), подлинными, тождественными и целостными поручениями, исходящими от Клиента, и являются основанием для совершения операций или заключения Сделок в интересах и за счет Клиента, удовлетворяют требованию совершения сделки в простой письменной форме и имеют ту же юридическую силу, что и идентичные по смыслу и содержанию Сообщения на бумажном носителе, подписанные собственноручной подписью Клиента.</w:t>
      </w:r>
    </w:p>
    <w:p w:rsidR="00DF23CB" w:rsidRPr="00245A6B" w:rsidRDefault="00DF23CB" w:rsidP="009E00F0">
      <w:pPr>
        <w:pStyle w:val="BD"/>
        <w:rPr>
          <w:rFonts w:ascii="Arial" w:hAnsi="Arial" w:cs="Arial"/>
        </w:rPr>
      </w:pPr>
      <w:r w:rsidRPr="00245A6B">
        <w:rPr>
          <w:rFonts w:ascii="Arial" w:hAnsi="Arial" w:cs="Arial"/>
        </w:rPr>
        <w:t>Сделки и иные действия, совершенные Брокером за счет и в интересах Клиента на основании Сообщений, принятых Брокером в течение Периода доступа от УРМ пользователя, влекут правовые последствия, аналогичные последствиям сделок, совершенных Брокером на основании Сообщений Клиента на бумажном носителе и подписанных собственноручной подписью Клиента, и не могут быть оспорены ни одной из Сторон только на том основании, что эти действия не подтверждаются документами, составленными на бумажном носителе.</w:t>
      </w:r>
    </w:p>
    <w:p w:rsidR="00DF23CB" w:rsidRPr="00245A6B" w:rsidRDefault="00DF23CB" w:rsidP="009E00F0">
      <w:pPr>
        <w:pStyle w:val="BD"/>
        <w:rPr>
          <w:rFonts w:ascii="Arial" w:hAnsi="Arial" w:cs="Arial"/>
        </w:rPr>
      </w:pPr>
      <w:r w:rsidRPr="00245A6B">
        <w:rPr>
          <w:rFonts w:ascii="Arial" w:hAnsi="Arial" w:cs="Arial"/>
        </w:rPr>
        <w:t>Аутентификация Клиента на основании АСП SMS и подача Клиентом Брокеру Сообщений в Период доступа по характеру своего технического исполнения не оставляют очевидных изменений в программных и аппаратных средствах, используемых Клиентом или третьими лицами, которые могут считаться достоверными и достаточными доказательствами при разрешении спора в претензионном или судебном порядке. В целях разрешения разногласий Сторонами используется информация, отраженная в Протоколе соединения, архиве Электронных документов, принятых Брокером, и архиве отправленных SMS сообщений, хранящихся на сервере Брокера и и/или оформленных в письменном виде.</w:t>
      </w:r>
    </w:p>
    <w:p w:rsidR="00DF23CB" w:rsidRPr="00245A6B" w:rsidRDefault="00DF23CB" w:rsidP="00C63B4D">
      <w:pPr>
        <w:pStyle w:val="BD11"/>
        <w:rPr>
          <w:rFonts w:ascii="Arial" w:hAnsi="Arial" w:cs="Arial"/>
        </w:rPr>
      </w:pPr>
      <w:r w:rsidRPr="00245A6B">
        <w:rPr>
          <w:rFonts w:ascii="Arial" w:hAnsi="Arial" w:cs="Arial"/>
        </w:rPr>
        <w:t xml:space="preserve">Статус Аналога собственноручной подписи </w:t>
      </w:r>
      <w:r w:rsidR="007925AA" w:rsidRPr="00245A6B">
        <w:rPr>
          <w:rFonts w:ascii="Arial" w:hAnsi="Arial" w:cs="Arial"/>
        </w:rPr>
        <w:t>WebToken</w:t>
      </w:r>
      <w:r w:rsidRPr="00245A6B">
        <w:rPr>
          <w:rFonts w:ascii="Arial" w:hAnsi="Arial" w:cs="Arial"/>
        </w:rPr>
        <w:t>.</w:t>
      </w:r>
    </w:p>
    <w:p w:rsidR="00DF23CB" w:rsidRPr="00245A6B" w:rsidRDefault="00DF23CB" w:rsidP="00C63B4D">
      <w:pPr>
        <w:pStyle w:val="BD11"/>
        <w:rPr>
          <w:rFonts w:ascii="Arial" w:hAnsi="Arial" w:cs="Arial"/>
        </w:rPr>
      </w:pPr>
      <w:r w:rsidRPr="00245A6B">
        <w:rPr>
          <w:rFonts w:ascii="Arial" w:hAnsi="Arial" w:cs="Arial"/>
        </w:rPr>
        <w:t>Стороны признают, что:</w:t>
      </w:r>
    </w:p>
    <w:p w:rsidR="00DF23CB" w:rsidRPr="00245A6B" w:rsidRDefault="00DF23CB" w:rsidP="009E00F0">
      <w:pPr>
        <w:pStyle w:val="BD"/>
        <w:rPr>
          <w:rFonts w:ascii="Arial" w:hAnsi="Arial" w:cs="Arial"/>
        </w:rPr>
      </w:pPr>
      <w:r w:rsidRPr="00245A6B">
        <w:rPr>
          <w:rFonts w:ascii="Arial" w:hAnsi="Arial" w:cs="Arial"/>
        </w:rPr>
        <w:t>Корректный АСП WebToken является аналогом собственноручной подписи Клиента.</w:t>
      </w:r>
    </w:p>
    <w:p w:rsidR="00DF23CB" w:rsidRPr="00245A6B" w:rsidRDefault="00DF23CB" w:rsidP="009E00F0">
      <w:pPr>
        <w:pStyle w:val="BD"/>
        <w:rPr>
          <w:rFonts w:ascii="Arial" w:hAnsi="Arial" w:cs="Arial"/>
        </w:rPr>
      </w:pPr>
      <w:r w:rsidRPr="00245A6B">
        <w:rPr>
          <w:rFonts w:ascii="Arial" w:hAnsi="Arial" w:cs="Arial"/>
        </w:rPr>
        <w:t>Все Сообщения, принятые Брокером в течение Периода доступа от УРМ пользователя являются подписанными аналогом собственноручной подписи Клиента (АСП WebToken заменяет и равнозначно собственноручной подписи Клиента – физического лица, а в случае если Сообщение направлено Клиентом – юридическим лицом – заменяет и равнозначно собственноручной подписи уполномоченного лица юридического лица и печати юридического лица), подлинными, тождественными и целостными поручениями, исходящими от Клиента, и являются основанием для совершения операций или заключения Сделок в интересах и за счет Клиента, удовлетворяют требованию совершения сделки в простой письменной форме и имеют ту же юридическую силу, что и идентичные по смыслу и содержанию Сообщения на бумажном носителе, подписанные собственноручной подписью Клиента.</w:t>
      </w:r>
    </w:p>
    <w:p w:rsidR="00DF23CB" w:rsidRPr="00245A6B" w:rsidRDefault="00DF23CB" w:rsidP="009E00F0">
      <w:pPr>
        <w:pStyle w:val="BD"/>
        <w:rPr>
          <w:rFonts w:ascii="Arial" w:hAnsi="Arial" w:cs="Arial"/>
        </w:rPr>
      </w:pPr>
      <w:r w:rsidRPr="00245A6B">
        <w:rPr>
          <w:rFonts w:ascii="Arial" w:hAnsi="Arial" w:cs="Arial"/>
        </w:rPr>
        <w:t>Сделки и иные действия, совершенные Брокером за счет и в интересах Клиента на основании Сообщений, принятых Брокером в течение Периода доступа от УРМ пользователя, влекут правовые последствия, аналогичные последствиям сделок, совершенных Брокером на основании Сообщений Клиента на бумажном носителе и подписанных собственноручной подписью Клиента, и не могут быть оспорены ни одной из Сторон только на том основании, что эти действия не подтверждаются документами, составленными на бумажном носителе.</w:t>
      </w:r>
    </w:p>
    <w:p w:rsidR="00DF23CB" w:rsidRPr="00245A6B" w:rsidRDefault="00DF23CB" w:rsidP="009E00F0">
      <w:pPr>
        <w:pStyle w:val="BD"/>
        <w:rPr>
          <w:rFonts w:ascii="Arial" w:hAnsi="Arial" w:cs="Arial"/>
        </w:rPr>
      </w:pPr>
      <w:r w:rsidRPr="00245A6B">
        <w:rPr>
          <w:rFonts w:ascii="Arial" w:hAnsi="Arial" w:cs="Arial"/>
        </w:rPr>
        <w:t>Аутентификация Клиента на основании АСП WebToken и подача Клиентом Брокеру Сообщений в Период доступа по характеру своего технического исполнения не оставляют очевидных изменений в программных и аппаратных средствах, используемых Клиентом или третьими лицами, которые могут считаться достоверными и достаточными доказательствами при разрешении спора в претензионном или судебном порядке. В целях разрешения разногласий Сторонами используется информация, отраженная в Протоколе соединения, архиве Электронных документов, принятых Брокером, хранящихся на сервере Брокера или оформленных в письменном виде.</w:t>
      </w:r>
    </w:p>
    <w:p w:rsidR="00DF23CB" w:rsidRPr="00245A6B" w:rsidRDefault="00DF23CB" w:rsidP="009E00F0">
      <w:pPr>
        <w:pStyle w:val="BD"/>
        <w:rPr>
          <w:rFonts w:ascii="Arial" w:hAnsi="Arial" w:cs="Arial"/>
        </w:rPr>
      </w:pPr>
      <w:r w:rsidRPr="00245A6B">
        <w:rPr>
          <w:rFonts w:ascii="Arial" w:hAnsi="Arial" w:cs="Arial"/>
        </w:rPr>
        <w:t>Используя Аналог собственноручной подписи WebToken в качестве средства аутентификации, Клиент принимает на себя риски, связанные с возможным доступом третьих лиц к содержанию Секретного ключа АСП WebToken.</w:t>
      </w:r>
    </w:p>
    <w:p w:rsidR="00DF23CB" w:rsidRPr="00245A6B" w:rsidRDefault="00DF23CB">
      <w:pPr>
        <w:pStyle w:val="a4"/>
        <w:kinsoku w:val="0"/>
        <w:overflowPunct w:val="0"/>
        <w:spacing w:before="3"/>
        <w:ind w:left="0" w:firstLine="0"/>
        <w:rPr>
          <w:rFonts w:ascii="Arial" w:hAnsi="Arial" w:cs="Arial"/>
          <w:sz w:val="24"/>
          <w:szCs w:val="24"/>
        </w:rPr>
      </w:pPr>
    </w:p>
    <w:p w:rsidR="00DF23CB" w:rsidRPr="00245A6B" w:rsidRDefault="00DF23CB" w:rsidP="009B164C">
      <w:pPr>
        <w:pStyle w:val="BD10"/>
        <w:rPr>
          <w:rFonts w:ascii="Arial" w:hAnsi="Arial" w:cs="Arial"/>
        </w:rPr>
      </w:pPr>
      <w:r w:rsidRPr="00245A6B">
        <w:rPr>
          <w:rFonts w:ascii="Arial" w:hAnsi="Arial" w:cs="Arial"/>
        </w:rPr>
        <w:t>Порядок использования средств аутентификации</w:t>
      </w:r>
    </w:p>
    <w:p w:rsidR="00DF23CB" w:rsidRPr="00245A6B" w:rsidRDefault="00DF23CB" w:rsidP="00C63B4D">
      <w:pPr>
        <w:pStyle w:val="BD11"/>
        <w:rPr>
          <w:rFonts w:ascii="Arial" w:hAnsi="Arial" w:cs="Arial"/>
        </w:rPr>
      </w:pPr>
      <w:r w:rsidRPr="00245A6B">
        <w:rPr>
          <w:rFonts w:ascii="Arial" w:hAnsi="Arial" w:cs="Arial"/>
        </w:rPr>
        <w:t>Порядок взаимоотношений сторон при использовании Токена в качестве средства аутентификации.</w:t>
      </w:r>
    </w:p>
    <w:p w:rsidR="00DF23CB" w:rsidRPr="00245A6B" w:rsidRDefault="00DF23CB" w:rsidP="009B164C">
      <w:pPr>
        <w:pStyle w:val="BD123"/>
        <w:rPr>
          <w:rFonts w:ascii="Arial" w:hAnsi="Arial" w:cs="Arial"/>
        </w:rPr>
      </w:pPr>
      <w:r w:rsidRPr="00245A6B">
        <w:rPr>
          <w:rFonts w:ascii="Arial" w:hAnsi="Arial" w:cs="Arial"/>
        </w:rPr>
        <w:t>В целях аутентификации Клиента Стороны вправе использовать только Токен, предоставленный Клиенту Брокером. О намерении использовать Токен в соответствии с настоящими Условиями или о необходимости замены Токена Клиент извещает Брокера путем направления Заявления на выдачу Токена.</w:t>
      </w:r>
    </w:p>
    <w:p w:rsidR="00DF23CB" w:rsidRPr="00245A6B" w:rsidRDefault="00DF23CB" w:rsidP="007925AA">
      <w:pPr>
        <w:pStyle w:val="BD0"/>
        <w:rPr>
          <w:rFonts w:ascii="Arial" w:hAnsi="Arial" w:cs="Arial"/>
        </w:rPr>
      </w:pPr>
      <w:r w:rsidRPr="00245A6B">
        <w:rPr>
          <w:rFonts w:ascii="Arial" w:hAnsi="Arial" w:cs="Arial"/>
        </w:rPr>
        <w:t>Приложением №</w:t>
      </w:r>
      <w:r w:rsidR="009B164C" w:rsidRPr="00245A6B">
        <w:rPr>
          <w:rFonts w:ascii="Arial" w:hAnsi="Arial" w:cs="Arial"/>
        </w:rPr>
        <w:t>2</w:t>
      </w:r>
      <w:r w:rsidRPr="00245A6B">
        <w:rPr>
          <w:rFonts w:ascii="Arial" w:hAnsi="Arial" w:cs="Arial"/>
        </w:rPr>
        <w:t xml:space="preserve"> к Регламенту может быть установлено вознаграждение Брокера за оказание услуг по предоставлению и курьерской доставке Токена.</w:t>
      </w:r>
    </w:p>
    <w:p w:rsidR="00DF23CB" w:rsidRPr="00245A6B" w:rsidRDefault="00DF23CB" w:rsidP="009B164C">
      <w:pPr>
        <w:pStyle w:val="BD123"/>
        <w:rPr>
          <w:rFonts w:ascii="Arial" w:hAnsi="Arial" w:cs="Arial"/>
        </w:rPr>
      </w:pPr>
      <w:r w:rsidRPr="00245A6B">
        <w:rPr>
          <w:rFonts w:ascii="Arial" w:hAnsi="Arial" w:cs="Arial"/>
        </w:rPr>
        <w:t>Одноразовый пароль, генерируемый Токеном, признается Сторонами аналогом собственноручной подписи Клиента при условии получения Брокером от Клиента Поручения на активацию Токена.</w:t>
      </w:r>
    </w:p>
    <w:p w:rsidR="00DF23CB" w:rsidRPr="00245A6B" w:rsidRDefault="00DF23CB" w:rsidP="009B164C">
      <w:pPr>
        <w:pStyle w:val="BD123"/>
        <w:rPr>
          <w:rFonts w:ascii="Arial" w:hAnsi="Arial" w:cs="Arial"/>
        </w:rPr>
      </w:pPr>
      <w:r w:rsidRPr="00245A6B">
        <w:rPr>
          <w:rFonts w:ascii="Arial" w:hAnsi="Arial" w:cs="Arial"/>
        </w:rPr>
        <w:t>Инструкция по использованию и синхронизации Токена в Электронной Брокерской системе размещается Брокером на Сайте Брокера.</w:t>
      </w:r>
    </w:p>
    <w:p w:rsidR="00DF23CB" w:rsidRPr="00245A6B" w:rsidRDefault="00DF23CB" w:rsidP="009B164C">
      <w:pPr>
        <w:pStyle w:val="BD123"/>
        <w:rPr>
          <w:rFonts w:ascii="Arial" w:hAnsi="Arial" w:cs="Arial"/>
        </w:rPr>
      </w:pPr>
      <w:r w:rsidRPr="00245A6B">
        <w:rPr>
          <w:rFonts w:ascii="Arial" w:hAnsi="Arial" w:cs="Arial"/>
        </w:rPr>
        <w:t>Для использования Токена для генерации одноразовых паролей, являющихся аналогом собственноручной подписи Клиента, Клиент должен войти в Электронную Брокерскую систему, указав свои Отдельный логин, Пароль и введя одноразовый пароль, сгенерированный Токеном. Момент ввода Клиентом Отдельного логина, Пароля и одноразового пароля, сгенерированного Токеном, является началом Периода доступа, в течение которого Клиентом через УРМ пользователя могут быть поданы Брокеру Сообщения. Сообщения, поданные Клиентом Брокеру с использованием Электронной Брокерской системы в течение Периода доступа, признаются Сторонами подписанными аналогом собственноручной подписи Клиента и равнозначными представленным Брокеру на бумажном носителе и подписанным собственноручной подписью Клиента.</w:t>
      </w:r>
    </w:p>
    <w:p w:rsidR="00DF23CB" w:rsidRPr="00245A6B" w:rsidRDefault="00DF23CB" w:rsidP="009B164C">
      <w:pPr>
        <w:pStyle w:val="BD123"/>
        <w:rPr>
          <w:rFonts w:ascii="Arial" w:hAnsi="Arial" w:cs="Arial"/>
        </w:rPr>
      </w:pPr>
      <w:r w:rsidRPr="00245A6B">
        <w:rPr>
          <w:rFonts w:ascii="Arial" w:hAnsi="Arial" w:cs="Arial"/>
        </w:rPr>
        <w:t>По истечении срока Периода доступа Клиентом вводится очередной одноразовый пароль, сгенерированный Токеном. После введения такого очередного одноразового пароля, являющегося Корректным АСПТ, начинается течение следующего Периода доступа.</w:t>
      </w:r>
    </w:p>
    <w:p w:rsidR="00DF23CB" w:rsidRPr="00245A6B" w:rsidRDefault="00DF23CB" w:rsidP="009B164C">
      <w:pPr>
        <w:pStyle w:val="BD123"/>
        <w:rPr>
          <w:rFonts w:ascii="Arial" w:hAnsi="Arial" w:cs="Arial"/>
        </w:rPr>
      </w:pPr>
      <w:r w:rsidRPr="00245A6B">
        <w:rPr>
          <w:rFonts w:ascii="Arial" w:hAnsi="Arial" w:cs="Arial"/>
        </w:rPr>
        <w:t>В случае если по истечении Периода доступа Клиентом не будет введен очередной одноразовый пароль Токена, подача Клиентом Сообщений Клиентом в Электронной Брокерской системе возможны только при условии использования Клиентом иных Средств Аутентификации Клиента, предусмотренных Регламентом, Порядком и настоящими Условиями.</w:t>
      </w:r>
    </w:p>
    <w:p w:rsidR="00DF23CB" w:rsidRPr="00245A6B" w:rsidRDefault="00DF23CB" w:rsidP="009B164C">
      <w:pPr>
        <w:pStyle w:val="BD123"/>
        <w:rPr>
          <w:rFonts w:ascii="Arial" w:hAnsi="Arial" w:cs="Arial"/>
        </w:rPr>
      </w:pPr>
      <w:r w:rsidRPr="00245A6B">
        <w:rPr>
          <w:rFonts w:ascii="Arial" w:hAnsi="Arial" w:cs="Arial"/>
        </w:rPr>
        <w:t>В случае рассинхронизации Токена и программного обеспечения, установленного на сервере Брокера, Клиентом должна быть произведена процедура синхронизации Токена и программного обеспечения, установленного на сервере Брокера, путем последовательного введения Клиентом в Электронную Брокерскую систему двух одноразовых паролей, последовательно сгенерированных Токеном.</w:t>
      </w:r>
    </w:p>
    <w:p w:rsidR="00DF23CB" w:rsidRPr="00245A6B" w:rsidRDefault="00DF23CB" w:rsidP="009B164C">
      <w:pPr>
        <w:pStyle w:val="BD123"/>
        <w:rPr>
          <w:rFonts w:ascii="Arial" w:hAnsi="Arial" w:cs="Arial"/>
        </w:rPr>
      </w:pPr>
      <w:r w:rsidRPr="00245A6B">
        <w:rPr>
          <w:rFonts w:ascii="Arial" w:hAnsi="Arial" w:cs="Arial"/>
        </w:rPr>
        <w:t>Брокером может быть приостановлено обслуживание Клиента с использованием Токена на срок до 1 часа в случае пятикратного в течение 1 часа ввода Некорректного АСПТ.</w:t>
      </w:r>
    </w:p>
    <w:p w:rsidR="00DF23CB" w:rsidRPr="00245A6B" w:rsidRDefault="00DF23CB" w:rsidP="009B164C">
      <w:pPr>
        <w:pStyle w:val="BD123"/>
        <w:rPr>
          <w:rFonts w:ascii="Arial" w:hAnsi="Arial" w:cs="Arial"/>
        </w:rPr>
      </w:pPr>
      <w:r w:rsidRPr="00245A6B">
        <w:rPr>
          <w:rFonts w:ascii="Arial" w:hAnsi="Arial" w:cs="Arial"/>
        </w:rPr>
        <w:t>Брокером может быть приостановлено обслуживание Клиента с использованием Токена на срок до 24 часов в случае пятикратного в течение 24 часов ввода Некорректного АСПТ при проведении процедуры синхронизации Токена.</w:t>
      </w:r>
    </w:p>
    <w:p w:rsidR="00DF23CB" w:rsidRPr="00245A6B" w:rsidRDefault="00DF23CB" w:rsidP="009B164C">
      <w:pPr>
        <w:pStyle w:val="BD123"/>
        <w:rPr>
          <w:rFonts w:ascii="Arial" w:hAnsi="Arial" w:cs="Arial"/>
        </w:rPr>
      </w:pPr>
      <w:r w:rsidRPr="00245A6B">
        <w:rPr>
          <w:rFonts w:ascii="Arial" w:hAnsi="Arial" w:cs="Arial"/>
        </w:rPr>
        <w:t>Клиент обязан обеспечивать хранение Токена в условиях, обеспечивающих его сохранность и невозможность доступа к нему третьих лиц.</w:t>
      </w:r>
    </w:p>
    <w:p w:rsidR="00DF23CB" w:rsidRPr="00245A6B" w:rsidRDefault="00DF23CB" w:rsidP="009B164C">
      <w:pPr>
        <w:pStyle w:val="BD123"/>
        <w:rPr>
          <w:rFonts w:ascii="Arial" w:hAnsi="Arial" w:cs="Arial"/>
        </w:rPr>
      </w:pPr>
      <w:r w:rsidRPr="00245A6B">
        <w:rPr>
          <w:rFonts w:ascii="Arial" w:hAnsi="Arial" w:cs="Arial"/>
        </w:rPr>
        <w:t>В случае получения от Клиента Заявления на выдачу Токена Клиенту может быть предоставлен новый Токен.</w:t>
      </w:r>
    </w:p>
    <w:p w:rsidR="00DF23CB" w:rsidRPr="00245A6B" w:rsidRDefault="00DF23CB" w:rsidP="00C63B4D">
      <w:pPr>
        <w:pStyle w:val="BD11"/>
        <w:rPr>
          <w:rFonts w:ascii="Arial" w:hAnsi="Arial" w:cs="Arial"/>
        </w:rPr>
      </w:pPr>
      <w:r w:rsidRPr="00245A6B">
        <w:rPr>
          <w:rFonts w:ascii="Arial" w:hAnsi="Arial" w:cs="Arial"/>
        </w:rPr>
        <w:t>Порядок взаимоотношений сторон при использовании в качестве средства аутентификации одноразовых SMS паролей.</w:t>
      </w:r>
    </w:p>
    <w:p w:rsidR="00DF23CB" w:rsidRPr="00245A6B" w:rsidRDefault="00DF23CB" w:rsidP="009B164C">
      <w:pPr>
        <w:pStyle w:val="BD123"/>
        <w:rPr>
          <w:rFonts w:ascii="Arial" w:hAnsi="Arial" w:cs="Arial"/>
        </w:rPr>
      </w:pPr>
      <w:r w:rsidRPr="00245A6B">
        <w:rPr>
          <w:rFonts w:ascii="Arial" w:hAnsi="Arial" w:cs="Arial"/>
        </w:rPr>
        <w:t>В целях использования в качестве средства аутентификации одноразовых SMS паролей Клиентом указывается абонентский номер в сети сотовой связи путем подачи Брокеру следующих видов документов,</w:t>
      </w:r>
      <w:r w:rsidRPr="00245A6B">
        <w:rPr>
          <w:rFonts w:ascii="Arial" w:hAnsi="Arial" w:cs="Arial"/>
          <w:spacing w:val="-16"/>
        </w:rPr>
        <w:t xml:space="preserve"> </w:t>
      </w:r>
      <w:r w:rsidRPr="00245A6B">
        <w:rPr>
          <w:rFonts w:ascii="Arial" w:hAnsi="Arial" w:cs="Arial"/>
        </w:rPr>
        <w:t>Сообщений:</w:t>
      </w:r>
    </w:p>
    <w:p w:rsidR="00DF23CB" w:rsidRPr="00245A6B" w:rsidRDefault="00DF23CB" w:rsidP="009E00F0">
      <w:pPr>
        <w:pStyle w:val="BD"/>
        <w:rPr>
          <w:rFonts w:ascii="Arial" w:hAnsi="Arial" w:cs="Arial"/>
        </w:rPr>
      </w:pPr>
      <w:r w:rsidRPr="00245A6B">
        <w:rPr>
          <w:rFonts w:ascii="Arial" w:hAnsi="Arial" w:cs="Arial"/>
        </w:rPr>
        <w:t xml:space="preserve">Заявление о присоединении  (Приложение №1 к </w:t>
      </w:r>
      <w:r w:rsidR="003B6089" w:rsidRPr="00245A6B">
        <w:rPr>
          <w:rFonts w:ascii="Arial" w:hAnsi="Arial" w:cs="Arial"/>
        </w:rPr>
        <w:t>Договору обслуживания</w:t>
      </w:r>
      <w:r w:rsidRPr="00245A6B">
        <w:rPr>
          <w:rFonts w:ascii="Arial" w:hAnsi="Arial" w:cs="Arial"/>
        </w:rPr>
        <w:t>), либо</w:t>
      </w:r>
    </w:p>
    <w:p w:rsidR="00DF23CB" w:rsidRPr="00245A6B" w:rsidRDefault="00DF23CB" w:rsidP="009E00F0">
      <w:pPr>
        <w:pStyle w:val="BD"/>
        <w:rPr>
          <w:rFonts w:ascii="Arial" w:hAnsi="Arial" w:cs="Arial"/>
        </w:rPr>
      </w:pPr>
      <w:r w:rsidRPr="00245A6B">
        <w:rPr>
          <w:rFonts w:ascii="Arial" w:hAnsi="Arial" w:cs="Arial"/>
        </w:rPr>
        <w:t>Анкета Клиента, либо</w:t>
      </w:r>
    </w:p>
    <w:p w:rsidR="00DF23CB" w:rsidRPr="00245A6B" w:rsidRDefault="007925AA" w:rsidP="009E00F0">
      <w:pPr>
        <w:pStyle w:val="BD"/>
        <w:rPr>
          <w:rFonts w:ascii="Arial" w:hAnsi="Arial" w:cs="Arial"/>
        </w:rPr>
      </w:pPr>
      <w:r w:rsidRPr="00245A6B">
        <w:rPr>
          <w:rFonts w:ascii="Arial" w:hAnsi="Arial" w:cs="Arial"/>
        </w:rPr>
        <w:t>Уведомление об Анкетных данных</w:t>
      </w:r>
      <w:r w:rsidR="00DF23CB" w:rsidRPr="00245A6B">
        <w:rPr>
          <w:rFonts w:ascii="Arial" w:hAnsi="Arial" w:cs="Arial"/>
        </w:rPr>
        <w:t>, либо</w:t>
      </w:r>
    </w:p>
    <w:p w:rsidR="00DF23CB" w:rsidRPr="00245A6B" w:rsidRDefault="00DF23CB" w:rsidP="009E00F0">
      <w:pPr>
        <w:pStyle w:val="BD"/>
        <w:rPr>
          <w:rFonts w:ascii="Arial" w:hAnsi="Arial" w:cs="Arial"/>
        </w:rPr>
      </w:pPr>
      <w:r w:rsidRPr="00245A6B">
        <w:rPr>
          <w:rFonts w:ascii="Arial" w:hAnsi="Arial" w:cs="Arial"/>
        </w:rPr>
        <w:t>Поручение на назначение Телефонного номера Клиента.</w:t>
      </w:r>
    </w:p>
    <w:p w:rsidR="00DF23CB" w:rsidRPr="00245A6B" w:rsidRDefault="00DF23CB" w:rsidP="009B164C">
      <w:pPr>
        <w:pStyle w:val="BD123"/>
        <w:rPr>
          <w:rFonts w:ascii="Arial" w:hAnsi="Arial" w:cs="Arial"/>
        </w:rPr>
      </w:pPr>
      <w:r w:rsidRPr="00245A6B">
        <w:rPr>
          <w:rFonts w:ascii="Arial" w:hAnsi="Arial" w:cs="Arial"/>
        </w:rPr>
        <w:t>Телефонным номером Клиента в целях настоящих условий признается абонентский номер в сети сотовой связи,  указанный Клиентом в наиболее позднем по времени исполнения Брокером документе,</w:t>
      </w:r>
      <w:r w:rsidRPr="00245A6B">
        <w:rPr>
          <w:rFonts w:ascii="Arial" w:hAnsi="Arial" w:cs="Arial"/>
          <w:spacing w:val="-8"/>
        </w:rPr>
        <w:t xml:space="preserve"> </w:t>
      </w:r>
      <w:r w:rsidRPr="00245A6B">
        <w:rPr>
          <w:rFonts w:ascii="Arial" w:hAnsi="Arial" w:cs="Arial"/>
        </w:rPr>
        <w:t>Сообщении.</w:t>
      </w:r>
    </w:p>
    <w:p w:rsidR="00DF23CB" w:rsidRPr="00245A6B" w:rsidRDefault="00DF23CB" w:rsidP="009B164C">
      <w:pPr>
        <w:pStyle w:val="BD123"/>
        <w:rPr>
          <w:rFonts w:ascii="Arial" w:hAnsi="Arial" w:cs="Arial"/>
        </w:rPr>
      </w:pPr>
      <w:r w:rsidRPr="00245A6B">
        <w:rPr>
          <w:rFonts w:ascii="Arial" w:hAnsi="Arial" w:cs="Arial"/>
        </w:rPr>
        <w:t>Инструкция по использованию Клиентом SMS-паролей в Электронной Брокерской системе размещается Брокером на Сайте Брокера.</w:t>
      </w:r>
    </w:p>
    <w:p w:rsidR="00DF23CB" w:rsidRPr="00245A6B" w:rsidRDefault="00DF23CB" w:rsidP="009B164C">
      <w:pPr>
        <w:pStyle w:val="BD123"/>
        <w:rPr>
          <w:rFonts w:ascii="Arial" w:hAnsi="Arial" w:cs="Arial"/>
        </w:rPr>
      </w:pPr>
      <w:r w:rsidRPr="00245A6B">
        <w:rPr>
          <w:rFonts w:ascii="Arial" w:hAnsi="Arial" w:cs="Arial"/>
        </w:rPr>
        <w:t>Для использования одноразовых SMS-паролей в качестве аналога собственноручной подписи Клиента Клиент должен войти в Электронную Брокерскую систему, указав свои Отдельный логин, Пароль, запросить и ввести одноразовый SMS- пароль, полученный Клиентом от Брокера на Телефонный номер Клиента. Момент ввода Клиентом Отдельного логина, Пароля и одноразового SMS-пароля, полученного Клиентом на Телефонный номер Клиента, является началом Периода доступа, в течение которого Клиентом через УРМ пользователя могут быть поданы Брокеру Сообщения. Сообщения, поданные Клиентом Брокеру с использованием Электронной Брокерской системы в течение Периода доступа, признаются Сторонами подписанными аналогом собственноручной подписи Клиента и равнозначными представленным Брокеру на бумажном носителе и подписанным собственноручной подписью Клиента.</w:t>
      </w:r>
    </w:p>
    <w:p w:rsidR="00DF23CB" w:rsidRPr="00245A6B" w:rsidRDefault="00DF23CB" w:rsidP="009B164C">
      <w:pPr>
        <w:pStyle w:val="BD123"/>
        <w:rPr>
          <w:rFonts w:ascii="Arial" w:hAnsi="Arial" w:cs="Arial"/>
        </w:rPr>
      </w:pPr>
      <w:r w:rsidRPr="00245A6B">
        <w:rPr>
          <w:rFonts w:ascii="Arial" w:hAnsi="Arial" w:cs="Arial"/>
        </w:rPr>
        <w:t>По истечении срока Периода доступа Клиентом вводится очередной одноразовый SMS-пароль, полученный на Телефонный номер Клиента. После ввода такого одноразового SMS-пароля, являющегося Корректным АСП SMS, начинается течение следующего Периода доступа.</w:t>
      </w:r>
    </w:p>
    <w:p w:rsidR="00DF23CB" w:rsidRPr="00245A6B" w:rsidRDefault="00DF23CB" w:rsidP="009B164C">
      <w:pPr>
        <w:pStyle w:val="BD123"/>
        <w:rPr>
          <w:rFonts w:ascii="Arial" w:hAnsi="Arial" w:cs="Arial"/>
        </w:rPr>
      </w:pPr>
      <w:r w:rsidRPr="00245A6B">
        <w:rPr>
          <w:rFonts w:ascii="Arial" w:hAnsi="Arial" w:cs="Arial"/>
        </w:rPr>
        <w:t>В случае если по истечении Периода доступа Клиентом не будет введен очередной одноразовый SMS-пароль, подача Клиентом Сообщений в Электронной Брокерской системе возможны только при условии использования Клиентом иных Средств Аутентификации Клиента, предусмотренных Регламентом, Порядком и настоящими Условиями.</w:t>
      </w:r>
    </w:p>
    <w:p w:rsidR="00DF23CB" w:rsidRPr="00245A6B" w:rsidRDefault="00DF23CB" w:rsidP="009B164C">
      <w:pPr>
        <w:pStyle w:val="BD123"/>
        <w:rPr>
          <w:rFonts w:ascii="Arial" w:hAnsi="Arial" w:cs="Arial"/>
        </w:rPr>
      </w:pPr>
      <w:r w:rsidRPr="00245A6B">
        <w:rPr>
          <w:rFonts w:ascii="Arial" w:hAnsi="Arial" w:cs="Arial"/>
        </w:rPr>
        <w:t>Брокером может быть приостановлено обслуживание Клиента в соответствии с настоящими Условиями на срок до 1 часа в случае пятикратного в течение 1 часа ввода Некорректного АСП SMS.</w:t>
      </w:r>
    </w:p>
    <w:p w:rsidR="00DF23CB" w:rsidRPr="00245A6B" w:rsidRDefault="00DF23CB" w:rsidP="009B164C">
      <w:pPr>
        <w:pStyle w:val="BD123"/>
        <w:rPr>
          <w:rFonts w:ascii="Arial" w:hAnsi="Arial" w:cs="Arial"/>
        </w:rPr>
      </w:pPr>
      <w:r w:rsidRPr="00245A6B">
        <w:rPr>
          <w:rFonts w:ascii="Arial" w:hAnsi="Arial" w:cs="Arial"/>
        </w:rPr>
        <w:t>Период времени с момента отправки Клиенту SMS сообщения, содержащего одноразовый пароль, до момента ввода одноразового SMS-пароля в Электронную Брокерскую Систему, в течение которого такой одноразовый пароль может быть признан Корректным АСП SMS, может быть сокращен Брокером до 1 минуты.</w:t>
      </w:r>
    </w:p>
    <w:p w:rsidR="00DF23CB" w:rsidRPr="00245A6B" w:rsidRDefault="00DF23CB" w:rsidP="009B164C">
      <w:pPr>
        <w:pStyle w:val="BD123"/>
        <w:rPr>
          <w:rFonts w:ascii="Arial" w:hAnsi="Arial" w:cs="Arial"/>
        </w:rPr>
      </w:pPr>
      <w:r w:rsidRPr="00245A6B">
        <w:rPr>
          <w:rFonts w:ascii="Arial" w:hAnsi="Arial" w:cs="Arial"/>
        </w:rPr>
        <w:t>Клиент обязан обеспечить отсутствие доступа третьих лиц к одноразовым паролям, отправляемым Брокером на Телефонный номер Клиента.</w:t>
      </w:r>
    </w:p>
    <w:p w:rsidR="00DF23CB" w:rsidRPr="00245A6B" w:rsidRDefault="00DF23CB" w:rsidP="009B164C">
      <w:pPr>
        <w:pStyle w:val="BD123"/>
        <w:rPr>
          <w:rFonts w:ascii="Arial" w:hAnsi="Arial" w:cs="Arial"/>
        </w:rPr>
      </w:pPr>
      <w:r w:rsidRPr="00245A6B">
        <w:rPr>
          <w:rFonts w:ascii="Arial" w:hAnsi="Arial" w:cs="Arial"/>
        </w:rPr>
        <w:t>В случае факта Компрометации Телефонного номера Клиента, устанавливаемого Брокером на основании Поручения на блокировку, обслуживание Клиента с использованием SMS-паролей прекращается не позднее начала ближайшей Дневной торговой сессии после момента получения Поручения на блокировку.</w:t>
      </w:r>
    </w:p>
    <w:p w:rsidR="00DF23CB" w:rsidRPr="00245A6B" w:rsidRDefault="00DF23CB" w:rsidP="009B164C">
      <w:pPr>
        <w:pStyle w:val="BD123"/>
        <w:rPr>
          <w:rFonts w:ascii="Arial" w:hAnsi="Arial" w:cs="Arial"/>
        </w:rPr>
      </w:pPr>
      <w:r w:rsidRPr="00245A6B">
        <w:rPr>
          <w:rFonts w:ascii="Arial" w:hAnsi="Arial" w:cs="Arial"/>
        </w:rPr>
        <w:t>Обслуживание Клиента с использованием одноразовых SMS-паролей может быть возобновлено в случае подачи Клиентом документов, Сообщений, предусмотренных пунктом 3.2.1 настоящих Условий.</w:t>
      </w:r>
    </w:p>
    <w:p w:rsidR="00DF23CB" w:rsidRPr="00245A6B" w:rsidRDefault="00DF23CB" w:rsidP="00C63B4D">
      <w:pPr>
        <w:pStyle w:val="BD11"/>
        <w:rPr>
          <w:rFonts w:ascii="Arial" w:hAnsi="Arial" w:cs="Arial"/>
        </w:rPr>
      </w:pPr>
      <w:r w:rsidRPr="00245A6B">
        <w:rPr>
          <w:rFonts w:ascii="Arial" w:hAnsi="Arial" w:cs="Arial"/>
        </w:rPr>
        <w:t>Порядок взаимоотношений сторон при использовании в качестве средства аутентификации АCП WebToken.</w:t>
      </w:r>
    </w:p>
    <w:p w:rsidR="00DF23CB" w:rsidRPr="00245A6B" w:rsidRDefault="00DF23CB" w:rsidP="009B164C">
      <w:pPr>
        <w:pStyle w:val="BD123"/>
        <w:rPr>
          <w:rFonts w:ascii="Arial" w:hAnsi="Arial" w:cs="Arial"/>
        </w:rPr>
      </w:pPr>
      <w:r w:rsidRPr="00245A6B">
        <w:rPr>
          <w:rFonts w:ascii="Arial" w:hAnsi="Arial" w:cs="Arial"/>
        </w:rPr>
        <w:t>Инструкция по использованию Клиентом АСП WebToken в Электронной Брокерской системе размещается Брокером на Сайте</w:t>
      </w:r>
      <w:r w:rsidRPr="00245A6B">
        <w:rPr>
          <w:rFonts w:ascii="Arial" w:hAnsi="Arial" w:cs="Arial"/>
          <w:spacing w:val="-3"/>
        </w:rPr>
        <w:t xml:space="preserve"> </w:t>
      </w:r>
      <w:r w:rsidRPr="00245A6B">
        <w:rPr>
          <w:rFonts w:ascii="Arial" w:hAnsi="Arial" w:cs="Arial"/>
        </w:rPr>
        <w:t>Брокера.</w:t>
      </w:r>
    </w:p>
    <w:p w:rsidR="00DF23CB" w:rsidRPr="00245A6B" w:rsidRDefault="00DF23CB" w:rsidP="009B164C">
      <w:pPr>
        <w:pStyle w:val="BD123"/>
        <w:rPr>
          <w:rFonts w:ascii="Arial" w:hAnsi="Arial" w:cs="Arial"/>
        </w:rPr>
      </w:pPr>
      <w:r w:rsidRPr="00245A6B">
        <w:rPr>
          <w:rFonts w:ascii="Arial" w:hAnsi="Arial" w:cs="Arial"/>
        </w:rPr>
        <w:t>В целях использования в качестве средства аутентификации АCП WebToken Клиент с использованием Электронной брокерской системы подает Брокеру Поручение на назначение АСП</w:t>
      </w:r>
      <w:r w:rsidRPr="00245A6B">
        <w:rPr>
          <w:rFonts w:ascii="Arial" w:hAnsi="Arial" w:cs="Arial"/>
          <w:spacing w:val="-5"/>
        </w:rPr>
        <w:t xml:space="preserve"> </w:t>
      </w:r>
      <w:r w:rsidRPr="00245A6B">
        <w:rPr>
          <w:rFonts w:ascii="Arial" w:hAnsi="Arial" w:cs="Arial"/>
        </w:rPr>
        <w:t>WebToken.</w:t>
      </w:r>
    </w:p>
    <w:p w:rsidR="00DF23CB" w:rsidRPr="00245A6B" w:rsidRDefault="00DF23CB" w:rsidP="009B164C">
      <w:pPr>
        <w:pStyle w:val="BD123"/>
        <w:rPr>
          <w:rFonts w:ascii="Arial" w:hAnsi="Arial" w:cs="Arial"/>
        </w:rPr>
      </w:pPr>
      <w:r w:rsidRPr="00245A6B">
        <w:rPr>
          <w:rFonts w:ascii="Arial" w:hAnsi="Arial" w:cs="Arial"/>
        </w:rPr>
        <w:t xml:space="preserve">При подаче Клиентом Поручения на назначение АСП WebToken Электронная Брокерская система формирует Открытый ключ и Секретный ключ АCП WebToken. Секретный ключ АСП WebToken сохраняется на </w:t>
      </w:r>
      <w:r w:rsidRPr="00245A6B">
        <w:rPr>
          <w:rFonts w:ascii="Arial" w:hAnsi="Arial" w:cs="Arial"/>
          <w:bCs/>
          <w:snapToGrid w:val="0"/>
        </w:rPr>
        <w:t>устройстве</w:t>
      </w:r>
      <w:r w:rsidRPr="00245A6B">
        <w:rPr>
          <w:rFonts w:ascii="Arial" w:hAnsi="Arial" w:cs="Arial"/>
        </w:rPr>
        <w:t xml:space="preserve"> Клиента и может быть использован только она этом устройстве и только в браузере, использованном при формировании АСП WebToken, Клиент назначает пароль (</w:t>
      </w:r>
      <w:proofErr w:type="spellStart"/>
      <w:r w:rsidRPr="00245A6B">
        <w:rPr>
          <w:rFonts w:ascii="Arial" w:hAnsi="Arial" w:cs="Arial"/>
        </w:rPr>
        <w:t>пин-код</w:t>
      </w:r>
      <w:proofErr w:type="spellEnd"/>
      <w:r w:rsidRPr="00245A6B">
        <w:rPr>
          <w:rFonts w:ascii="Arial" w:hAnsi="Arial" w:cs="Arial"/>
        </w:rPr>
        <w:t>) для доступа к хранилищу Секретного ключа АСП WebToken. Открытый ключ назначаемого Клиентом АСП WebToken представляется Клиентом Брокеру в тексте Поручения на назначение АСП</w:t>
      </w:r>
      <w:r w:rsidRPr="00245A6B">
        <w:rPr>
          <w:rFonts w:ascii="Arial" w:hAnsi="Arial" w:cs="Arial"/>
          <w:spacing w:val="-10"/>
        </w:rPr>
        <w:t xml:space="preserve"> </w:t>
      </w:r>
      <w:r w:rsidRPr="00245A6B">
        <w:rPr>
          <w:rFonts w:ascii="Arial" w:hAnsi="Arial" w:cs="Arial"/>
        </w:rPr>
        <w:t>WebToken.</w:t>
      </w:r>
    </w:p>
    <w:p w:rsidR="00DF23CB" w:rsidRPr="00245A6B" w:rsidRDefault="00DF23CB" w:rsidP="009B164C">
      <w:pPr>
        <w:pStyle w:val="BD123"/>
        <w:rPr>
          <w:rFonts w:ascii="Arial" w:hAnsi="Arial" w:cs="Arial"/>
        </w:rPr>
      </w:pPr>
      <w:r w:rsidRPr="00245A6B">
        <w:rPr>
          <w:rFonts w:ascii="Arial" w:hAnsi="Arial" w:cs="Arial"/>
        </w:rPr>
        <w:t>Для использования АСП WebToken в качестве аналога собственноручной подписи Клиента Клиент должен войти в Электронную Брокерскую систему, указав свои Отдельный логин, Пароль, запросить и ввести назначенный Клиентом пароль для доступа к Секретному ключу АCП WebToken. При совершении указанных действий браузер Клиента формирует и автоматически предъявляет Брокеру через Электронную Брокерскую систему кодовую фразу и подпись этой фразы, произведенную при помощи секретного ключа АСП WebToken.</w:t>
      </w:r>
    </w:p>
    <w:p w:rsidR="00DF23CB" w:rsidRPr="00245A6B" w:rsidRDefault="00DF23CB" w:rsidP="009B164C">
      <w:pPr>
        <w:pStyle w:val="BD123"/>
        <w:rPr>
          <w:rFonts w:ascii="Arial" w:hAnsi="Arial" w:cs="Arial"/>
        </w:rPr>
      </w:pPr>
      <w:r w:rsidRPr="00245A6B">
        <w:rPr>
          <w:rFonts w:ascii="Arial" w:hAnsi="Arial" w:cs="Arial"/>
        </w:rPr>
        <w:t>Получив от Клиента кодовую фразу и подпись этой фразы, произведенную при помощи секретного ключа АСП WebToken, Брокер посредством специального программного обеспечения осуществляет проверку предъявленного АСП WebToken действующему на момент проверки Открытому ключу АСП WebToken Клиента.</w:t>
      </w:r>
    </w:p>
    <w:p w:rsidR="00DF23CB" w:rsidRPr="00245A6B" w:rsidRDefault="00DF23CB" w:rsidP="009B164C">
      <w:pPr>
        <w:pStyle w:val="BD123"/>
        <w:rPr>
          <w:rFonts w:ascii="Arial" w:hAnsi="Arial" w:cs="Arial"/>
        </w:rPr>
      </w:pPr>
      <w:r w:rsidRPr="00245A6B">
        <w:rPr>
          <w:rFonts w:ascii="Arial" w:hAnsi="Arial" w:cs="Arial"/>
        </w:rPr>
        <w:t>Момент ввода Клиентом Отдельного логина, Пароля и получения Брокером Корректного АСП WebToken, является началом Периода доступа, в течение которого Клиентом через УРМ пользователя могут быть поданы Брокеру Сообщения. Сообщения, поданные Клиентом Брокеру с использованием Электронной Брокерской системы в течение Периода доступа, признаются Сторонами подписанными аналогом собственноручной подписи Клиента и равнозначными представленным Брокеру на бумажном носителе и подписанным собственноручной подписью Клиента.</w:t>
      </w:r>
    </w:p>
    <w:p w:rsidR="00DF23CB" w:rsidRPr="00245A6B" w:rsidRDefault="00DF23CB" w:rsidP="009B164C">
      <w:pPr>
        <w:pStyle w:val="BD123"/>
        <w:rPr>
          <w:rFonts w:ascii="Arial" w:hAnsi="Arial" w:cs="Arial"/>
        </w:rPr>
      </w:pPr>
      <w:r w:rsidRPr="00245A6B">
        <w:rPr>
          <w:rFonts w:ascii="Arial" w:hAnsi="Arial" w:cs="Arial"/>
        </w:rPr>
        <w:t>По истечении срока Периода доступа Клиент повторно направляет Брокеру АСП WebToken. После получения Брокером нового Корректного АСП WebToken начинается течение следующего Периода доступа.</w:t>
      </w:r>
    </w:p>
    <w:p w:rsidR="00DF23CB" w:rsidRPr="00245A6B" w:rsidRDefault="00DF23CB" w:rsidP="009B164C">
      <w:pPr>
        <w:pStyle w:val="BD123"/>
        <w:rPr>
          <w:rFonts w:ascii="Arial" w:hAnsi="Arial" w:cs="Arial"/>
        </w:rPr>
      </w:pPr>
      <w:r w:rsidRPr="00245A6B">
        <w:rPr>
          <w:rFonts w:ascii="Arial" w:hAnsi="Arial" w:cs="Arial"/>
        </w:rPr>
        <w:t>В случае если по истечении Периода доступа Клиентом не будет предъявлен новый Корректный АСП WebToken, подача Клиентом Сообщений в Электронной Брокерской системе возможны только при условии использования Клиентом иных Средств Аутентификации Клиента, предусмотренных Регламентом, Порядком и настоящими Условиями.</w:t>
      </w:r>
    </w:p>
    <w:p w:rsidR="00DF23CB" w:rsidRPr="00245A6B" w:rsidRDefault="00DF23CB" w:rsidP="009B164C">
      <w:pPr>
        <w:pStyle w:val="BD123"/>
        <w:rPr>
          <w:rFonts w:ascii="Arial" w:hAnsi="Arial" w:cs="Arial"/>
        </w:rPr>
      </w:pPr>
      <w:r w:rsidRPr="00245A6B">
        <w:rPr>
          <w:rFonts w:ascii="Arial" w:hAnsi="Arial" w:cs="Arial"/>
        </w:rPr>
        <w:t>Клиент обязан обеспечить отсутствие доступа третьих лиц к Секретному ключу АСП WebToken и паролю для доступа к Секретному ключу АСП WebToken.</w:t>
      </w:r>
    </w:p>
    <w:p w:rsidR="00DF23CB" w:rsidRPr="00245A6B" w:rsidRDefault="00DF23CB" w:rsidP="009B164C">
      <w:pPr>
        <w:pStyle w:val="BD123"/>
        <w:rPr>
          <w:rFonts w:ascii="Arial" w:hAnsi="Arial" w:cs="Arial"/>
        </w:rPr>
      </w:pPr>
      <w:r w:rsidRPr="00245A6B">
        <w:rPr>
          <w:rFonts w:ascii="Arial" w:hAnsi="Arial" w:cs="Arial"/>
        </w:rPr>
        <w:t>Клиент вправе в любое время, в том числе в случае Компрометации АСП WebToken, прекратить использование АСП WebToken в качестве аналога собственноручной подписи Клиента, направив Брокеру Поручение на отключение АСП WebToken. Клиент вправе в любое время назначить новые Секретный и Открытый ключи АСП WebToken, подав Поручение на назначение АСП WebToken, действие ранее назначенных Клиентом ключей при этом прекращается.</w:t>
      </w:r>
    </w:p>
    <w:p w:rsidR="00DF23CB" w:rsidRPr="00245A6B" w:rsidRDefault="00DF23CB" w:rsidP="009B164C">
      <w:pPr>
        <w:pStyle w:val="BD123"/>
        <w:numPr>
          <w:ilvl w:val="0"/>
          <w:numId w:val="0"/>
        </w:numPr>
        <w:rPr>
          <w:rFonts w:ascii="Arial" w:hAnsi="Arial" w:cs="Arial"/>
        </w:rPr>
      </w:pPr>
    </w:p>
    <w:p w:rsidR="00DF23CB" w:rsidRPr="00245A6B" w:rsidRDefault="00DF23CB" w:rsidP="009B164C">
      <w:pPr>
        <w:pStyle w:val="BD10"/>
        <w:rPr>
          <w:rFonts w:ascii="Arial" w:hAnsi="Arial" w:cs="Arial"/>
        </w:rPr>
      </w:pPr>
      <w:r w:rsidRPr="00245A6B">
        <w:rPr>
          <w:rFonts w:ascii="Arial" w:hAnsi="Arial" w:cs="Arial"/>
        </w:rPr>
        <w:t>Особенности использования средств аутентификации при заключении Клиентом нескольких Брокерских договоров</w:t>
      </w:r>
    </w:p>
    <w:p w:rsidR="00DF23CB" w:rsidRPr="00245A6B" w:rsidRDefault="00DF23CB" w:rsidP="00C63B4D">
      <w:pPr>
        <w:pStyle w:val="BD11"/>
        <w:rPr>
          <w:rFonts w:ascii="Arial" w:hAnsi="Arial" w:cs="Arial"/>
        </w:rPr>
      </w:pPr>
      <w:r w:rsidRPr="00245A6B">
        <w:rPr>
          <w:rFonts w:ascii="Arial" w:hAnsi="Arial" w:cs="Arial"/>
        </w:rPr>
        <w:t>Если Клиентом заключено более одного Брокерского договора, аутентификация клиента в Электронной брокерской системе осуществляется согласно настоящего Порядка с особенностями, установленными настоящей статьей.</w:t>
      </w:r>
    </w:p>
    <w:p w:rsidR="00DF23CB" w:rsidRPr="00245A6B" w:rsidRDefault="00DF23CB" w:rsidP="00C63B4D">
      <w:pPr>
        <w:pStyle w:val="BD11"/>
        <w:rPr>
          <w:rFonts w:ascii="Arial" w:hAnsi="Arial" w:cs="Arial"/>
        </w:rPr>
      </w:pPr>
      <w:r w:rsidRPr="00245A6B">
        <w:rPr>
          <w:rFonts w:ascii="Arial" w:hAnsi="Arial" w:cs="Arial"/>
        </w:rPr>
        <w:t>Отдельный логин и Пароль, назначенные при исполнении одного Брокерского договора, могут использоваться Сторонами для идентификации и доступа Клиента в Электронную Брокерскую систему при исполнении других Брокерских договоров, заключенным данным</w:t>
      </w:r>
      <w:r w:rsidRPr="00245A6B">
        <w:rPr>
          <w:rFonts w:ascii="Arial" w:hAnsi="Arial" w:cs="Arial"/>
          <w:spacing w:val="-5"/>
        </w:rPr>
        <w:t xml:space="preserve"> </w:t>
      </w:r>
      <w:r w:rsidRPr="00245A6B">
        <w:rPr>
          <w:rFonts w:ascii="Arial" w:hAnsi="Arial" w:cs="Arial"/>
        </w:rPr>
        <w:t>Клиентом.</w:t>
      </w:r>
    </w:p>
    <w:p w:rsidR="00DF23CB" w:rsidRPr="00245A6B" w:rsidRDefault="00DF23CB" w:rsidP="00C63B4D">
      <w:pPr>
        <w:pStyle w:val="BD11"/>
        <w:rPr>
          <w:rFonts w:ascii="Arial" w:hAnsi="Arial" w:cs="Arial"/>
        </w:rPr>
      </w:pPr>
      <w:r w:rsidRPr="00245A6B">
        <w:rPr>
          <w:rFonts w:ascii="Arial" w:hAnsi="Arial" w:cs="Arial"/>
        </w:rPr>
        <w:t>Корректные АСП SMS, АСПТ, АСП WebToken, признаваемые Корректными при исполнении одного из заключенных им Брокерских договоров, признаются Сторонами Корректными АСП SMS, АСПТ, АСП WebToken при исполнении других Брокерских договоров, заключенных данным Клиентом.</w:t>
      </w:r>
    </w:p>
    <w:p w:rsidR="00DF23CB" w:rsidRPr="00245A6B" w:rsidRDefault="00DF23CB" w:rsidP="00C63B4D">
      <w:pPr>
        <w:pStyle w:val="BD11"/>
        <w:rPr>
          <w:rFonts w:ascii="Arial" w:hAnsi="Arial" w:cs="Arial"/>
        </w:rPr>
      </w:pPr>
      <w:r w:rsidRPr="00245A6B">
        <w:rPr>
          <w:rFonts w:ascii="Arial" w:hAnsi="Arial" w:cs="Arial"/>
        </w:rPr>
        <w:t>В течение Периода доступа, открытого при исполнении одного Брокерского договора, Клиент вправе с использованием УРМ пользователя подавать Брокеру торговые поручения для совершения Сделок во исполнение другого Брокерского договора данного Клиента без дополнительного предъявления Отдельного логина, Пароля и АСП SMS, АСПТ, АСП WebToken, назначенных при исполнении другого Брокерского договора. Указанные Торговые поручения признаются сторонами равнозначными Сообщениям, предъявленным Клиентом Брокеру на бумажном носителе, подписанным собственноручной подписью Клиента, и являющимися основанием для совершения операций или заключения Сделок в интересах и за счет Клиента при исполнении такого другого Брокерского договора.</w:t>
      </w:r>
    </w:p>
    <w:p w:rsidR="00DF23CB" w:rsidRPr="00245A6B" w:rsidRDefault="00DF23CB">
      <w:pPr>
        <w:pStyle w:val="a4"/>
        <w:kinsoku w:val="0"/>
        <w:overflowPunct w:val="0"/>
        <w:ind w:left="0" w:firstLine="0"/>
        <w:rPr>
          <w:rFonts w:ascii="Arial" w:hAnsi="Arial" w:cs="Arial"/>
          <w:sz w:val="24"/>
          <w:szCs w:val="24"/>
        </w:rPr>
      </w:pPr>
    </w:p>
    <w:p w:rsidR="00DF23CB" w:rsidRPr="00245A6B" w:rsidRDefault="00DF23CB">
      <w:pPr>
        <w:pStyle w:val="a4"/>
        <w:kinsoku w:val="0"/>
        <w:overflowPunct w:val="0"/>
        <w:spacing w:before="1"/>
        <w:ind w:left="0" w:firstLine="0"/>
        <w:rPr>
          <w:rFonts w:ascii="Arial" w:hAnsi="Arial" w:cs="Arial"/>
          <w:sz w:val="24"/>
          <w:szCs w:val="24"/>
        </w:rPr>
      </w:pPr>
    </w:p>
    <w:p w:rsidR="00DF23CB" w:rsidRPr="00245A6B" w:rsidRDefault="00DF23CB" w:rsidP="009B164C">
      <w:pPr>
        <w:pStyle w:val="BD10"/>
        <w:rPr>
          <w:rFonts w:ascii="Arial" w:hAnsi="Arial" w:cs="Arial"/>
        </w:rPr>
      </w:pPr>
      <w:r w:rsidRPr="00245A6B">
        <w:rPr>
          <w:rFonts w:ascii="Arial" w:hAnsi="Arial" w:cs="Arial"/>
        </w:rPr>
        <w:t>Порядок разрешения споров</w:t>
      </w:r>
    </w:p>
    <w:p w:rsidR="00DF23CB" w:rsidRPr="00245A6B" w:rsidRDefault="00DF23CB" w:rsidP="00C63B4D">
      <w:pPr>
        <w:pStyle w:val="BD11"/>
        <w:rPr>
          <w:rFonts w:ascii="Arial" w:hAnsi="Arial" w:cs="Arial"/>
        </w:rPr>
      </w:pPr>
      <w:r w:rsidRPr="00245A6B">
        <w:rPr>
          <w:rFonts w:ascii="Arial" w:hAnsi="Arial" w:cs="Arial"/>
        </w:rPr>
        <w:t>Разногласия, связанные с заключением Брокером Сделок или совершения иных операций на основании Сообщений, полученных Брокером в соответствии с настоящими Условиями, подлежат разрешению Сторонами в претензионном порядке, предусмотренном настоящей статьей.</w:t>
      </w:r>
    </w:p>
    <w:p w:rsidR="00DF23CB" w:rsidRPr="00245A6B" w:rsidRDefault="00DF23CB" w:rsidP="00C63B4D">
      <w:pPr>
        <w:pStyle w:val="BD11"/>
        <w:rPr>
          <w:rFonts w:ascii="Arial" w:hAnsi="Arial" w:cs="Arial"/>
        </w:rPr>
      </w:pPr>
      <w:r w:rsidRPr="00245A6B">
        <w:rPr>
          <w:rFonts w:ascii="Arial" w:hAnsi="Arial" w:cs="Arial"/>
        </w:rPr>
        <w:t xml:space="preserve">Порядок предъявления и рассмотрения претензии, ответа на претензию определяются в соответствии со статьей </w:t>
      </w:r>
      <w:r w:rsidR="00E07A14" w:rsidRPr="00245A6B">
        <w:rPr>
          <w:rFonts w:ascii="Arial" w:hAnsi="Arial" w:cs="Arial"/>
        </w:rPr>
        <w:t>17</w:t>
      </w:r>
      <w:r w:rsidRPr="00245A6B">
        <w:rPr>
          <w:rFonts w:ascii="Arial" w:hAnsi="Arial" w:cs="Arial"/>
        </w:rPr>
        <w:t xml:space="preserve"> Регламента.</w:t>
      </w:r>
    </w:p>
    <w:p w:rsidR="00DF23CB" w:rsidRPr="00245A6B" w:rsidRDefault="00DF23CB" w:rsidP="00C63B4D">
      <w:pPr>
        <w:pStyle w:val="BD11"/>
        <w:rPr>
          <w:rFonts w:ascii="Arial" w:hAnsi="Arial" w:cs="Arial"/>
        </w:rPr>
      </w:pPr>
      <w:r w:rsidRPr="00245A6B">
        <w:rPr>
          <w:rFonts w:ascii="Arial" w:hAnsi="Arial" w:cs="Arial"/>
        </w:rPr>
        <w:t>В случае несогласия с ответом Брокера на претензию Клиент обязан направить Брокеру письменное уведомление о своем несогласии с ответом Брокера на претензию, содержащее требование о формировании комиссии для разрешения спора. Комиссия формируется на срок до 10 рабочих дней с даты формирования, в течение которого она должна установить правомерность и обоснованность претензии Клиента.</w:t>
      </w:r>
    </w:p>
    <w:p w:rsidR="00DF23CB" w:rsidRPr="00245A6B" w:rsidRDefault="00DF23CB" w:rsidP="00C63B4D">
      <w:pPr>
        <w:pStyle w:val="BD11"/>
        <w:rPr>
          <w:rFonts w:ascii="Arial" w:hAnsi="Arial" w:cs="Arial"/>
        </w:rPr>
      </w:pPr>
      <w:r w:rsidRPr="00245A6B">
        <w:rPr>
          <w:rFonts w:ascii="Arial" w:hAnsi="Arial" w:cs="Arial"/>
        </w:rPr>
        <w:t>В состав комиссии должно входить равное количество представителей (но не менее трех от каждой из Сторон), определяемых Сторонами самостоятельно. Право представлять соответствующую Сторону в комиссии должно подтверждаться доверенностью, выданной каждому представителю на срок работы комиссии.</w:t>
      </w:r>
    </w:p>
    <w:p w:rsidR="00DF23CB" w:rsidRPr="00245A6B" w:rsidRDefault="00DF23CB" w:rsidP="00C63B4D">
      <w:pPr>
        <w:pStyle w:val="BD11"/>
        <w:rPr>
          <w:rFonts w:ascii="Arial" w:hAnsi="Arial" w:cs="Arial"/>
        </w:rPr>
      </w:pPr>
      <w:r w:rsidRPr="00245A6B">
        <w:rPr>
          <w:rFonts w:ascii="Arial" w:hAnsi="Arial" w:cs="Arial"/>
        </w:rPr>
        <w:t>Состав комиссии утверждается двусторонним документом, оформленным в письменном виде. Представители Клиента включаются в состав комиссии на основании письменного заявления Клиента с обязательным приложением оригиналов документов, подтверждающих полномочия представителей Клиента, предъявленного Брокеру не позднее 1 рабочего дня с даты предъявления претензии в порядке, предусмотренном статьей 16 Регламента.</w:t>
      </w:r>
    </w:p>
    <w:p w:rsidR="00DF23CB" w:rsidRPr="00245A6B" w:rsidRDefault="00DF23CB" w:rsidP="00C63B4D">
      <w:pPr>
        <w:pStyle w:val="BD11"/>
        <w:rPr>
          <w:rFonts w:ascii="Arial" w:hAnsi="Arial" w:cs="Arial"/>
        </w:rPr>
      </w:pPr>
      <w:r w:rsidRPr="00245A6B">
        <w:rPr>
          <w:rFonts w:ascii="Arial" w:hAnsi="Arial" w:cs="Arial"/>
        </w:rPr>
        <w:t>Работа комиссии осуществляется по месту нахождения Брокера.</w:t>
      </w:r>
    </w:p>
    <w:p w:rsidR="00DF23CB" w:rsidRPr="00245A6B" w:rsidRDefault="00DF23CB" w:rsidP="00C63B4D">
      <w:pPr>
        <w:pStyle w:val="BD11"/>
        <w:rPr>
          <w:rFonts w:ascii="Arial" w:hAnsi="Arial" w:cs="Arial"/>
        </w:rPr>
      </w:pPr>
      <w:r w:rsidRPr="00245A6B">
        <w:rPr>
          <w:rFonts w:ascii="Arial" w:hAnsi="Arial" w:cs="Arial"/>
        </w:rPr>
        <w:t>Комиссия определяет, включая, но, не ограничиваясь, следующее:</w:t>
      </w:r>
    </w:p>
    <w:p w:rsidR="00DF23CB" w:rsidRPr="00245A6B" w:rsidRDefault="00DF23CB" w:rsidP="009E00F0">
      <w:pPr>
        <w:pStyle w:val="BD"/>
        <w:rPr>
          <w:rFonts w:ascii="Arial" w:hAnsi="Arial" w:cs="Arial"/>
        </w:rPr>
      </w:pPr>
      <w:r w:rsidRPr="00245A6B">
        <w:rPr>
          <w:rFonts w:ascii="Arial" w:hAnsi="Arial" w:cs="Arial"/>
        </w:rPr>
        <w:t>предмет разногласий на основании претензии Клиента и разъяснений Сторон;</w:t>
      </w:r>
    </w:p>
    <w:p w:rsidR="00DF23CB" w:rsidRPr="00245A6B" w:rsidRDefault="00DF23CB" w:rsidP="009E00F0">
      <w:pPr>
        <w:pStyle w:val="BD"/>
        <w:rPr>
          <w:rFonts w:ascii="Arial" w:hAnsi="Arial" w:cs="Arial"/>
        </w:rPr>
      </w:pPr>
      <w:r w:rsidRPr="00245A6B">
        <w:rPr>
          <w:rFonts w:ascii="Arial" w:hAnsi="Arial" w:cs="Arial"/>
        </w:rPr>
        <w:t>правомерность предъявления претензии;</w:t>
      </w:r>
    </w:p>
    <w:p w:rsidR="00DF23CB" w:rsidRPr="00245A6B" w:rsidRDefault="00DF23CB" w:rsidP="009E00F0">
      <w:pPr>
        <w:pStyle w:val="BD"/>
        <w:rPr>
          <w:rFonts w:ascii="Arial" w:hAnsi="Arial" w:cs="Arial"/>
        </w:rPr>
      </w:pPr>
      <w:r w:rsidRPr="00245A6B">
        <w:rPr>
          <w:rFonts w:ascii="Arial" w:hAnsi="Arial" w:cs="Arial"/>
        </w:rPr>
        <w:t>операцию, относящуюся к предмету разногласий;</w:t>
      </w:r>
    </w:p>
    <w:p w:rsidR="00DF23CB" w:rsidRPr="00245A6B" w:rsidRDefault="00DF23CB" w:rsidP="009E00F0">
      <w:pPr>
        <w:pStyle w:val="BD"/>
        <w:rPr>
          <w:rFonts w:ascii="Arial" w:hAnsi="Arial" w:cs="Arial"/>
        </w:rPr>
      </w:pPr>
      <w:r w:rsidRPr="00245A6B">
        <w:rPr>
          <w:rFonts w:ascii="Arial" w:hAnsi="Arial" w:cs="Arial"/>
        </w:rPr>
        <w:t>при использовании Клиентом АСП Токена: факт, а также дату и время, ввода Отдельного логина, Пароля и Корректного АСПТ, факт и результат проверки АСПТ программным обеспечением на сервере Брокера;</w:t>
      </w:r>
    </w:p>
    <w:p w:rsidR="00DF23CB" w:rsidRPr="00245A6B" w:rsidRDefault="00DF23CB" w:rsidP="009E00F0">
      <w:pPr>
        <w:pStyle w:val="BD"/>
        <w:rPr>
          <w:rFonts w:ascii="Arial" w:hAnsi="Arial" w:cs="Arial"/>
        </w:rPr>
      </w:pPr>
      <w:r w:rsidRPr="00245A6B">
        <w:rPr>
          <w:rFonts w:ascii="Arial" w:hAnsi="Arial" w:cs="Arial"/>
        </w:rPr>
        <w:t>при использовании Клиентом АСП SMS: факт, а также дату и время ввода Отдельного логина и Пароля, отправки одноразового пароля Брокером на Телефонный номер Клиента перед началом Периода доступа, факт и результат проверки соответствия предъявленного пароля отправленному Клиенту Брокером на Телефонный номер Клиента одноразовому паролю;</w:t>
      </w:r>
    </w:p>
    <w:p w:rsidR="00DF23CB" w:rsidRPr="00245A6B" w:rsidRDefault="00DF23CB" w:rsidP="009E00F0">
      <w:pPr>
        <w:pStyle w:val="BD"/>
        <w:rPr>
          <w:rFonts w:ascii="Arial" w:hAnsi="Arial" w:cs="Arial"/>
        </w:rPr>
      </w:pPr>
      <w:r w:rsidRPr="00245A6B">
        <w:rPr>
          <w:rFonts w:ascii="Arial" w:hAnsi="Arial" w:cs="Arial"/>
        </w:rPr>
        <w:t>при использовании Клиентом АСП WebToken: факт, а также дату и время, ввода Отдельного логина, Пароля и предъявления Корректного АСП WebToken, факт и результат проверки АСП WebToken программным обеспечением на сервере Брокера;</w:t>
      </w:r>
    </w:p>
    <w:p w:rsidR="00DF23CB" w:rsidRPr="00245A6B" w:rsidRDefault="00DF23CB" w:rsidP="009E00F0">
      <w:pPr>
        <w:pStyle w:val="BD"/>
        <w:rPr>
          <w:rFonts w:ascii="Arial" w:hAnsi="Arial" w:cs="Arial"/>
        </w:rPr>
      </w:pPr>
      <w:r w:rsidRPr="00245A6B">
        <w:rPr>
          <w:rFonts w:ascii="Arial" w:hAnsi="Arial" w:cs="Arial"/>
        </w:rPr>
        <w:t>факт, дату, время получения Брокером от УРМ пользователя в течение Периода доступа спорных Сообщений, содержание спорных Сообщений;</w:t>
      </w:r>
    </w:p>
    <w:p w:rsidR="00DF23CB" w:rsidRPr="00245A6B" w:rsidRDefault="00DF23CB" w:rsidP="009E00F0">
      <w:pPr>
        <w:pStyle w:val="BD"/>
        <w:rPr>
          <w:rFonts w:ascii="Arial" w:hAnsi="Arial" w:cs="Arial"/>
        </w:rPr>
      </w:pPr>
      <w:r w:rsidRPr="00245A6B">
        <w:rPr>
          <w:rFonts w:ascii="Arial" w:hAnsi="Arial" w:cs="Arial"/>
        </w:rPr>
        <w:t xml:space="preserve">дату </w:t>
      </w:r>
      <w:r w:rsidR="00B03885" w:rsidRPr="00245A6B">
        <w:rPr>
          <w:rFonts w:ascii="Arial" w:hAnsi="Arial" w:cs="Arial"/>
        </w:rPr>
        <w:t xml:space="preserve">и время осуществления брокером спорных операций, соответствие действий брокера полученным сообщениям и условиям договора и </w:t>
      </w:r>
      <w:r w:rsidR="001A52DA" w:rsidRPr="00245A6B">
        <w:rPr>
          <w:rFonts w:ascii="Arial" w:hAnsi="Arial" w:cs="Arial"/>
        </w:rPr>
        <w:t>Р</w:t>
      </w:r>
      <w:r w:rsidR="00B03885" w:rsidRPr="00245A6B">
        <w:rPr>
          <w:rFonts w:ascii="Arial" w:hAnsi="Arial" w:cs="Arial"/>
        </w:rPr>
        <w:t>егламента.</w:t>
      </w:r>
    </w:p>
    <w:p w:rsidR="00233AEC" w:rsidRPr="00245A6B" w:rsidRDefault="00233AEC" w:rsidP="00C63B4D">
      <w:pPr>
        <w:pStyle w:val="BD11"/>
        <w:rPr>
          <w:rFonts w:ascii="Arial" w:hAnsi="Arial" w:cs="Arial"/>
        </w:rPr>
      </w:pPr>
      <w:r w:rsidRPr="00245A6B">
        <w:rPr>
          <w:rFonts w:ascii="Arial" w:hAnsi="Arial" w:cs="Arial"/>
        </w:rPr>
        <w:t xml:space="preserve">Стороны договариваются, что для разрешения разногласий комиссия принимает на рассмотрение Протокол соединения, архив Электронных документов, принятых Брокером, и архив отправленных SMS сообщений, хранящихся на сервере Брокера. </w:t>
      </w:r>
    </w:p>
    <w:p w:rsidR="00233AEC" w:rsidRPr="00245A6B" w:rsidRDefault="00233AEC" w:rsidP="00C63B4D">
      <w:pPr>
        <w:pStyle w:val="BD11"/>
        <w:rPr>
          <w:rFonts w:ascii="Arial" w:hAnsi="Arial" w:cs="Arial"/>
        </w:rPr>
      </w:pPr>
      <w:r w:rsidRPr="00245A6B">
        <w:rPr>
          <w:rFonts w:ascii="Arial" w:hAnsi="Arial" w:cs="Arial"/>
        </w:rPr>
        <w:t>Протокол соединения, Электронные документы, принятые Брокером, и выписка из архива отправленных SMS сообщений, хранящиеся на сервере Брокера, могут быть оформлены в письменном виде за подписью уполномоченного лица Брокера и заверены печатью Брокера.</w:t>
      </w:r>
    </w:p>
    <w:p w:rsidR="00233AEC" w:rsidRPr="00245A6B" w:rsidRDefault="00233AEC" w:rsidP="00C63B4D">
      <w:pPr>
        <w:pStyle w:val="BD11"/>
        <w:rPr>
          <w:rFonts w:ascii="Arial" w:hAnsi="Arial" w:cs="Arial"/>
        </w:rPr>
      </w:pPr>
      <w:r w:rsidRPr="00245A6B">
        <w:rPr>
          <w:rFonts w:ascii="Arial" w:hAnsi="Arial" w:cs="Arial"/>
        </w:rPr>
        <w:t xml:space="preserve">Протокол соединения, Электронные документы, принятые Брокером, выписка из архива отправленных SMS сообщений, хранящиеся на сервере Брокера и/или оформленные в письменном виде, является допустимым и достаточным доказательством отраженных в них событий, и могут быть использованы Сторонами при рассмотрении разногласий в претензионном и судебном порядке. Протокол соединения и архив Электронных документов, хранящиеся на сервере Брокера, в том числе, является подтверждением авторства Электронных документов, полученных Брокером от УРМ пользователя в Период доступа, и их принадлежности Клиенту, целостности Электронных документов, а также отсутствия искажения информации, содержащейся в Электронных документах, полученных Брокером. </w:t>
      </w:r>
    </w:p>
    <w:p w:rsidR="00233AEC" w:rsidRPr="00245A6B" w:rsidRDefault="00233AEC" w:rsidP="00C63B4D">
      <w:pPr>
        <w:pStyle w:val="BD11"/>
        <w:rPr>
          <w:rFonts w:ascii="Arial" w:hAnsi="Arial" w:cs="Arial"/>
        </w:rPr>
      </w:pPr>
      <w:r w:rsidRPr="00245A6B">
        <w:rPr>
          <w:rFonts w:ascii="Arial" w:hAnsi="Arial" w:cs="Arial"/>
        </w:rPr>
        <w:t xml:space="preserve">Комиссия также обязана использовать следующие, признаваемые Сторонами, эталонные данные: </w:t>
      </w:r>
      <w:r w:rsidRPr="00245A6B">
        <w:rPr>
          <w:rFonts w:ascii="Arial" w:hAnsi="Arial" w:cs="Arial"/>
        </w:rPr>
        <w:sym w:font="Symbol" w:char="F02D"/>
      </w:r>
      <w:r w:rsidRPr="00245A6B">
        <w:rPr>
          <w:rFonts w:ascii="Arial" w:hAnsi="Arial" w:cs="Arial"/>
        </w:rPr>
        <w:t xml:space="preserve"> программное обеспечение, используемое Брокером для аутентификации Клиента в соответствии с настоящими Условиями; </w:t>
      </w:r>
      <w:r w:rsidRPr="00245A6B">
        <w:rPr>
          <w:rFonts w:ascii="Arial" w:hAnsi="Arial" w:cs="Arial"/>
        </w:rPr>
        <w:sym w:font="Symbol" w:char="F02D"/>
      </w:r>
      <w:r w:rsidRPr="00245A6B">
        <w:rPr>
          <w:rFonts w:ascii="Arial" w:hAnsi="Arial" w:cs="Arial"/>
        </w:rPr>
        <w:t xml:space="preserve"> данные базы с информацией о Токене; </w:t>
      </w:r>
      <w:r w:rsidRPr="00245A6B">
        <w:rPr>
          <w:rFonts w:ascii="Arial" w:hAnsi="Arial" w:cs="Arial"/>
        </w:rPr>
        <w:sym w:font="Symbol" w:char="F02D"/>
      </w:r>
      <w:r w:rsidRPr="00245A6B">
        <w:rPr>
          <w:rFonts w:ascii="Arial" w:hAnsi="Arial" w:cs="Arial"/>
        </w:rPr>
        <w:t xml:space="preserve"> хранимую у Брокера программу и зашифрованный файл, содержащий начальные значения генерации одноразовых паролей Токеном, предоставленные Брокеру разработчиком Токена. </w:t>
      </w:r>
      <w:r w:rsidRPr="00245A6B">
        <w:rPr>
          <w:rFonts w:ascii="Arial" w:hAnsi="Arial" w:cs="Arial"/>
        </w:rPr>
        <w:sym w:font="Symbol" w:char="F02D"/>
      </w:r>
      <w:r w:rsidRPr="00245A6B">
        <w:rPr>
          <w:rFonts w:ascii="Arial" w:hAnsi="Arial" w:cs="Arial"/>
        </w:rPr>
        <w:t xml:space="preserve"> Хранимое у Брокера программное обеспечение, используемое для проверки соответствия АСП WebToken Секретному ключу АСП WebToken, </w:t>
      </w:r>
    </w:p>
    <w:p w:rsidR="00233AEC" w:rsidRPr="00245A6B" w:rsidRDefault="00233AEC" w:rsidP="00C63B4D">
      <w:pPr>
        <w:pStyle w:val="BD11"/>
        <w:rPr>
          <w:rFonts w:ascii="Arial" w:hAnsi="Arial" w:cs="Arial"/>
        </w:rPr>
      </w:pPr>
      <w:r w:rsidRPr="00245A6B">
        <w:rPr>
          <w:rFonts w:ascii="Arial" w:hAnsi="Arial" w:cs="Arial"/>
        </w:rPr>
        <w:t xml:space="preserve">Комиссия должна удостовериться, что действия Сторон соответствовали условиям Договора, Регламента и настоящих Условий. </w:t>
      </w:r>
    </w:p>
    <w:p w:rsidR="00233AEC" w:rsidRPr="00245A6B" w:rsidRDefault="00233AEC" w:rsidP="00C63B4D">
      <w:pPr>
        <w:pStyle w:val="BD11"/>
        <w:rPr>
          <w:rFonts w:ascii="Arial" w:hAnsi="Arial" w:cs="Arial"/>
        </w:rPr>
      </w:pPr>
      <w:r w:rsidRPr="00245A6B">
        <w:rPr>
          <w:rFonts w:ascii="Arial" w:hAnsi="Arial" w:cs="Arial"/>
        </w:rPr>
        <w:t xml:space="preserve">Подтверждением обоснованности и правильности исполнения Брокером спорного Сообщения является одновременное выполнение следующих условий: </w:t>
      </w:r>
      <w:r w:rsidRPr="00245A6B">
        <w:rPr>
          <w:rFonts w:ascii="Arial" w:hAnsi="Arial" w:cs="Arial"/>
        </w:rPr>
        <w:sym w:font="Symbol" w:char="F02D"/>
      </w:r>
      <w:r w:rsidRPr="00245A6B">
        <w:rPr>
          <w:rFonts w:ascii="Arial" w:hAnsi="Arial" w:cs="Arial"/>
        </w:rPr>
        <w:t xml:space="preserve"> информация, содержащаяся в спорном Сообщении, полностью соответствует действиям Брокера по его исполнению; </w:t>
      </w:r>
      <w:r w:rsidRPr="00245A6B">
        <w:rPr>
          <w:rFonts w:ascii="Arial" w:hAnsi="Arial" w:cs="Arial"/>
        </w:rPr>
        <w:sym w:font="Symbol" w:char="F02D"/>
      </w:r>
      <w:r w:rsidRPr="00245A6B">
        <w:rPr>
          <w:rFonts w:ascii="Arial" w:hAnsi="Arial" w:cs="Arial"/>
        </w:rPr>
        <w:t xml:space="preserve"> установлен факт ввода Отдельного логина, Пароля и Корректного АСПТ / факт ввода Отдельного логина, Пароля, отправки Брокером на Телефонный номер Клиента одноразового пароля, ввода Клиентом Корректного АСП SMS/ установлен факт ввода Отдельного логина, Пароля и предъявления Корректного АСП WebToken; </w:t>
      </w:r>
      <w:r w:rsidRPr="00245A6B">
        <w:rPr>
          <w:rFonts w:ascii="Arial" w:hAnsi="Arial" w:cs="Arial"/>
        </w:rPr>
        <w:sym w:font="Symbol" w:char="F02D"/>
      </w:r>
      <w:r w:rsidRPr="00245A6B">
        <w:rPr>
          <w:rFonts w:ascii="Arial" w:hAnsi="Arial" w:cs="Arial"/>
        </w:rPr>
        <w:t xml:space="preserve"> установлен факт положительной проверки программным обеспечением на сервере Брокера АСПТ / АСП SMS / АСП WebToken, представленных Клиентом; </w:t>
      </w:r>
      <w:r w:rsidRPr="00245A6B">
        <w:rPr>
          <w:rFonts w:ascii="Arial" w:hAnsi="Arial" w:cs="Arial"/>
        </w:rPr>
        <w:sym w:font="Symbol" w:char="F02D"/>
      </w:r>
      <w:r w:rsidRPr="00245A6B">
        <w:rPr>
          <w:rFonts w:ascii="Arial" w:hAnsi="Arial" w:cs="Arial"/>
        </w:rPr>
        <w:t xml:space="preserve"> спорное Сообщение подано Брокеру в течение Периода доступа через УРМ пользователя; </w:t>
      </w:r>
      <w:r w:rsidRPr="00245A6B">
        <w:rPr>
          <w:rFonts w:ascii="Arial" w:hAnsi="Arial" w:cs="Arial"/>
        </w:rPr>
        <w:sym w:font="Symbol" w:char="F02D"/>
      </w:r>
      <w:r w:rsidRPr="00245A6B">
        <w:rPr>
          <w:rFonts w:ascii="Arial" w:hAnsi="Arial" w:cs="Arial"/>
        </w:rPr>
        <w:t xml:space="preserve"> значение счетчика паролей на Токене Клиента больше значения счетчика, указанного Клиентом для аутентификации Клиента Брокером (в случае аутентификации Клиента при помощи Токена); </w:t>
      </w:r>
      <w:r w:rsidRPr="00245A6B">
        <w:rPr>
          <w:rFonts w:ascii="Arial" w:hAnsi="Arial" w:cs="Arial"/>
        </w:rPr>
        <w:sym w:font="Symbol" w:char="F02D"/>
      </w:r>
      <w:r w:rsidRPr="00245A6B">
        <w:rPr>
          <w:rFonts w:ascii="Arial" w:hAnsi="Arial" w:cs="Arial"/>
        </w:rPr>
        <w:t xml:space="preserve"> на момент получения Брокером спорного Сообщения Брокером не установлен факт Компрометации использованного Средства Аутентификации; В случае соблюдения перечисленных условий претензии Клиента к Брокеру, связанные с последствиями спорного Сообщения, являются необоснованными. Невыполнение любого из перечисленных условий означает, что обоснованность исполнения Сообщения не подтверждена. В этом случае претензии Клиента к Брокеру, связанные с последствиями исполнения указанного документа, признаются обоснованными. </w:t>
      </w:r>
    </w:p>
    <w:p w:rsidR="00233AEC" w:rsidRPr="00245A6B" w:rsidRDefault="00233AEC" w:rsidP="00C63B4D">
      <w:pPr>
        <w:pStyle w:val="BD11"/>
        <w:rPr>
          <w:rFonts w:ascii="Arial" w:hAnsi="Arial" w:cs="Arial"/>
        </w:rPr>
      </w:pPr>
      <w:r w:rsidRPr="00245A6B">
        <w:rPr>
          <w:rFonts w:ascii="Arial" w:hAnsi="Arial" w:cs="Arial"/>
        </w:rPr>
        <w:t xml:space="preserve">Результаты рассмотрения спорной ситуации оформляются в виде письменного заключения – Акта комиссии, подписываемого всеми членами комиссии. Акт составляется немедленно после рассмотрения спорной ситуации. В Акте указываются результаты проведенного рассмотрения спорной ситуации и выводы комиссии. Акт составляется в двух экземплярах – по одному для каждой из Сторон. </w:t>
      </w:r>
    </w:p>
    <w:p w:rsidR="00233AEC" w:rsidRPr="00245A6B" w:rsidRDefault="00233AEC" w:rsidP="00C63B4D">
      <w:pPr>
        <w:pStyle w:val="BD11"/>
        <w:rPr>
          <w:rFonts w:ascii="Arial" w:hAnsi="Arial" w:cs="Arial"/>
        </w:rPr>
      </w:pPr>
      <w:r w:rsidRPr="00245A6B">
        <w:rPr>
          <w:rFonts w:ascii="Arial" w:hAnsi="Arial" w:cs="Arial"/>
        </w:rPr>
        <w:t xml:space="preserve">Акт комиссии является окончательным и пересмотру не подлежит. </w:t>
      </w:r>
    </w:p>
    <w:p w:rsidR="00233AEC" w:rsidRPr="00245A6B" w:rsidRDefault="00233AEC" w:rsidP="00C63B4D">
      <w:pPr>
        <w:pStyle w:val="BD11"/>
        <w:rPr>
          <w:rFonts w:ascii="Arial" w:hAnsi="Arial" w:cs="Arial"/>
        </w:rPr>
      </w:pPr>
      <w:r w:rsidRPr="00245A6B">
        <w:rPr>
          <w:rFonts w:ascii="Arial" w:hAnsi="Arial" w:cs="Arial"/>
        </w:rPr>
        <w:t xml:space="preserve">Претензионный порядок разрешения спора считается соблюденным с момента подписания уполномоченными представителями Сторон Акта комиссии. </w:t>
      </w:r>
    </w:p>
    <w:p w:rsidR="00233AEC" w:rsidRPr="00245A6B" w:rsidRDefault="00233AEC" w:rsidP="00C63B4D">
      <w:pPr>
        <w:pStyle w:val="BD11"/>
        <w:rPr>
          <w:rFonts w:ascii="Arial" w:hAnsi="Arial" w:cs="Arial"/>
        </w:rPr>
      </w:pPr>
      <w:r w:rsidRPr="00245A6B">
        <w:rPr>
          <w:rFonts w:ascii="Arial" w:hAnsi="Arial" w:cs="Arial"/>
        </w:rPr>
        <w:t xml:space="preserve">Результат работы комиссии Стороны вправе оспорить в порядке, установленном действующим законодательством Российской Федерации. Акт, составленный комиссией, является доказательством при дальнейшем разбирательстве спора в суде. </w:t>
      </w:r>
    </w:p>
    <w:p w:rsidR="00233AEC" w:rsidRPr="00245A6B" w:rsidRDefault="00233AEC" w:rsidP="00C63B4D">
      <w:pPr>
        <w:pStyle w:val="BD11"/>
        <w:rPr>
          <w:rFonts w:ascii="Arial" w:hAnsi="Arial" w:cs="Arial"/>
        </w:rPr>
      </w:pPr>
      <w:r w:rsidRPr="00245A6B">
        <w:rPr>
          <w:rFonts w:ascii="Arial" w:hAnsi="Arial" w:cs="Arial"/>
        </w:rPr>
        <w:t>Бремя доказывания несоответствия выводов, изложенных комиссией в Акте комиссии, фактическим обстоятельствам дела возлагается на заинтересованную Сторону.</w:t>
      </w:r>
    </w:p>
    <w:p w:rsidR="00EF1ABA" w:rsidRPr="00245A6B" w:rsidRDefault="00EF1ABA" w:rsidP="00C63B4D">
      <w:pPr>
        <w:pStyle w:val="BD11"/>
        <w:numPr>
          <w:ilvl w:val="0"/>
          <w:numId w:val="0"/>
        </w:numPr>
        <w:ind w:left="1080"/>
        <w:rPr>
          <w:rFonts w:ascii="Arial" w:hAnsi="Arial" w:cs="Arial"/>
        </w:rPr>
      </w:pPr>
    </w:p>
    <w:p w:rsidR="00EF1ABA" w:rsidRPr="00245A6B" w:rsidRDefault="00EF1ABA" w:rsidP="009B164C">
      <w:pPr>
        <w:pStyle w:val="BD10"/>
        <w:rPr>
          <w:rFonts w:ascii="Arial" w:hAnsi="Arial" w:cs="Arial"/>
        </w:rPr>
      </w:pPr>
      <w:r w:rsidRPr="00245A6B">
        <w:rPr>
          <w:rFonts w:ascii="Arial" w:hAnsi="Arial" w:cs="Arial"/>
        </w:rPr>
        <w:t>Изменение, дополнение, приостановление действия, прекращение настоящих Условий</w:t>
      </w:r>
    </w:p>
    <w:p w:rsidR="00EF1ABA" w:rsidRPr="00245A6B" w:rsidRDefault="00EF1ABA" w:rsidP="00C63B4D">
      <w:pPr>
        <w:pStyle w:val="BD11"/>
        <w:rPr>
          <w:rFonts w:ascii="Arial" w:hAnsi="Arial" w:cs="Arial"/>
        </w:rPr>
      </w:pPr>
      <w:r w:rsidRPr="00245A6B">
        <w:rPr>
          <w:rFonts w:ascii="Arial" w:hAnsi="Arial" w:cs="Arial"/>
        </w:rPr>
        <w:t>Настоящие Условия могут быть изменены и/или дополнены Брокером в одностороннем порядке в соответствии со статьей 18 Регламента. В случае несогласия Клиента с внесенными изменениями и дополнениями в настоящие Условия он имеет</w:t>
      </w:r>
    </w:p>
    <w:p w:rsidR="00EF1ABA" w:rsidRPr="00245A6B" w:rsidRDefault="00EF1ABA" w:rsidP="00C63B4D">
      <w:pPr>
        <w:pStyle w:val="BD11"/>
        <w:rPr>
          <w:rFonts w:ascii="Arial" w:hAnsi="Arial" w:cs="Arial"/>
        </w:rPr>
      </w:pPr>
      <w:r w:rsidRPr="00245A6B">
        <w:rPr>
          <w:rFonts w:ascii="Arial" w:hAnsi="Arial" w:cs="Arial"/>
        </w:rPr>
        <w:t>право полностью отказаться от исполнения Договора в полном объеме.</w:t>
      </w:r>
    </w:p>
    <w:p w:rsidR="00EF1ABA" w:rsidRPr="00245A6B" w:rsidRDefault="00EF1ABA" w:rsidP="00C63B4D">
      <w:pPr>
        <w:pStyle w:val="BD11"/>
        <w:rPr>
          <w:rFonts w:ascii="Arial" w:hAnsi="Arial" w:cs="Arial"/>
        </w:rPr>
      </w:pPr>
      <w:r w:rsidRPr="00245A6B">
        <w:rPr>
          <w:rFonts w:ascii="Arial" w:hAnsi="Arial" w:cs="Arial"/>
        </w:rPr>
        <w:t>Если у Клиента возникли основания полагать, что Средство Аутентификации могло быть скомпрометировано, Клиент обязан немедленно направить Брокеру Поручение на блокировку. Средство Аутентификации считается скомпрометированным, в том числе, в случаях: утраты Клиентом Средства Аутентификации, доступа или предполагаемой возможности доступа к нему третьих лиц; нарушения правил хранения Токена; возникновение подозрений у Клиента на утечку информации или ее искажение.</w:t>
      </w:r>
    </w:p>
    <w:p w:rsidR="00EF1ABA" w:rsidRPr="00245A6B" w:rsidRDefault="00EF1ABA" w:rsidP="00C63B4D">
      <w:pPr>
        <w:pStyle w:val="BD11"/>
        <w:rPr>
          <w:rFonts w:ascii="Arial" w:hAnsi="Arial" w:cs="Arial"/>
        </w:rPr>
      </w:pPr>
      <w:r w:rsidRPr="00245A6B">
        <w:rPr>
          <w:rFonts w:ascii="Arial" w:hAnsi="Arial" w:cs="Arial"/>
        </w:rPr>
        <w:t>Клиент вправе по своему усмотрению прекратить использование Средства (Средств) Аутентификации, подав заполненное соответствующим образом Поручение на блокировку.</w:t>
      </w:r>
    </w:p>
    <w:p w:rsidR="00EF1ABA" w:rsidRPr="00245A6B" w:rsidRDefault="00EF1ABA" w:rsidP="00C63B4D">
      <w:pPr>
        <w:pStyle w:val="BD11"/>
        <w:rPr>
          <w:rFonts w:ascii="Arial" w:hAnsi="Arial" w:cs="Arial"/>
        </w:rPr>
      </w:pPr>
      <w:r w:rsidRPr="00245A6B">
        <w:rPr>
          <w:rFonts w:ascii="Arial" w:hAnsi="Arial" w:cs="Arial"/>
        </w:rPr>
        <w:t>Прием Поручений Клиента в соответствии с настоящими Условиями может быть приостановлен по инициативе</w:t>
      </w:r>
      <w:r w:rsidR="009B164C" w:rsidRPr="00245A6B">
        <w:rPr>
          <w:rFonts w:ascii="Arial" w:hAnsi="Arial" w:cs="Arial"/>
        </w:rPr>
        <w:t xml:space="preserve"> </w:t>
      </w:r>
      <w:r w:rsidRPr="00245A6B">
        <w:rPr>
          <w:rFonts w:ascii="Arial" w:hAnsi="Arial" w:cs="Arial"/>
        </w:rPr>
        <w:t>Брокера без предварительного уведомления Клиента в случае, если сумма стоимости Ценных бумаг, определенной по цене закрытия Дневной торговой сессии предшествующего Рабочего дня, и суммы Денежных средств, учитываемых на Брокерском счете Клиента на момент окончания предшествующего Рабочего дня, составляет более 1 000 000 рублей.</w:t>
      </w:r>
    </w:p>
    <w:p w:rsidR="009B164C" w:rsidRPr="00245A6B" w:rsidRDefault="009B164C" w:rsidP="009B164C">
      <w:pPr>
        <w:pStyle w:val="BD11"/>
        <w:numPr>
          <w:ilvl w:val="0"/>
          <w:numId w:val="0"/>
        </w:numPr>
        <w:rPr>
          <w:rFonts w:ascii="Arial" w:hAnsi="Arial" w:cs="Arial"/>
        </w:rPr>
      </w:pPr>
    </w:p>
    <w:p w:rsidR="00EF1ABA" w:rsidRPr="00245A6B" w:rsidRDefault="00EF1ABA" w:rsidP="009B164C">
      <w:pPr>
        <w:pStyle w:val="BD10"/>
        <w:rPr>
          <w:rFonts w:ascii="Arial" w:hAnsi="Arial" w:cs="Arial"/>
        </w:rPr>
      </w:pPr>
      <w:r w:rsidRPr="00245A6B">
        <w:rPr>
          <w:rFonts w:ascii="Arial" w:hAnsi="Arial" w:cs="Arial"/>
        </w:rPr>
        <w:t>Ответственность Сторон</w:t>
      </w:r>
    </w:p>
    <w:p w:rsidR="00EF1ABA" w:rsidRPr="00245A6B" w:rsidRDefault="00EF1ABA" w:rsidP="00C63B4D">
      <w:pPr>
        <w:pStyle w:val="BD11"/>
        <w:rPr>
          <w:rFonts w:ascii="Arial" w:hAnsi="Arial" w:cs="Arial"/>
        </w:rPr>
      </w:pPr>
      <w:r w:rsidRPr="00245A6B">
        <w:rPr>
          <w:rFonts w:ascii="Arial" w:hAnsi="Arial" w:cs="Arial"/>
        </w:rPr>
        <w:t>Клиент несет ответственность за все действия, совершенные в Период доступа в Электронной Брокерской системе через УРМ пользователя.</w:t>
      </w:r>
    </w:p>
    <w:p w:rsidR="00EF1ABA" w:rsidRPr="00245A6B" w:rsidRDefault="00EF1ABA" w:rsidP="00C63B4D">
      <w:pPr>
        <w:pStyle w:val="BD11"/>
        <w:rPr>
          <w:rFonts w:ascii="Arial" w:hAnsi="Arial" w:cs="Arial"/>
        </w:rPr>
      </w:pPr>
      <w:r w:rsidRPr="00245A6B">
        <w:rPr>
          <w:rFonts w:ascii="Arial" w:hAnsi="Arial" w:cs="Arial"/>
        </w:rPr>
        <w:t>Брокер не несет ответственности за неисполнение или ненадлежащее исполнение обязательств, предусмотренных настоящими Условиями, а также за какой-либо ущерб (включая все, без исключения, случаи возникновения у Клиента убытков (реального ущерба и упущенной выгоды), прерывания деловой активности, иные потери), связанные:</w:t>
      </w:r>
    </w:p>
    <w:p w:rsidR="00EF1ABA" w:rsidRPr="00245A6B" w:rsidRDefault="00EF1ABA" w:rsidP="009E00F0">
      <w:pPr>
        <w:pStyle w:val="BD"/>
        <w:rPr>
          <w:rFonts w:ascii="Arial" w:hAnsi="Arial" w:cs="Arial"/>
        </w:rPr>
      </w:pPr>
      <w:r w:rsidRPr="00245A6B">
        <w:rPr>
          <w:rFonts w:ascii="Arial" w:hAnsi="Arial" w:cs="Arial"/>
        </w:rPr>
        <w:t>с использованием Средства Аутентификации третьими лицами;</w:t>
      </w:r>
    </w:p>
    <w:p w:rsidR="00EF1ABA" w:rsidRPr="00245A6B" w:rsidRDefault="00EF1ABA" w:rsidP="009E00F0">
      <w:pPr>
        <w:pStyle w:val="BD"/>
        <w:rPr>
          <w:rFonts w:ascii="Arial" w:hAnsi="Arial" w:cs="Arial"/>
        </w:rPr>
      </w:pPr>
      <w:r w:rsidRPr="00245A6B">
        <w:rPr>
          <w:rFonts w:ascii="Arial" w:hAnsi="Arial" w:cs="Arial"/>
        </w:rPr>
        <w:t>с исполнением Брокером Сообщений, поданных Брокеру третьими лицами от УРМ пользователя в период Доступа;</w:t>
      </w:r>
    </w:p>
    <w:p w:rsidR="00EF1ABA" w:rsidRPr="00245A6B" w:rsidRDefault="00EF1ABA" w:rsidP="009E00F0">
      <w:pPr>
        <w:pStyle w:val="BD"/>
        <w:rPr>
          <w:rFonts w:ascii="Arial" w:hAnsi="Arial" w:cs="Arial"/>
        </w:rPr>
      </w:pPr>
      <w:r w:rsidRPr="00245A6B">
        <w:rPr>
          <w:rFonts w:ascii="Arial" w:hAnsi="Arial" w:cs="Arial"/>
        </w:rPr>
        <w:t>искажением информации, передаваемой Брокеру Клиентом по сети интернет.</w:t>
      </w:r>
    </w:p>
    <w:p w:rsidR="00EF1ABA" w:rsidRPr="00245A6B" w:rsidRDefault="00EF1ABA" w:rsidP="009E00F0">
      <w:pPr>
        <w:pStyle w:val="BD"/>
        <w:rPr>
          <w:rFonts w:ascii="Arial" w:hAnsi="Arial" w:cs="Arial"/>
        </w:rPr>
      </w:pPr>
      <w:r w:rsidRPr="00245A6B">
        <w:rPr>
          <w:rFonts w:ascii="Arial" w:hAnsi="Arial" w:cs="Arial"/>
        </w:rPr>
        <w:t>с задержкой или временной невозможностью подачи Сообщений Клиентом в соответствии с настоящими Условиями;</w:t>
      </w:r>
    </w:p>
    <w:p w:rsidR="00EF1ABA" w:rsidRPr="00245A6B" w:rsidRDefault="00EF1ABA" w:rsidP="009E00F0">
      <w:pPr>
        <w:pStyle w:val="BD"/>
        <w:rPr>
          <w:rFonts w:ascii="Arial" w:hAnsi="Arial" w:cs="Arial"/>
        </w:rPr>
      </w:pPr>
      <w:r w:rsidRPr="00245A6B">
        <w:rPr>
          <w:rFonts w:ascii="Arial" w:hAnsi="Arial" w:cs="Arial"/>
        </w:rPr>
        <w:t>в случае приостановления обслуживания Клиента в соответствии с настоящими Условиями в случаях, предусмотренных настоящими Условиями;</w:t>
      </w:r>
    </w:p>
    <w:p w:rsidR="00EF1ABA" w:rsidRPr="00245A6B" w:rsidRDefault="009E00F0" w:rsidP="009E00F0">
      <w:pPr>
        <w:pStyle w:val="BD"/>
        <w:rPr>
          <w:rFonts w:ascii="Arial" w:hAnsi="Arial" w:cs="Arial"/>
        </w:rPr>
      </w:pPr>
      <w:r w:rsidRPr="00245A6B">
        <w:rPr>
          <w:rFonts w:ascii="Arial" w:hAnsi="Arial" w:cs="Arial"/>
        </w:rPr>
        <w:t>в</w:t>
      </w:r>
      <w:r w:rsidR="00EF1ABA" w:rsidRPr="00245A6B">
        <w:rPr>
          <w:rFonts w:ascii="Arial" w:hAnsi="Arial" w:cs="Arial"/>
        </w:rPr>
        <w:t xml:space="preserve"> иных случаях отсутствия вины Брокера в неисполнения обязательств по Брокерскому договору с учетом настоящих</w:t>
      </w:r>
      <w:r w:rsidRPr="00245A6B">
        <w:rPr>
          <w:rFonts w:ascii="Arial" w:hAnsi="Arial" w:cs="Arial"/>
        </w:rPr>
        <w:t xml:space="preserve"> </w:t>
      </w:r>
      <w:r w:rsidR="00EF1ABA" w:rsidRPr="00245A6B">
        <w:rPr>
          <w:rFonts w:ascii="Arial" w:hAnsi="Arial" w:cs="Arial"/>
        </w:rPr>
        <w:t>Условий.</w:t>
      </w:r>
    </w:p>
    <w:p w:rsidR="00EF1ABA" w:rsidRPr="00245A6B" w:rsidRDefault="00EF1ABA" w:rsidP="00C63B4D">
      <w:pPr>
        <w:pStyle w:val="BD11"/>
        <w:rPr>
          <w:rFonts w:ascii="Arial" w:hAnsi="Arial" w:cs="Arial"/>
        </w:rPr>
      </w:pPr>
      <w:r w:rsidRPr="00245A6B">
        <w:rPr>
          <w:rFonts w:ascii="Arial" w:hAnsi="Arial" w:cs="Arial"/>
        </w:rPr>
        <w:t xml:space="preserve">Клиент принимает риск возникновения убытков в результате обстоятельств, перечисленных в пункте </w:t>
      </w:r>
      <w:r w:rsidR="009E00F0" w:rsidRPr="00245A6B">
        <w:rPr>
          <w:rFonts w:ascii="Arial" w:hAnsi="Arial" w:cs="Arial"/>
        </w:rPr>
        <w:t>7</w:t>
      </w:r>
      <w:r w:rsidRPr="00245A6B">
        <w:rPr>
          <w:rFonts w:ascii="Arial" w:hAnsi="Arial" w:cs="Arial"/>
        </w:rPr>
        <w:t>.2. настоящих</w:t>
      </w:r>
      <w:r w:rsidR="009E00F0" w:rsidRPr="00245A6B">
        <w:rPr>
          <w:rFonts w:ascii="Arial" w:hAnsi="Arial" w:cs="Arial"/>
        </w:rPr>
        <w:t xml:space="preserve"> </w:t>
      </w:r>
      <w:r w:rsidRPr="00245A6B">
        <w:rPr>
          <w:rFonts w:ascii="Arial" w:hAnsi="Arial" w:cs="Arial"/>
        </w:rPr>
        <w:t>Условий.</w:t>
      </w:r>
    </w:p>
    <w:p w:rsidR="00626759" w:rsidRPr="00245A6B" w:rsidRDefault="00626759" w:rsidP="00547E82">
      <w:pPr>
        <w:keepNext/>
        <w:tabs>
          <w:tab w:val="left" w:pos="1134"/>
          <w:tab w:val="left" w:pos="1620"/>
          <w:tab w:val="num" w:pos="3240"/>
        </w:tabs>
        <w:spacing w:before="240" w:line="360" w:lineRule="auto"/>
        <w:ind w:left="1622" w:hanging="1622"/>
        <w:outlineLvl w:val="1"/>
        <w:rPr>
          <w:rFonts w:ascii="Arial" w:hAnsi="Arial" w:cs="Arial"/>
          <w:b/>
          <w:bCs/>
          <w:caps/>
          <w:snapToGrid w:val="0"/>
          <w:sz w:val="24"/>
          <w:szCs w:val="24"/>
          <w:lang w:val="x-none" w:eastAsia="en-US"/>
        </w:rPr>
      </w:pPr>
    </w:p>
    <w:sectPr w:rsidR="00626759" w:rsidRPr="00245A6B" w:rsidSect="00245A6B">
      <w:headerReference w:type="default" r:id="rId7"/>
      <w:pgSz w:w="11910" w:h="16840"/>
      <w:pgMar w:top="567" w:right="567" w:bottom="567"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7383" w:rsidRDefault="00C87383" w:rsidP="00B47F77">
      <w:r>
        <w:separator/>
      </w:r>
    </w:p>
  </w:endnote>
  <w:endnote w:type="continuationSeparator" w:id="0">
    <w:p w:rsidR="00C87383" w:rsidRDefault="00C87383" w:rsidP="00B47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altName w:val="Arial"/>
    <w:panose1 w:val="020B0604020202020204"/>
    <w:charset w:val="CC"/>
    <w:family w:val="swiss"/>
    <w:pitch w:val="variable"/>
    <w:sig w:usb0="E0002AFF" w:usb1="C0007843" w:usb2="00000009" w:usb3="00000000" w:csb0="000001FF" w:csb1="00000000"/>
  </w:font>
  <w:font w:name="Calibri">
    <w:altName w:val="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21002A87" w:usb1="00000000" w:usb2="00000000"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7383" w:rsidRDefault="00C87383" w:rsidP="00B47F77">
      <w:r>
        <w:separator/>
      </w:r>
    </w:p>
  </w:footnote>
  <w:footnote w:type="continuationSeparator" w:id="0">
    <w:p w:rsidR="00C87383" w:rsidRDefault="00C87383" w:rsidP="00B47F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4" w:type="dxa"/>
      <w:tblLook w:val="04A0" w:firstRow="1" w:lastRow="0" w:firstColumn="1" w:lastColumn="0" w:noHBand="0" w:noVBand="1"/>
    </w:tblPr>
    <w:tblGrid>
      <w:gridCol w:w="2518"/>
      <w:gridCol w:w="7796"/>
    </w:tblGrid>
    <w:tr w:rsidR="00CD65A8" w:rsidRPr="00245A6B" w:rsidTr="00DF23CB">
      <w:tc>
        <w:tcPr>
          <w:tcW w:w="2518" w:type="dxa"/>
        </w:tcPr>
        <w:p w:rsidR="00CD65A8" w:rsidRPr="00245A6B" w:rsidRDefault="00CD65A8" w:rsidP="00B47F77">
          <w:pPr>
            <w:widowControl/>
            <w:tabs>
              <w:tab w:val="center" w:pos="4153"/>
              <w:tab w:val="right" w:pos="8306"/>
            </w:tabs>
            <w:autoSpaceDE/>
            <w:autoSpaceDN/>
            <w:adjustRightInd/>
            <w:rPr>
              <w:rFonts w:ascii="Arial" w:eastAsia="Times New Roman" w:hAnsi="Arial" w:cs="Arial"/>
              <w:sz w:val="20"/>
              <w:szCs w:val="20"/>
            </w:rPr>
          </w:pPr>
          <w:r w:rsidRPr="00245A6B">
            <w:rPr>
              <w:rFonts w:ascii="Arial" w:eastAsia="Times New Roman" w:hAnsi="Arial" w:cs="Arial"/>
              <w:noProof/>
              <w:sz w:val="20"/>
              <w:szCs w:val="20"/>
            </w:rPr>
            <w:drawing>
              <wp:inline distT="0" distB="0" distL="0" distR="0" wp14:anchorId="5B8C31A9" wp14:editId="2C5A125D">
                <wp:extent cx="1069975" cy="250190"/>
                <wp:effectExtent l="0" t="0" r="0" b="0"/>
                <wp:docPr id="2" name="Рисунок 2" descr="Freedom Finan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eedom Fina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9975" cy="250190"/>
                        </a:xfrm>
                        <a:prstGeom prst="rect">
                          <a:avLst/>
                        </a:prstGeom>
                        <a:noFill/>
                        <a:ln>
                          <a:noFill/>
                        </a:ln>
                      </pic:spPr>
                    </pic:pic>
                  </a:graphicData>
                </a:graphic>
              </wp:inline>
            </w:drawing>
          </w:r>
        </w:p>
      </w:tc>
      <w:tc>
        <w:tcPr>
          <w:tcW w:w="7796" w:type="dxa"/>
        </w:tcPr>
        <w:p w:rsidR="00CD65A8" w:rsidRPr="00245A6B" w:rsidRDefault="00CD65A8" w:rsidP="00B47F77">
          <w:pPr>
            <w:widowControl/>
            <w:tabs>
              <w:tab w:val="left" w:pos="1134"/>
              <w:tab w:val="center" w:pos="3790"/>
              <w:tab w:val="center" w:pos="4153"/>
              <w:tab w:val="right" w:pos="7580"/>
              <w:tab w:val="right" w:pos="8306"/>
            </w:tabs>
            <w:autoSpaceDE/>
            <w:autoSpaceDN/>
            <w:adjustRightInd/>
            <w:jc w:val="right"/>
            <w:rPr>
              <w:rFonts w:ascii="Arial" w:eastAsia="Times New Roman" w:hAnsi="Arial" w:cs="Arial"/>
              <w:i/>
              <w:sz w:val="16"/>
              <w:szCs w:val="16"/>
            </w:rPr>
          </w:pPr>
          <w:r w:rsidRPr="00245A6B">
            <w:rPr>
              <w:rFonts w:ascii="Arial" w:eastAsia="Times New Roman" w:hAnsi="Arial" w:cs="Arial"/>
              <w:i/>
              <w:sz w:val="16"/>
              <w:szCs w:val="16"/>
            </w:rPr>
            <w:t>Приложение №11-</w:t>
          </w:r>
          <w:proofErr w:type="gramStart"/>
          <w:r w:rsidRPr="00245A6B">
            <w:rPr>
              <w:rFonts w:ascii="Arial" w:eastAsia="Times New Roman" w:hAnsi="Arial" w:cs="Arial"/>
              <w:i/>
              <w:sz w:val="16"/>
              <w:szCs w:val="16"/>
            </w:rPr>
            <w:t>1  к</w:t>
          </w:r>
          <w:proofErr w:type="gramEnd"/>
          <w:r w:rsidRPr="00245A6B">
            <w:rPr>
              <w:rFonts w:ascii="Arial" w:eastAsia="Times New Roman" w:hAnsi="Arial" w:cs="Arial"/>
              <w:i/>
              <w:sz w:val="16"/>
              <w:szCs w:val="16"/>
            </w:rPr>
            <w:t xml:space="preserve"> Регламенту обслуживания Клиентов ООО ИК «Фридом Финанс»</w:t>
          </w:r>
        </w:p>
        <w:p w:rsidR="00CD65A8" w:rsidRPr="00245A6B" w:rsidRDefault="00245A6B" w:rsidP="00B47F77">
          <w:pPr>
            <w:widowControl/>
            <w:tabs>
              <w:tab w:val="left" w:pos="1134"/>
              <w:tab w:val="center" w:pos="3790"/>
              <w:tab w:val="center" w:pos="4153"/>
              <w:tab w:val="right" w:pos="7580"/>
              <w:tab w:val="right" w:pos="8306"/>
            </w:tabs>
            <w:autoSpaceDE/>
            <w:autoSpaceDN/>
            <w:adjustRightInd/>
            <w:jc w:val="right"/>
            <w:rPr>
              <w:rFonts w:ascii="Arial" w:eastAsia="Times New Roman" w:hAnsi="Arial" w:cs="Arial"/>
              <w:sz w:val="16"/>
              <w:szCs w:val="16"/>
            </w:rPr>
          </w:pPr>
          <w:proofErr w:type="gramStart"/>
          <w:r>
            <w:rPr>
              <w:rFonts w:ascii="Arial" w:eastAsia="Times New Roman" w:hAnsi="Arial" w:cs="Arial"/>
              <w:i/>
              <w:sz w:val="16"/>
              <w:szCs w:val="16"/>
            </w:rPr>
            <w:t>Условия</w:t>
          </w:r>
          <w:r w:rsidR="00CD65A8" w:rsidRPr="00245A6B">
            <w:rPr>
              <w:rFonts w:ascii="Arial" w:eastAsia="Times New Roman" w:hAnsi="Arial" w:cs="Arial"/>
              <w:i/>
              <w:sz w:val="16"/>
              <w:szCs w:val="16"/>
            </w:rPr>
            <w:t xml:space="preserve">  доступа</w:t>
          </w:r>
          <w:proofErr w:type="gramEnd"/>
          <w:r w:rsidR="00CD65A8" w:rsidRPr="00245A6B">
            <w:rPr>
              <w:rFonts w:ascii="Arial" w:eastAsia="Times New Roman" w:hAnsi="Arial" w:cs="Arial"/>
              <w:i/>
              <w:sz w:val="16"/>
              <w:szCs w:val="16"/>
            </w:rPr>
            <w:t xml:space="preserve"> Клиентов в Электронную Брокерскую систему через Систему ТРЕЙДЕРНЕТ</w:t>
          </w:r>
        </w:p>
      </w:tc>
    </w:tr>
  </w:tbl>
  <w:p w:rsidR="00CD65A8" w:rsidRPr="00245A6B" w:rsidRDefault="00CD65A8" w:rsidP="00B47F77">
    <w:pPr>
      <w:widowControl/>
      <w:tabs>
        <w:tab w:val="left" w:pos="1134"/>
        <w:tab w:val="center" w:pos="4153"/>
        <w:tab w:val="right" w:pos="8306"/>
      </w:tabs>
      <w:autoSpaceDE/>
      <w:autoSpaceDN/>
      <w:adjustRightInd/>
      <w:rPr>
        <w:rFonts w:ascii="Arial" w:eastAsia="Times New Roman" w:hAnsi="Arial" w:cs="Arial"/>
        <w:snapToGrid w:val="0"/>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6"/>
    <w:multiLevelType w:val="multilevel"/>
    <w:tmpl w:val="00000889"/>
    <w:lvl w:ilvl="0">
      <w:numFmt w:val="bullet"/>
      <w:lvlText w:val=""/>
      <w:lvlJc w:val="left"/>
      <w:pPr>
        <w:ind w:left="1017" w:hanging="360"/>
      </w:pPr>
      <w:rPr>
        <w:rFonts w:ascii="Symbol" w:hAnsi="Symbol"/>
        <w:b w:val="0"/>
        <w:w w:val="99"/>
        <w:sz w:val="20"/>
      </w:rPr>
    </w:lvl>
    <w:lvl w:ilvl="1">
      <w:numFmt w:val="bullet"/>
      <w:lvlText w:val=""/>
      <w:lvlJc w:val="left"/>
      <w:pPr>
        <w:ind w:left="1017" w:hanging="180"/>
      </w:pPr>
      <w:rPr>
        <w:rFonts w:ascii="Symbol" w:hAnsi="Symbol"/>
        <w:b/>
        <w:w w:val="100"/>
        <w:sz w:val="16"/>
      </w:rPr>
    </w:lvl>
    <w:lvl w:ilvl="2">
      <w:numFmt w:val="bullet"/>
      <w:lvlText w:val="•"/>
      <w:lvlJc w:val="left"/>
      <w:pPr>
        <w:ind w:left="2913" w:hanging="180"/>
      </w:pPr>
    </w:lvl>
    <w:lvl w:ilvl="3">
      <w:numFmt w:val="bullet"/>
      <w:lvlText w:val="•"/>
      <w:lvlJc w:val="left"/>
      <w:pPr>
        <w:ind w:left="3859" w:hanging="180"/>
      </w:pPr>
    </w:lvl>
    <w:lvl w:ilvl="4">
      <w:numFmt w:val="bullet"/>
      <w:lvlText w:val="•"/>
      <w:lvlJc w:val="left"/>
      <w:pPr>
        <w:ind w:left="4806" w:hanging="180"/>
      </w:pPr>
    </w:lvl>
    <w:lvl w:ilvl="5">
      <w:numFmt w:val="bullet"/>
      <w:lvlText w:val="•"/>
      <w:lvlJc w:val="left"/>
      <w:pPr>
        <w:ind w:left="5753" w:hanging="180"/>
      </w:pPr>
    </w:lvl>
    <w:lvl w:ilvl="6">
      <w:numFmt w:val="bullet"/>
      <w:lvlText w:val="•"/>
      <w:lvlJc w:val="left"/>
      <w:pPr>
        <w:ind w:left="6699" w:hanging="180"/>
      </w:pPr>
    </w:lvl>
    <w:lvl w:ilvl="7">
      <w:numFmt w:val="bullet"/>
      <w:lvlText w:val="•"/>
      <w:lvlJc w:val="left"/>
      <w:pPr>
        <w:ind w:left="7646" w:hanging="180"/>
      </w:pPr>
    </w:lvl>
    <w:lvl w:ilvl="8">
      <w:numFmt w:val="bullet"/>
      <w:lvlText w:val="•"/>
      <w:lvlJc w:val="left"/>
      <w:pPr>
        <w:ind w:left="8593" w:hanging="180"/>
      </w:pPr>
    </w:lvl>
  </w:abstractNum>
  <w:abstractNum w:abstractNumId="1" w15:restartNumberingAfterBreak="0">
    <w:nsid w:val="0000040A"/>
    <w:multiLevelType w:val="multilevel"/>
    <w:tmpl w:val="B5805C42"/>
    <w:lvl w:ilvl="0">
      <w:start w:val="1"/>
      <w:numFmt w:val="bullet"/>
      <w:pStyle w:val="BD"/>
      <w:lvlText w:val=""/>
      <w:lvlJc w:val="left"/>
      <w:pPr>
        <w:ind w:left="297" w:hanging="159"/>
      </w:pPr>
      <w:rPr>
        <w:rFonts w:ascii="Symbol" w:hAnsi="Symbol" w:hint="default"/>
        <w:b w:val="0"/>
        <w:spacing w:val="-23"/>
        <w:w w:val="99"/>
        <w:sz w:val="24"/>
      </w:rPr>
    </w:lvl>
    <w:lvl w:ilvl="1">
      <w:numFmt w:val="bullet"/>
      <w:lvlText w:val="•"/>
      <w:lvlJc w:val="left"/>
      <w:pPr>
        <w:ind w:left="1318" w:hanging="159"/>
      </w:pPr>
    </w:lvl>
    <w:lvl w:ilvl="2">
      <w:numFmt w:val="bullet"/>
      <w:lvlText w:val="•"/>
      <w:lvlJc w:val="left"/>
      <w:pPr>
        <w:ind w:left="2337" w:hanging="159"/>
      </w:pPr>
    </w:lvl>
    <w:lvl w:ilvl="3">
      <w:numFmt w:val="bullet"/>
      <w:lvlText w:val="•"/>
      <w:lvlJc w:val="left"/>
      <w:pPr>
        <w:ind w:left="3355" w:hanging="159"/>
      </w:pPr>
    </w:lvl>
    <w:lvl w:ilvl="4">
      <w:numFmt w:val="bullet"/>
      <w:lvlText w:val="•"/>
      <w:lvlJc w:val="left"/>
      <w:pPr>
        <w:ind w:left="4374" w:hanging="159"/>
      </w:pPr>
    </w:lvl>
    <w:lvl w:ilvl="5">
      <w:numFmt w:val="bullet"/>
      <w:lvlText w:val="•"/>
      <w:lvlJc w:val="left"/>
      <w:pPr>
        <w:ind w:left="5393" w:hanging="159"/>
      </w:pPr>
    </w:lvl>
    <w:lvl w:ilvl="6">
      <w:numFmt w:val="bullet"/>
      <w:lvlText w:val="•"/>
      <w:lvlJc w:val="left"/>
      <w:pPr>
        <w:ind w:left="6411" w:hanging="159"/>
      </w:pPr>
    </w:lvl>
    <w:lvl w:ilvl="7">
      <w:numFmt w:val="bullet"/>
      <w:lvlText w:val="•"/>
      <w:lvlJc w:val="left"/>
      <w:pPr>
        <w:ind w:left="7430" w:hanging="159"/>
      </w:pPr>
    </w:lvl>
    <w:lvl w:ilvl="8">
      <w:numFmt w:val="bullet"/>
      <w:lvlText w:val="•"/>
      <w:lvlJc w:val="left"/>
      <w:pPr>
        <w:ind w:left="8449" w:hanging="159"/>
      </w:pPr>
    </w:lvl>
  </w:abstractNum>
  <w:abstractNum w:abstractNumId="2" w15:restartNumberingAfterBreak="0">
    <w:nsid w:val="0000040D"/>
    <w:multiLevelType w:val="multilevel"/>
    <w:tmpl w:val="C9345370"/>
    <w:lvl w:ilvl="0">
      <w:start w:val="3"/>
      <w:numFmt w:val="decimal"/>
      <w:lvlText w:val="%1"/>
      <w:lvlJc w:val="left"/>
      <w:pPr>
        <w:ind w:left="1153" w:hanging="317"/>
      </w:pPr>
      <w:rPr>
        <w:rFonts w:cs="Times New Roman"/>
      </w:rPr>
    </w:lvl>
    <w:lvl w:ilvl="1">
      <w:start w:val="1"/>
      <w:numFmt w:val="decimal"/>
      <w:lvlText w:val="%1.%2."/>
      <w:lvlJc w:val="left"/>
      <w:pPr>
        <w:ind w:left="1153" w:hanging="317"/>
      </w:pPr>
      <w:rPr>
        <w:rFonts w:ascii="Georgia" w:hAnsi="Georgia" w:cs="Times New Roman" w:hint="default"/>
        <w:b/>
        <w:bCs/>
        <w:spacing w:val="0"/>
        <w:w w:val="100"/>
        <w:sz w:val="24"/>
        <w:szCs w:val="24"/>
      </w:rPr>
    </w:lvl>
    <w:lvl w:ilvl="2">
      <w:start w:val="1"/>
      <w:numFmt w:val="decimal"/>
      <w:pStyle w:val="BD123"/>
      <w:lvlText w:val="%1.%2.%3."/>
      <w:lvlJc w:val="left"/>
      <w:pPr>
        <w:ind w:left="297" w:hanging="458"/>
      </w:pPr>
      <w:rPr>
        <w:rFonts w:ascii="Arial" w:hAnsi="Arial" w:cs="Arial" w:hint="default"/>
        <w:b/>
        <w:bCs w:val="0"/>
        <w:spacing w:val="-2"/>
        <w:w w:val="100"/>
        <w:sz w:val="24"/>
        <w:szCs w:val="24"/>
      </w:rPr>
    </w:lvl>
    <w:lvl w:ilvl="3">
      <w:numFmt w:val="bullet"/>
      <w:lvlText w:val="•"/>
      <w:lvlJc w:val="left"/>
      <w:pPr>
        <w:ind w:left="3232" w:hanging="458"/>
      </w:pPr>
    </w:lvl>
    <w:lvl w:ilvl="4">
      <w:numFmt w:val="bullet"/>
      <w:lvlText w:val="•"/>
      <w:lvlJc w:val="left"/>
      <w:pPr>
        <w:ind w:left="4268" w:hanging="458"/>
      </w:pPr>
    </w:lvl>
    <w:lvl w:ilvl="5">
      <w:numFmt w:val="bullet"/>
      <w:lvlText w:val="•"/>
      <w:lvlJc w:val="left"/>
      <w:pPr>
        <w:ind w:left="5305" w:hanging="458"/>
      </w:pPr>
    </w:lvl>
    <w:lvl w:ilvl="6">
      <w:numFmt w:val="bullet"/>
      <w:lvlText w:val="•"/>
      <w:lvlJc w:val="left"/>
      <w:pPr>
        <w:ind w:left="6341" w:hanging="458"/>
      </w:pPr>
    </w:lvl>
    <w:lvl w:ilvl="7">
      <w:numFmt w:val="bullet"/>
      <w:lvlText w:val="•"/>
      <w:lvlJc w:val="left"/>
      <w:pPr>
        <w:ind w:left="7377" w:hanging="458"/>
      </w:pPr>
    </w:lvl>
    <w:lvl w:ilvl="8">
      <w:numFmt w:val="bullet"/>
      <w:lvlText w:val="•"/>
      <w:lvlJc w:val="left"/>
      <w:pPr>
        <w:ind w:left="8413" w:hanging="458"/>
      </w:pPr>
    </w:lvl>
  </w:abstractNum>
  <w:abstractNum w:abstractNumId="3" w15:restartNumberingAfterBreak="0">
    <w:nsid w:val="0000041F"/>
    <w:multiLevelType w:val="multilevel"/>
    <w:tmpl w:val="000008A2"/>
    <w:lvl w:ilvl="0">
      <w:numFmt w:val="bullet"/>
      <w:lvlText w:val="–"/>
      <w:lvlJc w:val="left"/>
      <w:pPr>
        <w:ind w:left="794" w:hanging="137"/>
      </w:pPr>
      <w:rPr>
        <w:rFonts w:ascii="Times New Roman" w:hAnsi="Times New Roman"/>
        <w:b w:val="0"/>
        <w:w w:val="100"/>
        <w:sz w:val="18"/>
      </w:rPr>
    </w:lvl>
    <w:lvl w:ilvl="1">
      <w:numFmt w:val="bullet"/>
      <w:lvlText w:val="•"/>
      <w:lvlJc w:val="left"/>
      <w:pPr>
        <w:ind w:left="1768" w:hanging="137"/>
      </w:pPr>
    </w:lvl>
    <w:lvl w:ilvl="2">
      <w:numFmt w:val="bullet"/>
      <w:lvlText w:val="•"/>
      <w:lvlJc w:val="left"/>
      <w:pPr>
        <w:ind w:left="2737" w:hanging="137"/>
      </w:pPr>
    </w:lvl>
    <w:lvl w:ilvl="3">
      <w:numFmt w:val="bullet"/>
      <w:lvlText w:val="•"/>
      <w:lvlJc w:val="left"/>
      <w:pPr>
        <w:ind w:left="3705" w:hanging="137"/>
      </w:pPr>
    </w:lvl>
    <w:lvl w:ilvl="4">
      <w:numFmt w:val="bullet"/>
      <w:lvlText w:val="•"/>
      <w:lvlJc w:val="left"/>
      <w:pPr>
        <w:ind w:left="4674" w:hanging="137"/>
      </w:pPr>
    </w:lvl>
    <w:lvl w:ilvl="5">
      <w:numFmt w:val="bullet"/>
      <w:lvlText w:val="•"/>
      <w:lvlJc w:val="left"/>
      <w:pPr>
        <w:ind w:left="5643" w:hanging="137"/>
      </w:pPr>
    </w:lvl>
    <w:lvl w:ilvl="6">
      <w:numFmt w:val="bullet"/>
      <w:lvlText w:val="•"/>
      <w:lvlJc w:val="left"/>
      <w:pPr>
        <w:ind w:left="6611" w:hanging="137"/>
      </w:pPr>
    </w:lvl>
    <w:lvl w:ilvl="7">
      <w:numFmt w:val="bullet"/>
      <w:lvlText w:val="•"/>
      <w:lvlJc w:val="left"/>
      <w:pPr>
        <w:ind w:left="7580" w:hanging="137"/>
      </w:pPr>
    </w:lvl>
    <w:lvl w:ilvl="8">
      <w:numFmt w:val="bullet"/>
      <w:lvlText w:val="•"/>
      <w:lvlJc w:val="left"/>
      <w:pPr>
        <w:ind w:left="8549" w:hanging="137"/>
      </w:pPr>
    </w:lvl>
  </w:abstractNum>
  <w:abstractNum w:abstractNumId="4" w15:restartNumberingAfterBreak="0">
    <w:nsid w:val="27A23C03"/>
    <w:multiLevelType w:val="multilevel"/>
    <w:tmpl w:val="80D00D1C"/>
    <w:lvl w:ilvl="0">
      <w:start w:val="1"/>
      <w:numFmt w:val="decimal"/>
      <w:pStyle w:val="1"/>
      <w:lvlText w:val="СТАТЬЯ %1."/>
      <w:lvlJc w:val="left"/>
      <w:pPr>
        <w:tabs>
          <w:tab w:val="num" w:pos="3240"/>
        </w:tabs>
        <w:ind w:left="3240" w:hanging="1440"/>
      </w:pPr>
      <w:rPr>
        <w:rFonts w:ascii="Georgia" w:hAnsi="Georgia" w:cs="Times New Roman" w:hint="default"/>
        <w:b/>
        <w:i w:val="0"/>
        <w:caps/>
        <w:sz w:val="24"/>
        <w:szCs w:val="24"/>
      </w:rPr>
    </w:lvl>
    <w:lvl w:ilvl="1">
      <w:start w:val="1"/>
      <w:numFmt w:val="decimal"/>
      <w:lvlText w:val="%1.%2"/>
      <w:lvlJc w:val="left"/>
      <w:pPr>
        <w:tabs>
          <w:tab w:val="num" w:pos="360"/>
        </w:tabs>
      </w:pPr>
      <w:rPr>
        <w:rFonts w:ascii="Georgia" w:eastAsia="Times New Roman" w:hAnsi="Georgia" w:cs="Times New Roman" w:hint="default"/>
        <w:b/>
        <w:i w:val="0"/>
        <w:color w:val="auto"/>
        <w:sz w:val="24"/>
        <w:szCs w:val="24"/>
        <w:u w:val="none"/>
      </w:rPr>
    </w:lvl>
    <w:lvl w:ilvl="2">
      <w:start w:val="1"/>
      <w:numFmt w:val="decimal"/>
      <w:lvlText w:val="%1.%2.%3"/>
      <w:lvlJc w:val="left"/>
      <w:pPr>
        <w:tabs>
          <w:tab w:val="num" w:pos="4265"/>
        </w:tabs>
        <w:ind w:left="3545"/>
      </w:pPr>
      <w:rPr>
        <w:rFonts w:cs="Times New Roman" w:hint="default"/>
        <w:b/>
        <w:i w:val="0"/>
      </w:rPr>
    </w:lvl>
    <w:lvl w:ilvl="3">
      <w:start w:val="1"/>
      <w:numFmt w:val="decimal"/>
      <w:lvlText w:val="%1.%2.%3.%4"/>
      <w:lvlJc w:val="left"/>
      <w:pPr>
        <w:tabs>
          <w:tab w:val="num" w:pos="2880"/>
        </w:tabs>
        <w:ind w:left="2880" w:hanging="1440"/>
      </w:pPr>
      <w:rPr>
        <w:rFonts w:cs="Times New Roman" w:hint="default"/>
        <w:b/>
      </w:rPr>
    </w:lvl>
    <w:lvl w:ilvl="4">
      <w:start w:val="1"/>
      <w:numFmt w:val="lowerRoman"/>
      <w:lvlText w:val="(%5)"/>
      <w:lvlJc w:val="left"/>
      <w:pPr>
        <w:tabs>
          <w:tab w:val="num" w:pos="2160"/>
        </w:tabs>
        <w:ind w:left="2160" w:hanging="720"/>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500C21A1"/>
    <w:multiLevelType w:val="multilevel"/>
    <w:tmpl w:val="66A656A4"/>
    <w:lvl w:ilvl="0">
      <w:start w:val="1"/>
      <w:numFmt w:val="decimal"/>
      <w:pStyle w:val="a"/>
      <w:lvlText w:val="СТАТЬЯ %1."/>
      <w:lvlJc w:val="left"/>
      <w:pPr>
        <w:ind w:left="720" w:hanging="360"/>
      </w:pPr>
      <w:rPr>
        <w:rFonts w:cs="Times New Roman" w:hint="default"/>
        <w:b/>
      </w:rPr>
    </w:lvl>
    <w:lvl w:ilvl="1">
      <w:start w:val="1"/>
      <w:numFmt w:val="decimal"/>
      <w:pStyle w:val="BD11"/>
      <w:isLgl/>
      <w:lvlText w:val="%1.%2."/>
      <w:lvlJc w:val="left"/>
      <w:pPr>
        <w:ind w:left="1080" w:hanging="72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3"/>
  </w:num>
  <w:num w:numId="2">
    <w:abstractNumId w:val="2"/>
  </w:num>
  <w:num w:numId="3">
    <w:abstractNumId w:val="1"/>
  </w:num>
  <w:num w:numId="4">
    <w:abstractNumId w:val="0"/>
  </w:num>
  <w:num w:numId="5">
    <w:abstractNumId w:val="4"/>
  </w:num>
  <w:num w:numId="6">
    <w:abstractNumId w:val="5"/>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bordersDoNotSurroundHeader/>
  <w:bordersDoNotSurroundFooter/>
  <w:proofState w:spelling="clean" w:grammar="clean"/>
  <w:defaultTabStop w:val="1134"/>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F77"/>
    <w:rsid w:val="000A579E"/>
    <w:rsid w:val="001A52DA"/>
    <w:rsid w:val="001B0E25"/>
    <w:rsid w:val="001C5AA6"/>
    <w:rsid w:val="00233AEC"/>
    <w:rsid w:val="00245A6B"/>
    <w:rsid w:val="00275708"/>
    <w:rsid w:val="002E6981"/>
    <w:rsid w:val="003615F4"/>
    <w:rsid w:val="003B0C6A"/>
    <w:rsid w:val="003B6089"/>
    <w:rsid w:val="003B6D70"/>
    <w:rsid w:val="0045667D"/>
    <w:rsid w:val="00475F3C"/>
    <w:rsid w:val="00527314"/>
    <w:rsid w:val="0053073F"/>
    <w:rsid w:val="00547E82"/>
    <w:rsid w:val="00564CE0"/>
    <w:rsid w:val="005C74A5"/>
    <w:rsid w:val="00626759"/>
    <w:rsid w:val="006D63C3"/>
    <w:rsid w:val="007162E5"/>
    <w:rsid w:val="007849C7"/>
    <w:rsid w:val="007925AA"/>
    <w:rsid w:val="007A3026"/>
    <w:rsid w:val="00835379"/>
    <w:rsid w:val="00881766"/>
    <w:rsid w:val="008D3D68"/>
    <w:rsid w:val="008D76E0"/>
    <w:rsid w:val="009B164C"/>
    <w:rsid w:val="009E00F0"/>
    <w:rsid w:val="009E66A2"/>
    <w:rsid w:val="00B03885"/>
    <w:rsid w:val="00B47F77"/>
    <w:rsid w:val="00B94B67"/>
    <w:rsid w:val="00C3380A"/>
    <w:rsid w:val="00C37A8C"/>
    <w:rsid w:val="00C63B4D"/>
    <w:rsid w:val="00C73B50"/>
    <w:rsid w:val="00C87383"/>
    <w:rsid w:val="00C92F9C"/>
    <w:rsid w:val="00CD65A8"/>
    <w:rsid w:val="00DF23CB"/>
    <w:rsid w:val="00E07A14"/>
    <w:rsid w:val="00EF1ABA"/>
    <w:rsid w:val="00FA7A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efaultImageDpi w14:val="0"/>
  <w15:docId w15:val="{02CCBBA8-A14D-4E62-8167-B25E89900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1"/>
    <w:lsdException w:name="heading 1" w:uiPriority="1"/>
    <w:lsdException w:name="heading 2" w:semiHidden="1" w:uiPriority="0"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uiPriority w:val="1"/>
    <w:pPr>
      <w:widowControl w:val="0"/>
      <w:autoSpaceDE w:val="0"/>
      <w:autoSpaceDN w:val="0"/>
      <w:adjustRightInd w:val="0"/>
      <w:spacing w:after="0" w:line="240" w:lineRule="auto"/>
    </w:pPr>
    <w:rPr>
      <w:rFonts w:ascii="Times New Roman" w:hAnsi="Times New Roman"/>
    </w:rPr>
  </w:style>
  <w:style w:type="paragraph" w:styleId="10">
    <w:name w:val="heading 1"/>
    <w:basedOn w:val="a0"/>
    <w:next w:val="a0"/>
    <w:link w:val="11"/>
    <w:uiPriority w:val="1"/>
    <w:pPr>
      <w:spacing w:line="204" w:lineRule="exact"/>
      <w:ind w:left="297"/>
      <w:outlineLvl w:val="0"/>
    </w:pPr>
    <w:rPr>
      <w:b/>
      <w:bCs/>
      <w:sz w:val="18"/>
      <w:szCs w:val="18"/>
    </w:rPr>
  </w:style>
  <w:style w:type="paragraph" w:styleId="2">
    <w:name w:val="heading 2"/>
    <w:basedOn w:val="a0"/>
    <w:next w:val="a0"/>
    <w:link w:val="20"/>
    <w:uiPriority w:val="9"/>
    <w:rsid w:val="003615F4"/>
    <w:pPr>
      <w:keepNext/>
      <w:widowControl/>
      <w:tabs>
        <w:tab w:val="left" w:pos="1134"/>
      </w:tabs>
      <w:autoSpaceDE/>
      <w:autoSpaceDN/>
      <w:adjustRightInd/>
      <w:spacing w:before="240"/>
      <w:jc w:val="both"/>
      <w:outlineLvl w:val="1"/>
    </w:pPr>
    <w:rPr>
      <w:b/>
      <w:caps/>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1"/>
    <w:link w:val="2"/>
    <w:uiPriority w:val="9"/>
    <w:locked/>
    <w:rsid w:val="003615F4"/>
    <w:rPr>
      <w:rFonts w:ascii="Times New Roman" w:hAnsi="Times New Roman" w:cs="Times New Roman"/>
      <w:b/>
      <w:caps/>
      <w:sz w:val="24"/>
      <w:szCs w:val="24"/>
      <w:lang w:val="x-none" w:eastAsia="en-US"/>
    </w:rPr>
  </w:style>
  <w:style w:type="paragraph" w:styleId="a4">
    <w:name w:val="Body Text"/>
    <w:basedOn w:val="a0"/>
    <w:link w:val="a5"/>
    <w:uiPriority w:val="1"/>
    <w:pPr>
      <w:ind w:left="297" w:firstLine="540"/>
    </w:pPr>
    <w:rPr>
      <w:sz w:val="18"/>
      <w:szCs w:val="18"/>
    </w:rPr>
  </w:style>
  <w:style w:type="character" w:customStyle="1" w:styleId="a5">
    <w:name w:val="Основной текст Знак"/>
    <w:basedOn w:val="a1"/>
    <w:link w:val="a4"/>
    <w:uiPriority w:val="99"/>
    <w:semiHidden/>
    <w:locked/>
    <w:rPr>
      <w:rFonts w:ascii="Times New Roman" w:hAnsi="Times New Roman" w:cs="Times New Roman"/>
    </w:rPr>
  </w:style>
  <w:style w:type="paragraph" w:styleId="a">
    <w:name w:val="List Paragraph"/>
    <w:basedOn w:val="a0"/>
    <w:link w:val="a6"/>
    <w:uiPriority w:val="1"/>
    <w:rsid w:val="00564CE0"/>
    <w:pPr>
      <w:numPr>
        <w:numId w:val="6"/>
      </w:numPr>
      <w:tabs>
        <w:tab w:val="left" w:pos="1377"/>
      </w:tabs>
      <w:kinsoku w:val="0"/>
      <w:overflowPunct w:val="0"/>
      <w:spacing w:line="213" w:lineRule="auto"/>
      <w:ind w:right="128"/>
      <w:jc w:val="both"/>
    </w:pPr>
    <w:rPr>
      <w:rFonts w:ascii="Georgia" w:hAnsi="Georgia"/>
      <w:b/>
      <w:bCs/>
      <w:caps/>
      <w:sz w:val="24"/>
      <w:szCs w:val="24"/>
      <w:lang w:eastAsia="en-US"/>
    </w:rPr>
  </w:style>
  <w:style w:type="paragraph" w:customStyle="1" w:styleId="TableParagraph">
    <w:name w:val="Table Paragraph"/>
    <w:basedOn w:val="a0"/>
    <w:uiPriority w:val="1"/>
    <w:pPr>
      <w:spacing w:line="188" w:lineRule="exact"/>
      <w:ind w:left="107"/>
    </w:pPr>
    <w:rPr>
      <w:sz w:val="24"/>
      <w:szCs w:val="24"/>
    </w:rPr>
  </w:style>
  <w:style w:type="paragraph" w:styleId="a7">
    <w:name w:val="header"/>
    <w:basedOn w:val="a0"/>
    <w:link w:val="a8"/>
    <w:uiPriority w:val="99"/>
    <w:unhideWhenUsed/>
    <w:rsid w:val="00B47F77"/>
    <w:pPr>
      <w:tabs>
        <w:tab w:val="center" w:pos="4677"/>
        <w:tab w:val="right" w:pos="9355"/>
      </w:tabs>
    </w:pPr>
  </w:style>
  <w:style w:type="character" w:customStyle="1" w:styleId="a8">
    <w:name w:val="Верхний колонтитул Знак"/>
    <w:basedOn w:val="a1"/>
    <w:link w:val="a7"/>
    <w:uiPriority w:val="99"/>
    <w:locked/>
    <w:rsid w:val="00B47F77"/>
    <w:rPr>
      <w:rFonts w:ascii="Times New Roman" w:hAnsi="Times New Roman" w:cs="Times New Roman"/>
    </w:rPr>
  </w:style>
  <w:style w:type="paragraph" w:styleId="a9">
    <w:name w:val="footer"/>
    <w:basedOn w:val="a0"/>
    <w:link w:val="aa"/>
    <w:uiPriority w:val="99"/>
    <w:unhideWhenUsed/>
    <w:rsid w:val="00B47F77"/>
    <w:pPr>
      <w:tabs>
        <w:tab w:val="center" w:pos="4677"/>
        <w:tab w:val="right" w:pos="9355"/>
      </w:tabs>
    </w:pPr>
  </w:style>
  <w:style w:type="character" w:customStyle="1" w:styleId="aa">
    <w:name w:val="Нижний колонтитул Знак"/>
    <w:basedOn w:val="a1"/>
    <w:link w:val="a9"/>
    <w:uiPriority w:val="99"/>
    <w:locked/>
    <w:rsid w:val="00B47F77"/>
    <w:rPr>
      <w:rFonts w:ascii="Times New Roman" w:hAnsi="Times New Roman" w:cs="Times New Roman"/>
    </w:rPr>
  </w:style>
  <w:style w:type="paragraph" w:customStyle="1" w:styleId="BD1">
    <w:name w:val="BD 1."/>
    <w:basedOn w:val="a0"/>
    <w:rsid w:val="00B47F77"/>
    <w:pPr>
      <w:keepNext/>
      <w:pageBreakBefore/>
      <w:widowControl/>
      <w:tabs>
        <w:tab w:val="left" w:pos="1134"/>
        <w:tab w:val="left" w:pos="1620"/>
      </w:tabs>
      <w:autoSpaceDE/>
      <w:autoSpaceDN/>
      <w:adjustRightInd/>
      <w:spacing w:before="240" w:line="360" w:lineRule="auto"/>
      <w:outlineLvl w:val="1"/>
    </w:pPr>
    <w:rPr>
      <w:rFonts w:ascii="Georgia" w:hAnsi="Georgia"/>
      <w:b/>
      <w:bCs/>
      <w:caps/>
      <w:sz w:val="24"/>
      <w:szCs w:val="20"/>
      <w:lang w:eastAsia="en-US"/>
    </w:rPr>
  </w:style>
  <w:style w:type="paragraph" w:customStyle="1" w:styleId="BD123">
    <w:name w:val="BD_1.2.3"/>
    <w:basedOn w:val="a0"/>
    <w:link w:val="BD1230"/>
    <w:qFormat/>
    <w:rsid w:val="009B164C"/>
    <w:pPr>
      <w:widowControl/>
      <w:numPr>
        <w:ilvl w:val="2"/>
        <w:numId w:val="2"/>
      </w:numPr>
      <w:tabs>
        <w:tab w:val="left" w:pos="1134"/>
      </w:tabs>
      <w:autoSpaceDE/>
      <w:autoSpaceDN/>
      <w:adjustRightInd/>
      <w:spacing w:before="120" w:line="360" w:lineRule="auto"/>
      <w:ind w:left="0" w:firstLine="0"/>
      <w:jc w:val="both"/>
    </w:pPr>
    <w:rPr>
      <w:rFonts w:ascii="Georgia" w:hAnsi="Georgia"/>
      <w:sz w:val="24"/>
      <w:szCs w:val="24"/>
      <w:lang w:eastAsia="en-US"/>
    </w:rPr>
  </w:style>
  <w:style w:type="paragraph" w:customStyle="1" w:styleId="BD12">
    <w:name w:val="BD_1.2"/>
    <w:basedOn w:val="a0"/>
    <w:link w:val="BD120"/>
    <w:rsid w:val="003B6089"/>
    <w:pPr>
      <w:widowControl/>
      <w:tabs>
        <w:tab w:val="left" w:pos="1134"/>
      </w:tabs>
      <w:autoSpaceDE/>
      <w:autoSpaceDN/>
      <w:adjustRightInd/>
      <w:spacing w:before="120" w:line="360" w:lineRule="auto"/>
      <w:jc w:val="both"/>
    </w:pPr>
    <w:rPr>
      <w:rFonts w:ascii="Georgia" w:hAnsi="Georgia"/>
      <w:sz w:val="24"/>
      <w:szCs w:val="24"/>
      <w:lang w:eastAsia="en-US"/>
    </w:rPr>
  </w:style>
  <w:style w:type="paragraph" w:customStyle="1" w:styleId="BD1234">
    <w:name w:val="BD_1.2.3.4"/>
    <w:basedOn w:val="ab"/>
    <w:rsid w:val="003615F4"/>
    <w:pPr>
      <w:widowControl/>
      <w:tabs>
        <w:tab w:val="left" w:pos="1134"/>
      </w:tabs>
      <w:overflowPunct w:val="0"/>
      <w:spacing w:before="120" w:after="0" w:line="360" w:lineRule="auto"/>
      <w:ind w:firstLine="0"/>
      <w:jc w:val="both"/>
      <w:textAlignment w:val="baseline"/>
    </w:pPr>
    <w:rPr>
      <w:rFonts w:ascii="Georgia" w:hAnsi="Georgia"/>
      <w:sz w:val="24"/>
      <w:szCs w:val="24"/>
      <w:lang w:eastAsia="en-US"/>
    </w:rPr>
  </w:style>
  <w:style w:type="paragraph" w:styleId="ab">
    <w:name w:val="Body Text First Indent"/>
    <w:basedOn w:val="a4"/>
    <w:link w:val="ac"/>
    <w:uiPriority w:val="99"/>
    <w:semiHidden/>
    <w:unhideWhenUsed/>
    <w:rsid w:val="003615F4"/>
    <w:pPr>
      <w:spacing w:after="120"/>
      <w:ind w:left="0" w:firstLine="210"/>
    </w:pPr>
    <w:rPr>
      <w:sz w:val="22"/>
      <w:szCs w:val="22"/>
    </w:rPr>
  </w:style>
  <w:style w:type="character" w:customStyle="1" w:styleId="ac">
    <w:name w:val="Красная строка Знак"/>
    <w:basedOn w:val="a5"/>
    <w:link w:val="ab"/>
    <w:uiPriority w:val="99"/>
    <w:semiHidden/>
    <w:locked/>
    <w:rsid w:val="003615F4"/>
    <w:rPr>
      <w:rFonts w:ascii="Times New Roman" w:hAnsi="Times New Roman" w:cs="Times New Roman"/>
    </w:rPr>
  </w:style>
  <w:style w:type="character" w:customStyle="1" w:styleId="BD120">
    <w:name w:val="BD_1.2 Знак Знак"/>
    <w:link w:val="BD12"/>
    <w:locked/>
    <w:rsid w:val="003B6089"/>
    <w:rPr>
      <w:rFonts w:ascii="Georgia" w:hAnsi="Georgia"/>
      <w:sz w:val="24"/>
      <w:lang w:val="x-none" w:eastAsia="en-US"/>
    </w:rPr>
  </w:style>
  <w:style w:type="paragraph" w:customStyle="1" w:styleId="BD0">
    <w:name w:val="BD_основной текст"/>
    <w:basedOn w:val="a0"/>
    <w:link w:val="BD2"/>
    <w:rsid w:val="003B6089"/>
    <w:pPr>
      <w:widowControl/>
      <w:tabs>
        <w:tab w:val="left" w:pos="0"/>
        <w:tab w:val="left" w:pos="1134"/>
      </w:tabs>
      <w:autoSpaceDE/>
      <w:autoSpaceDN/>
      <w:adjustRightInd/>
      <w:spacing w:before="120" w:line="360" w:lineRule="auto"/>
      <w:ind w:firstLine="1134"/>
      <w:jc w:val="both"/>
    </w:pPr>
    <w:rPr>
      <w:rFonts w:ascii="Georgia" w:hAnsi="Georgia"/>
      <w:bCs/>
      <w:sz w:val="24"/>
      <w:szCs w:val="24"/>
      <w:lang w:eastAsia="en-US"/>
    </w:rPr>
  </w:style>
  <w:style w:type="character" w:customStyle="1" w:styleId="BD1230">
    <w:name w:val="BD_1.2.3 Знак Знак"/>
    <w:link w:val="BD123"/>
    <w:locked/>
    <w:rsid w:val="009B164C"/>
    <w:rPr>
      <w:rFonts w:ascii="Georgia" w:hAnsi="Georgia"/>
      <w:sz w:val="24"/>
      <w:szCs w:val="24"/>
      <w:lang w:eastAsia="en-US"/>
    </w:rPr>
  </w:style>
  <w:style w:type="paragraph" w:customStyle="1" w:styleId="BD">
    <w:name w:val="BD_Маркер"/>
    <w:basedOn w:val="a0"/>
    <w:link w:val="BD3"/>
    <w:rsid w:val="009E00F0"/>
    <w:pPr>
      <w:widowControl/>
      <w:numPr>
        <w:numId w:val="3"/>
      </w:numPr>
      <w:tabs>
        <w:tab w:val="num" w:pos="720"/>
      </w:tabs>
      <w:autoSpaceDE/>
      <w:autoSpaceDN/>
      <w:adjustRightInd/>
      <w:spacing w:before="120" w:line="360" w:lineRule="auto"/>
      <w:ind w:left="720" w:hanging="720"/>
      <w:jc w:val="both"/>
    </w:pPr>
    <w:rPr>
      <w:rFonts w:ascii="Georgia" w:hAnsi="Georgia"/>
      <w:sz w:val="24"/>
      <w:szCs w:val="24"/>
      <w:lang w:eastAsia="en-US"/>
    </w:rPr>
  </w:style>
  <w:style w:type="paragraph" w:customStyle="1" w:styleId="ad">
    <w:name w:val="маркер"/>
    <w:basedOn w:val="BD"/>
    <w:link w:val="ae"/>
    <w:uiPriority w:val="1"/>
    <w:qFormat/>
    <w:rsid w:val="00547E82"/>
  </w:style>
  <w:style w:type="paragraph" w:customStyle="1" w:styleId="BD11">
    <w:name w:val="BD_1.1"/>
    <w:basedOn w:val="BD0"/>
    <w:link w:val="BD110"/>
    <w:uiPriority w:val="1"/>
    <w:qFormat/>
    <w:rsid w:val="00C63B4D"/>
    <w:pPr>
      <w:numPr>
        <w:ilvl w:val="1"/>
        <w:numId w:val="6"/>
      </w:numPr>
      <w:tabs>
        <w:tab w:val="clear" w:pos="0"/>
      </w:tabs>
      <w:ind w:left="0" w:firstLine="0"/>
    </w:pPr>
  </w:style>
  <w:style w:type="character" w:customStyle="1" w:styleId="BD3">
    <w:name w:val="BD_Маркер Знак"/>
    <w:basedOn w:val="a1"/>
    <w:link w:val="BD"/>
    <w:locked/>
    <w:rsid w:val="009E00F0"/>
    <w:rPr>
      <w:rFonts w:ascii="Georgia" w:hAnsi="Georgia" w:cs="Times New Roman"/>
      <w:sz w:val="24"/>
      <w:szCs w:val="24"/>
      <w:lang w:val="x-none" w:eastAsia="en-US"/>
    </w:rPr>
  </w:style>
  <w:style w:type="character" w:customStyle="1" w:styleId="ae">
    <w:name w:val="маркер Знак"/>
    <w:basedOn w:val="BD3"/>
    <w:link w:val="ad"/>
    <w:uiPriority w:val="1"/>
    <w:locked/>
    <w:rsid w:val="00547E82"/>
    <w:rPr>
      <w:rFonts w:ascii="Georgia" w:hAnsi="Georgia" w:cs="Times New Roman"/>
      <w:sz w:val="24"/>
      <w:szCs w:val="24"/>
      <w:lang w:val="x-none" w:eastAsia="en-US"/>
    </w:rPr>
  </w:style>
  <w:style w:type="paragraph" w:customStyle="1" w:styleId="1">
    <w:name w:val="СТАТЬЯ 1"/>
    <w:basedOn w:val="a"/>
    <w:link w:val="12"/>
    <w:uiPriority w:val="1"/>
    <w:qFormat/>
    <w:rsid w:val="00DF23CB"/>
    <w:pPr>
      <w:numPr>
        <w:numId w:val="5"/>
      </w:numPr>
    </w:pPr>
    <w:rPr>
      <w:b w:val="0"/>
      <w:bCs w:val="0"/>
      <w:caps w:val="0"/>
    </w:rPr>
  </w:style>
  <w:style w:type="character" w:customStyle="1" w:styleId="BD2">
    <w:name w:val="BD_основной текст Знак"/>
    <w:basedOn w:val="a1"/>
    <w:link w:val="BD0"/>
    <w:locked/>
    <w:rsid w:val="00DF23CB"/>
    <w:rPr>
      <w:rFonts w:ascii="Georgia" w:hAnsi="Georgia" w:cs="Times New Roman"/>
      <w:bCs/>
      <w:sz w:val="24"/>
      <w:szCs w:val="24"/>
      <w:lang w:val="x-none" w:eastAsia="en-US"/>
    </w:rPr>
  </w:style>
  <w:style w:type="character" w:customStyle="1" w:styleId="BD110">
    <w:name w:val="BD_1.1 Знак"/>
    <w:basedOn w:val="BD2"/>
    <w:link w:val="BD11"/>
    <w:uiPriority w:val="1"/>
    <w:locked/>
    <w:rsid w:val="00C63B4D"/>
    <w:rPr>
      <w:rFonts w:ascii="Georgia" w:hAnsi="Georgia" w:cs="Times New Roman"/>
      <w:bCs/>
      <w:sz w:val="24"/>
      <w:szCs w:val="24"/>
      <w:lang w:val="x-none" w:eastAsia="en-US"/>
    </w:rPr>
  </w:style>
  <w:style w:type="paragraph" w:customStyle="1" w:styleId="BD10">
    <w:name w:val="BD!!! ___Статья 1"/>
    <w:basedOn w:val="a"/>
    <w:link w:val="BD13"/>
    <w:autoRedefine/>
    <w:uiPriority w:val="1"/>
    <w:qFormat/>
    <w:rsid w:val="009B164C"/>
    <w:pPr>
      <w:tabs>
        <w:tab w:val="clear" w:pos="1377"/>
      </w:tabs>
      <w:ind w:left="1134" w:firstLine="0"/>
      <w:jc w:val="left"/>
    </w:pPr>
    <w:rPr>
      <w:bCs w:val="0"/>
    </w:rPr>
  </w:style>
  <w:style w:type="character" w:customStyle="1" w:styleId="a6">
    <w:name w:val="Абзац списка Знак"/>
    <w:basedOn w:val="a1"/>
    <w:link w:val="a"/>
    <w:uiPriority w:val="1"/>
    <w:locked/>
    <w:rsid w:val="00564CE0"/>
    <w:rPr>
      <w:rFonts w:ascii="Georgia" w:hAnsi="Georgia"/>
      <w:b/>
      <w:bCs/>
      <w:caps/>
      <w:sz w:val="24"/>
      <w:szCs w:val="24"/>
      <w:lang w:eastAsia="en-US"/>
    </w:rPr>
  </w:style>
  <w:style w:type="character" w:customStyle="1" w:styleId="12">
    <w:name w:val="СТАТЬЯ 1 Знак"/>
    <w:basedOn w:val="a6"/>
    <w:link w:val="1"/>
    <w:uiPriority w:val="1"/>
    <w:locked/>
    <w:rsid w:val="00DF23CB"/>
    <w:rPr>
      <w:rFonts w:ascii="Georgia" w:hAnsi="Georgia"/>
      <w:b w:val="0"/>
      <w:bCs w:val="0"/>
      <w:caps w:val="0"/>
      <w:sz w:val="24"/>
      <w:szCs w:val="24"/>
      <w:lang w:eastAsia="en-US"/>
    </w:rPr>
  </w:style>
  <w:style w:type="character" w:customStyle="1" w:styleId="BD13">
    <w:name w:val="BD!!! ___Статья 1 Знак"/>
    <w:basedOn w:val="a6"/>
    <w:link w:val="BD10"/>
    <w:uiPriority w:val="1"/>
    <w:locked/>
    <w:rsid w:val="009B164C"/>
    <w:rPr>
      <w:rFonts w:ascii="Georgia" w:hAnsi="Georgia"/>
      <w:b/>
      <w:bCs w:val="0"/>
      <w:caps/>
      <w:sz w:val="24"/>
      <w:szCs w:val="24"/>
      <w:lang w:eastAsia="en-US"/>
    </w:rPr>
  </w:style>
  <w:style w:type="paragraph" w:styleId="af">
    <w:name w:val="Balloon Text"/>
    <w:basedOn w:val="a0"/>
    <w:link w:val="af0"/>
    <w:uiPriority w:val="99"/>
    <w:semiHidden/>
    <w:unhideWhenUsed/>
    <w:rsid w:val="00C63B4D"/>
    <w:rPr>
      <w:rFonts w:ascii="Tahoma" w:hAnsi="Tahoma" w:cs="Tahoma"/>
      <w:sz w:val="16"/>
      <w:szCs w:val="16"/>
    </w:rPr>
  </w:style>
  <w:style w:type="character" w:customStyle="1" w:styleId="af0">
    <w:name w:val="Текст выноски Знак"/>
    <w:basedOn w:val="a1"/>
    <w:link w:val="af"/>
    <w:uiPriority w:val="99"/>
    <w:semiHidden/>
    <w:rsid w:val="00C63B4D"/>
    <w:rPr>
      <w:rFonts w:ascii="Tahoma" w:hAnsi="Tahoma" w:cs="Tahoma"/>
      <w:sz w:val="16"/>
      <w:szCs w:val="16"/>
    </w:rPr>
  </w:style>
  <w:style w:type="paragraph" w:styleId="af1">
    <w:name w:val="Revision"/>
    <w:hidden/>
    <w:uiPriority w:val="99"/>
    <w:semiHidden/>
    <w:rsid w:val="00275708"/>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ffin.ru/services/broker/docs.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18</Pages>
  <Words>5506</Words>
  <Characters>33040</Characters>
  <Application>Microsoft Office Word</Application>
  <DocSecurity>0</DocSecurity>
  <Lines>1376</Lines>
  <Paragraphs>631</Paragraphs>
  <ScaleCrop>false</ScaleCrop>
  <HeadingPairs>
    <vt:vector size="2" baseType="variant">
      <vt:variant>
        <vt:lpstr>Название</vt:lpstr>
      </vt:variant>
      <vt:variant>
        <vt:i4>1</vt:i4>
      </vt:variant>
    </vt:vector>
  </HeadingPairs>
  <TitlesOfParts>
    <vt:vector size="1" baseType="lpstr">
      <vt:lpstr>Приложение №11</vt:lpstr>
    </vt:vector>
  </TitlesOfParts>
  <Company/>
  <LinksUpToDate>false</LinksUpToDate>
  <CharactersWithSpaces>37915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№11</dc:title>
  <dc:creator>SalovarovR</dc:creator>
  <cp:lastModifiedBy>Саловаров Роман Павлович</cp:lastModifiedBy>
  <cp:revision>12</cp:revision>
  <dcterms:created xsi:type="dcterms:W3CDTF">2018-05-18T14:09:00Z</dcterms:created>
  <dcterms:modified xsi:type="dcterms:W3CDTF">2020-12-22T18:28:00Z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2013</vt:lpwstr>
  </property>
</Properties>
</file>