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CF2" w:rsidRPr="00A82E72" w:rsidRDefault="00950CF2">
      <w:pPr>
        <w:spacing w:before="62"/>
        <w:ind w:left="1002"/>
        <w:rPr>
          <w:b/>
          <w:sz w:val="24"/>
        </w:rPr>
      </w:pPr>
      <w:bookmarkStart w:id="0" w:name="_GoBack"/>
      <w:bookmarkEnd w:id="0"/>
    </w:p>
    <w:p w:rsidR="003740BF" w:rsidRPr="00A82E72" w:rsidRDefault="00752AB4">
      <w:pPr>
        <w:spacing w:before="62"/>
        <w:ind w:left="1002"/>
        <w:rPr>
          <w:b/>
          <w:sz w:val="24"/>
        </w:rPr>
      </w:pPr>
      <w:r w:rsidRPr="00A82E72">
        <w:rPr>
          <w:b/>
          <w:sz w:val="24"/>
        </w:rPr>
        <w:t>Перечень документов</w:t>
      </w:r>
      <w:r w:rsidR="00D02BE2">
        <w:rPr>
          <w:b/>
          <w:sz w:val="24"/>
        </w:rPr>
        <w:t>, представляемых Клиентом</w:t>
      </w:r>
      <w:r w:rsidRPr="00A82E72">
        <w:rPr>
          <w:b/>
          <w:sz w:val="24"/>
        </w:rPr>
        <w:t>.</w:t>
      </w:r>
    </w:p>
    <w:p w:rsidR="003740BF" w:rsidRPr="00A82E72" w:rsidRDefault="00752AB4" w:rsidP="00A82E72">
      <w:pPr>
        <w:pStyle w:val="1"/>
        <w:numPr>
          <w:ilvl w:val="0"/>
          <w:numId w:val="3"/>
        </w:numPr>
        <w:tabs>
          <w:tab w:val="left" w:pos="567"/>
        </w:tabs>
        <w:spacing w:before="119"/>
        <w:ind w:left="0" w:firstLine="0"/>
      </w:pPr>
      <w:r w:rsidRPr="00A82E72">
        <w:t xml:space="preserve">Перечень документов, </w:t>
      </w:r>
      <w:r w:rsidR="00CF15E5" w:rsidRPr="00CF15E5">
        <w:t xml:space="preserve">представляемых </w:t>
      </w:r>
      <w:r w:rsidR="002E41E6">
        <w:t xml:space="preserve">российским </w:t>
      </w:r>
      <w:r w:rsidRPr="00A82E72">
        <w:t>юридическим лицом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5671"/>
        <w:gridCol w:w="3708"/>
      </w:tblGrid>
      <w:tr w:rsidR="003740BF" w:rsidRPr="00A82E72" w:rsidTr="00A82E72">
        <w:trPr>
          <w:trHeight w:val="462"/>
        </w:trPr>
        <w:tc>
          <w:tcPr>
            <w:tcW w:w="827" w:type="dxa"/>
          </w:tcPr>
          <w:p w:rsidR="003740BF" w:rsidRPr="00A82E72" w:rsidRDefault="003740B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29" w:lineRule="exact"/>
              <w:ind w:left="1624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708" w:type="dxa"/>
          </w:tcPr>
          <w:p w:rsidR="003740BF" w:rsidRPr="00A82E72" w:rsidRDefault="00752AB4" w:rsidP="00A82E72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1.1.</w:t>
            </w:r>
          </w:p>
        </w:tc>
        <w:tc>
          <w:tcPr>
            <w:tcW w:w="5671" w:type="dxa"/>
          </w:tcPr>
          <w:p w:rsidR="003740BF" w:rsidRPr="00A82E72" w:rsidRDefault="00B22931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</w:t>
            </w:r>
            <w:r>
              <w:rPr>
                <w:sz w:val="20"/>
              </w:rPr>
              <w:t>о</w:t>
            </w:r>
            <w:r w:rsidRPr="00A82E72">
              <w:rPr>
                <w:sz w:val="20"/>
              </w:rPr>
              <w:t xml:space="preserve"> </w:t>
            </w:r>
            <w:r w:rsidR="00752AB4" w:rsidRPr="00A82E72">
              <w:rPr>
                <w:sz w:val="20"/>
              </w:rPr>
              <w:t>о государственной регистрации юридического лица (в случае регистрации юридического после 1 июля 2002 года)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52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1.2.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Свидетельства о внесении записи Единый государственный реестр юридических лиц (ЕГРЮЛ) о юридическом лице, зарегистрированном до 1 июля 2002 года (в случае регистрации юридического до 1 июля 2002 года)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before="2"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72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1.3.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704"/>
              <w:rPr>
                <w:sz w:val="20"/>
              </w:rPr>
            </w:pPr>
            <w:r w:rsidRPr="00A82E72">
              <w:rPr>
                <w:sz w:val="20"/>
              </w:rPr>
              <w:t>Учредительные документы с зарегистрированными изменениями и дополнениями</w:t>
            </w:r>
          </w:p>
        </w:tc>
        <w:tc>
          <w:tcPr>
            <w:tcW w:w="3708" w:type="dxa"/>
          </w:tcPr>
          <w:p w:rsidR="003740BF" w:rsidRPr="00A82E72" w:rsidRDefault="005903AE" w:rsidP="005903AE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Копия, заверенная нотариусом или подписью Уполномоченного лица Клиента и печатью организации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1.4.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российской организации в налоговом органе по месту ее нахождения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1.5.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Выписка из единого государственного реестра юридических лиц (выданная не более 9 рабочих дней до даты предоставления комплекта документов Организации)</w:t>
            </w:r>
          </w:p>
        </w:tc>
        <w:tc>
          <w:tcPr>
            <w:tcW w:w="3708" w:type="dxa"/>
          </w:tcPr>
          <w:p w:rsidR="003740BF" w:rsidRPr="00A82E72" w:rsidRDefault="00752AB4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Оригинал, заверенный налоговым органом</w:t>
            </w:r>
            <w:r w:rsidR="00060A9E" w:rsidRPr="00A82E72">
              <w:rPr>
                <w:sz w:val="20"/>
              </w:rPr>
              <w:t xml:space="preserve"> в бумажном или электронном виде,</w:t>
            </w:r>
            <w:r w:rsidRPr="00A82E72">
              <w:rPr>
                <w:sz w:val="20"/>
              </w:rPr>
              <w:t xml:space="preserve"> либо копия, заверенная нотариусом</w:t>
            </w:r>
            <w:r w:rsidR="00060A9E" w:rsidRPr="00A82E72">
              <w:rPr>
                <w:sz w:val="20"/>
              </w:rPr>
              <w:t xml:space="preserve"> 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1.6.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45"/>
              <w:rPr>
                <w:sz w:val="20"/>
              </w:rPr>
            </w:pPr>
            <w:r w:rsidRPr="00A82E72">
              <w:rPr>
                <w:sz w:val="20"/>
              </w:rPr>
              <w:t xml:space="preserve">Лицензии </w:t>
            </w:r>
            <w:r w:rsidR="005227B6" w:rsidRPr="00611613">
              <w:rPr>
                <w:sz w:val="20"/>
              </w:rPr>
              <w:t>(выписка из реестра профессиональных участников рынка ценных бумаг</w:t>
            </w:r>
            <w:r w:rsidR="005227B6">
              <w:rPr>
                <w:sz w:val="20"/>
              </w:rPr>
              <w:t>)</w:t>
            </w:r>
            <w:r w:rsidR="005227B6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/ разрешения на занятие соответствующими видами деятельности, осуществление которых требует получение соответствующих лицензий / разрешений (при наличии)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line="276" w:lineRule="auto"/>
              <w:ind w:right="532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1.7.</w:t>
            </w:r>
          </w:p>
        </w:tc>
        <w:tc>
          <w:tcPr>
            <w:tcW w:w="5671" w:type="dxa"/>
          </w:tcPr>
          <w:p w:rsidR="00CA767B" w:rsidRPr="00A82E72" w:rsidRDefault="00752AB4">
            <w:pPr>
              <w:pStyle w:val="TableParagraph"/>
              <w:spacing w:before="2" w:line="276" w:lineRule="auto"/>
              <w:ind w:left="110" w:right="334"/>
              <w:rPr>
                <w:sz w:val="20"/>
              </w:rPr>
            </w:pPr>
            <w:r w:rsidRPr="00A82E72">
              <w:rPr>
                <w:sz w:val="20"/>
              </w:rPr>
              <w:t>Карточка с образцами подписей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лица.</w:t>
            </w:r>
          </w:p>
        </w:tc>
        <w:tc>
          <w:tcPr>
            <w:tcW w:w="3708" w:type="dxa"/>
          </w:tcPr>
          <w:p w:rsidR="003740BF" w:rsidRPr="00A82E72" w:rsidRDefault="00752AB4" w:rsidP="005903AE">
            <w:pPr>
              <w:pStyle w:val="TableParagraph"/>
              <w:spacing w:before="2" w:line="276" w:lineRule="auto"/>
              <w:ind w:right="862"/>
              <w:rPr>
                <w:sz w:val="20"/>
              </w:rPr>
            </w:pPr>
            <w:r w:rsidRPr="00A82E72">
              <w:rPr>
                <w:sz w:val="20"/>
              </w:rPr>
              <w:t xml:space="preserve">Оригинал, удостоверенный </w:t>
            </w:r>
            <w:r w:rsidR="005903AE" w:rsidRPr="00A82E72">
              <w:rPr>
                <w:sz w:val="20"/>
              </w:rPr>
              <w:t xml:space="preserve">нотариусом или кредитной организацией </w:t>
            </w:r>
            <w:r w:rsidRPr="00A82E72">
              <w:rPr>
                <w:sz w:val="20"/>
              </w:rPr>
              <w:t>либо нотариально заверенная копия нотариально удостоверенного оригинала</w:t>
            </w:r>
          </w:p>
        </w:tc>
      </w:tr>
      <w:tr w:rsidR="003740BF" w:rsidRPr="00A82E72" w:rsidTr="00A82E72">
        <w:trPr>
          <w:trHeight w:val="1521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1.8.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полномочия единоличного исполнительного органа юридического лица (протокол уполномоченного органа или решение единственного учредителя / участника / акционера о назначении или о продлении полномочий)</w:t>
            </w:r>
          </w:p>
        </w:tc>
        <w:tc>
          <w:tcPr>
            <w:tcW w:w="3708" w:type="dxa"/>
          </w:tcPr>
          <w:p w:rsidR="003740BF" w:rsidRPr="00CA767B" w:rsidRDefault="00752AB4">
            <w:pPr>
              <w:pStyle w:val="TableParagraph"/>
              <w:spacing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</w:tbl>
    <w:p w:rsidR="003740BF" w:rsidRPr="00A82E72" w:rsidRDefault="003740BF">
      <w:pPr>
        <w:spacing w:line="229" w:lineRule="exact"/>
        <w:rPr>
          <w:sz w:val="20"/>
        </w:rPr>
        <w:sectPr w:rsidR="003740BF" w:rsidRPr="00A82E72" w:rsidSect="00A82E72">
          <w:headerReference w:type="default" r:id="rId7"/>
          <w:type w:val="continuous"/>
          <w:pgSz w:w="11910" w:h="16840"/>
          <w:pgMar w:top="567" w:right="567" w:bottom="567" w:left="1134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71"/>
        <w:gridCol w:w="3967"/>
      </w:tblGrid>
      <w:tr w:rsidR="003740BF" w:rsidRPr="00A82E72" w:rsidTr="005903AE">
        <w:trPr>
          <w:trHeight w:val="993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1.</w:t>
            </w:r>
            <w:r w:rsidR="006568E0" w:rsidRPr="00A82E72">
              <w:rPr>
                <w:sz w:val="20"/>
              </w:rPr>
              <w:t>9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 w:rsidP="00136349">
            <w:pPr>
              <w:pStyle w:val="TableParagraph"/>
              <w:spacing w:before="2"/>
              <w:ind w:left="110" w:right="118"/>
              <w:rPr>
                <w:sz w:val="20"/>
              </w:rPr>
            </w:pPr>
            <w:r w:rsidRPr="00A82E72">
              <w:rPr>
                <w:sz w:val="20"/>
              </w:rPr>
              <w:t>Договор аренды нежилого помещения</w:t>
            </w:r>
            <w:r w:rsidR="00060A9E" w:rsidRPr="00A82E72">
              <w:rPr>
                <w:sz w:val="20"/>
              </w:rPr>
              <w:t>/</w:t>
            </w:r>
            <w:r w:rsidR="00100C4C">
              <w:rPr>
                <w:sz w:val="20"/>
              </w:rPr>
              <w:t xml:space="preserve">выписка из ЕГРН или </w:t>
            </w:r>
            <w:r w:rsidR="00060A9E" w:rsidRPr="00A82E72">
              <w:rPr>
                <w:sz w:val="20"/>
              </w:rPr>
              <w:t xml:space="preserve">свидетельство о праве собственности на помещение по адресу нахождения </w:t>
            </w:r>
            <w:r w:rsidR="00100C4C">
              <w:rPr>
                <w:sz w:val="20"/>
              </w:rPr>
              <w:t xml:space="preserve">или фактическому адресу </w:t>
            </w:r>
            <w:r w:rsidR="00060A9E" w:rsidRPr="00A82E72">
              <w:rPr>
                <w:sz w:val="20"/>
              </w:rPr>
              <w:t xml:space="preserve">юридического лица 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  <w:tr w:rsidR="003740BF" w:rsidRPr="00A82E72" w:rsidTr="005903AE">
        <w:trPr>
          <w:trHeight w:val="995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10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243"/>
              <w:rPr>
                <w:sz w:val="20"/>
              </w:rPr>
            </w:pPr>
            <w:r w:rsidRPr="00A82E72">
              <w:rPr>
                <w:sz w:val="20"/>
              </w:rPr>
              <w:t>Доверенность, если интересы юридического лица представляет не единоличный исполнительный орган, а доверенное лицо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3740BF" w:rsidRPr="00A82E72" w:rsidTr="005903AE">
        <w:trPr>
          <w:trHeight w:val="152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bookmarkStart w:id="1" w:name="_Hlk4070652"/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11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71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 лица, наделенного полномочиями действовать от имени юридического лица без доверенности, а также представителя юридического лица и документ, подтверждающий адрес места пребывания гражданина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76" w:lineRule="auto"/>
              <w:ind w:right="237"/>
              <w:rPr>
                <w:sz w:val="20"/>
              </w:rPr>
            </w:pPr>
            <w:r w:rsidRPr="00A82E72">
              <w:rPr>
                <w:sz w:val="20"/>
              </w:rPr>
              <w:t>Копия (оригинал предоставляется для сверки)</w:t>
            </w:r>
          </w:p>
        </w:tc>
      </w:tr>
      <w:bookmarkEnd w:id="1"/>
      <w:tr w:rsidR="003740BF" w:rsidRPr="00A82E72" w:rsidTr="005903AE">
        <w:trPr>
          <w:trHeight w:val="205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1565E8" w:rsidRPr="00A82E72" w:rsidRDefault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письмо/отзыв о деловой репутации юридического лица со стороны других клиентов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 xml:space="preserve">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>)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  <w:r w:rsidR="004C260D">
              <w:rPr>
                <w:sz w:val="20"/>
              </w:rPr>
              <w:t xml:space="preserve">, </w:t>
            </w:r>
            <w:r w:rsidR="004C260D" w:rsidRPr="004C260D">
              <w:rPr>
                <w:sz w:val="20"/>
              </w:rPr>
              <w:t>либо копия, заверенная нотариусом или подписью Уполномоченного лица Клиента и печатью Клиента</w:t>
            </w:r>
          </w:p>
        </w:tc>
      </w:tr>
      <w:tr w:rsidR="00752AB4" w:rsidRPr="00A82E72" w:rsidTr="005903AE">
        <w:trPr>
          <w:trHeight w:val="2051"/>
        </w:trPr>
        <w:tc>
          <w:tcPr>
            <w:tcW w:w="708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752AB4" w:rsidRPr="00A82E72" w:rsidRDefault="00752AB4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Сведения (документы) о финансовом положении:</w:t>
            </w:r>
          </w:p>
          <w:p w:rsidR="00752AB4" w:rsidRPr="00A82E72" w:rsidRDefault="00752AB4" w:rsidP="00752AB4">
            <w:pPr>
              <w:pStyle w:val="TableParagraph"/>
              <w:spacing w:before="2"/>
              <w:ind w:left="0"/>
              <w:rPr>
                <w:b/>
                <w:sz w:val="17"/>
              </w:rPr>
            </w:pP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  <w:tab w:val="left" w:pos="471"/>
              </w:tabs>
              <w:ind w:right="1047"/>
              <w:rPr>
                <w:sz w:val="20"/>
              </w:rPr>
            </w:pPr>
            <w:r w:rsidRPr="00A82E72">
              <w:rPr>
                <w:sz w:val="20"/>
              </w:rPr>
              <w:t>копии годовой бухгалтерской отчетности (бухгалтерский баланс, отчет о</w:t>
            </w:r>
            <w:r w:rsidRPr="00A82E72">
              <w:rPr>
                <w:spacing w:val="-19"/>
                <w:sz w:val="20"/>
              </w:rPr>
              <w:t xml:space="preserve"> </w:t>
            </w:r>
            <w:r w:rsidRPr="00A82E72">
              <w:rPr>
                <w:sz w:val="20"/>
              </w:rPr>
              <w:t>финансовом результате), и</w:t>
            </w:r>
            <w:r w:rsidRPr="00A82E72">
              <w:rPr>
                <w:spacing w:val="-4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97" w:hanging="359"/>
              <w:rPr>
                <w:sz w:val="20"/>
              </w:rPr>
            </w:pPr>
            <w:r w:rsidRPr="00A82E72">
              <w:rPr>
                <w:sz w:val="20"/>
              </w:rPr>
              <w:t>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и</w:t>
            </w:r>
            <w:r w:rsidRPr="00A82E72">
              <w:rPr>
                <w:spacing w:val="-26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317" w:hanging="359"/>
              <w:rPr>
                <w:sz w:val="20"/>
              </w:rPr>
            </w:pPr>
            <w:r w:rsidRPr="00A82E72">
              <w:rPr>
                <w:sz w:val="20"/>
              </w:rPr>
              <w:t>копия аудиторского заключения на годовой отчет</w:t>
            </w:r>
            <w:r w:rsidRPr="00A82E72">
              <w:rPr>
                <w:spacing w:val="-22"/>
                <w:sz w:val="20"/>
              </w:rPr>
              <w:t xml:space="preserve"> </w:t>
            </w:r>
            <w:r w:rsidRPr="00A82E72">
              <w:rPr>
                <w:sz w:val="20"/>
              </w:rPr>
              <w:t>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52" w:hanging="359"/>
              <w:rPr>
                <w:sz w:val="20"/>
              </w:rPr>
            </w:pPr>
            <w:r w:rsidRPr="00A82E72">
              <w:rPr>
                <w:sz w:val="20"/>
              </w:rPr>
              <w:t>оригинал справки об исполнении налогоплательщиком (плательщиком сборов, налоговым агентом) обязанности по уплате</w:t>
            </w:r>
            <w:r w:rsidRPr="00A82E72">
              <w:rPr>
                <w:spacing w:val="-21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налогов, сборов, пеней, штрафов, выданная налоговым органом;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20" w:hanging="359"/>
              <w:rPr>
                <w:sz w:val="20"/>
              </w:rPr>
            </w:pPr>
            <w:r w:rsidRPr="00A82E72">
              <w:rPr>
                <w:sz w:val="20"/>
              </w:rPr>
              <w:t xml:space="preserve">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</w:t>
            </w:r>
            <w:proofErr w:type="spellStart"/>
            <w:r w:rsidRPr="00A82E72">
              <w:rPr>
                <w:sz w:val="20"/>
              </w:rPr>
              <w:t>некредитную</w:t>
            </w:r>
            <w:proofErr w:type="spellEnd"/>
            <w:r w:rsidRPr="00A82E72">
              <w:rPr>
                <w:sz w:val="20"/>
              </w:rPr>
              <w:t xml:space="preserve"> финансовую организацию; 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  <w:tab w:val="left" w:pos="526"/>
              </w:tabs>
              <w:ind w:left="469" w:right="123" w:hanging="359"/>
              <w:rPr>
                <w:sz w:val="20"/>
              </w:rPr>
            </w:pPr>
            <w:r w:rsidRPr="00A82E72">
              <w:rPr>
                <w:sz w:val="20"/>
              </w:rPr>
              <w:t>сведения об отсутствии фактов неисполнения юридическим лицом своих денежных обязательств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по причине отсутствия денежных средств на банковских счетах;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spacing w:line="242" w:lineRule="auto"/>
              <w:ind w:left="470" w:right="760"/>
              <w:rPr>
                <w:sz w:val="20"/>
              </w:rPr>
            </w:pPr>
            <w:r w:rsidRPr="00A82E72">
              <w:rPr>
                <w:sz w:val="20"/>
              </w:rPr>
              <w:t>данные о рейтинге юридического лица,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размещенные в сети "Интернет" на сайтах международных рейтинговых агентств ("</w:t>
            </w:r>
            <w:proofErr w:type="spellStart"/>
            <w:r w:rsidRPr="00A82E72">
              <w:rPr>
                <w:sz w:val="20"/>
              </w:rPr>
              <w:t>Standard</w:t>
            </w:r>
            <w:proofErr w:type="spellEnd"/>
            <w:r w:rsidRPr="00A82E72">
              <w:rPr>
                <w:sz w:val="20"/>
              </w:rPr>
              <w:t xml:space="preserve"> &amp; </w:t>
            </w:r>
            <w:proofErr w:type="spellStart"/>
            <w:r w:rsidRPr="00A82E72">
              <w:rPr>
                <w:sz w:val="20"/>
              </w:rPr>
              <w:t>Poor's</w:t>
            </w:r>
            <w:proofErr w:type="spellEnd"/>
            <w:r w:rsidRPr="00A82E72">
              <w:rPr>
                <w:sz w:val="20"/>
              </w:rPr>
              <w:t>",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"</w:t>
            </w:r>
            <w:proofErr w:type="spellStart"/>
            <w:r w:rsidRPr="00A82E72">
              <w:rPr>
                <w:sz w:val="20"/>
              </w:rPr>
              <w:t>Fitch-Ratings</w:t>
            </w:r>
            <w:proofErr w:type="spellEnd"/>
            <w:r w:rsidRPr="00A82E72">
              <w:rPr>
                <w:sz w:val="20"/>
              </w:rPr>
              <w:t>", "</w:t>
            </w:r>
            <w:proofErr w:type="spellStart"/>
            <w:r w:rsidRPr="00A82E72">
              <w:rPr>
                <w:sz w:val="20"/>
              </w:rPr>
              <w:t>Moody's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Investors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Service</w:t>
            </w:r>
            <w:proofErr w:type="spellEnd"/>
            <w:r w:rsidRPr="00A82E72">
              <w:rPr>
                <w:sz w:val="20"/>
              </w:rPr>
              <w:t xml:space="preserve">" и другие) и национальных </w:t>
            </w:r>
            <w:r w:rsidRPr="00A82E72">
              <w:rPr>
                <w:sz w:val="20"/>
              </w:rPr>
              <w:lastRenderedPageBreak/>
              <w:t>рейтинговых агентств)</w:t>
            </w:r>
          </w:p>
          <w:p w:rsidR="001565E8" w:rsidRPr="00A82E72" w:rsidRDefault="00752AB4" w:rsidP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>Юридическое лицо, период деятельности которого не превышает трех месяцев со дня его регистрации, представляет копию бухгалтерской отчетности (бухгалтерский баланс, отчет о финансовом результате) на промежуточную дату</w:t>
            </w:r>
          </w:p>
        </w:tc>
        <w:tc>
          <w:tcPr>
            <w:tcW w:w="3967" w:type="dxa"/>
          </w:tcPr>
          <w:p w:rsidR="00752AB4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Копии документов должны быть заверены подписью Уполномоченного лица Клиента и печатью организации</w:t>
            </w:r>
          </w:p>
          <w:p w:rsidR="000229D6" w:rsidRDefault="000229D6">
            <w:pPr>
              <w:pStyle w:val="TableParagraph"/>
              <w:spacing w:line="229" w:lineRule="exact"/>
              <w:rPr>
                <w:sz w:val="20"/>
              </w:rPr>
            </w:pPr>
          </w:p>
          <w:p w:rsidR="00010745" w:rsidRPr="00C21279" w:rsidRDefault="000229D6">
            <w:pPr>
              <w:pStyle w:val="TableParagraph"/>
              <w:spacing w:line="229" w:lineRule="exact"/>
              <w:rPr>
                <w:sz w:val="20"/>
              </w:rPr>
            </w:pPr>
            <w:r w:rsidRPr="00C21279">
              <w:rPr>
                <w:sz w:val="20"/>
              </w:rPr>
              <w:t xml:space="preserve">Документ в электронном виде, полученный с использованием сервиса </w:t>
            </w:r>
            <w:r w:rsidR="00010745" w:rsidRPr="00C21279">
              <w:rPr>
                <w:sz w:val="20"/>
              </w:rPr>
              <w:t xml:space="preserve">bo.nalog.ru и </w:t>
            </w:r>
          </w:p>
          <w:p w:rsidR="000229D6" w:rsidRPr="00A82E72" w:rsidRDefault="000229D6">
            <w:pPr>
              <w:pStyle w:val="TableParagraph"/>
              <w:spacing w:line="229" w:lineRule="exact"/>
              <w:rPr>
                <w:sz w:val="20"/>
              </w:rPr>
            </w:pPr>
            <w:r w:rsidRPr="00C21279">
              <w:rPr>
                <w:sz w:val="20"/>
              </w:rPr>
              <w:t>заверенный налоговым органом</w:t>
            </w:r>
          </w:p>
        </w:tc>
      </w:tr>
      <w:tr w:rsidR="004A7412" w:rsidRPr="00A82E72" w:rsidTr="004A7412">
        <w:trPr>
          <w:trHeight w:val="710"/>
        </w:trPr>
        <w:tc>
          <w:tcPr>
            <w:tcW w:w="708" w:type="dxa"/>
          </w:tcPr>
          <w:p w:rsidR="004A7412" w:rsidRPr="00A82E72" w:rsidRDefault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4A7412" w:rsidRPr="00A82E72" w:rsidRDefault="004A7412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Анкета клиента – юридического лица</w:t>
            </w:r>
          </w:p>
        </w:tc>
        <w:tc>
          <w:tcPr>
            <w:tcW w:w="3967" w:type="dxa"/>
          </w:tcPr>
          <w:p w:rsidR="004A7412" w:rsidRPr="00A82E72" w:rsidRDefault="004A7412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Оригинал, подписанный Уполномоченным лицом Клиента</w:t>
            </w:r>
          </w:p>
        </w:tc>
      </w:tr>
      <w:tr w:rsidR="00010745" w:rsidRPr="00A82E72" w:rsidTr="004A7412">
        <w:trPr>
          <w:trHeight w:val="710"/>
        </w:trPr>
        <w:tc>
          <w:tcPr>
            <w:tcW w:w="708" w:type="dxa"/>
          </w:tcPr>
          <w:p w:rsidR="00010745" w:rsidRPr="00C21279" w:rsidRDefault="00010745">
            <w:pPr>
              <w:pStyle w:val="TableParagraph"/>
              <w:spacing w:line="229" w:lineRule="exac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1.15. </w:t>
            </w:r>
          </w:p>
        </w:tc>
        <w:tc>
          <w:tcPr>
            <w:tcW w:w="5671" w:type="dxa"/>
          </w:tcPr>
          <w:p w:rsidR="00010745" w:rsidRPr="00010745" w:rsidRDefault="00010745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Анкета бенефициарного владельца (по форме Анкеты физического лица)</w:t>
            </w:r>
          </w:p>
        </w:tc>
        <w:tc>
          <w:tcPr>
            <w:tcW w:w="3967" w:type="dxa"/>
          </w:tcPr>
          <w:p w:rsidR="00010745" w:rsidRPr="00A82E72" w:rsidRDefault="00010745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010745">
              <w:rPr>
                <w:sz w:val="20"/>
              </w:rPr>
              <w:t>Оригинал, подписанный Уполномоченным лицом Клиента</w:t>
            </w:r>
          </w:p>
        </w:tc>
      </w:tr>
    </w:tbl>
    <w:p w:rsidR="003740BF" w:rsidRPr="00A82E72" w:rsidRDefault="003740BF">
      <w:pPr>
        <w:pStyle w:val="a3"/>
        <w:spacing w:before="2"/>
        <w:rPr>
          <w:b/>
          <w:sz w:val="12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93"/>
        <w:ind w:right="879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 w:rsidR="00CF15E5">
        <w:rPr>
          <w:b/>
          <w:sz w:val="20"/>
        </w:rPr>
        <w:t>представляемых</w:t>
      </w:r>
      <w:r w:rsidRPr="00A82E72">
        <w:rPr>
          <w:b/>
          <w:sz w:val="20"/>
        </w:rPr>
        <w:t xml:space="preserve"> </w:t>
      </w:r>
      <w:r w:rsidR="002E41E6">
        <w:rPr>
          <w:b/>
          <w:sz w:val="20"/>
        </w:rPr>
        <w:t xml:space="preserve">иностранным </w:t>
      </w:r>
      <w:r w:rsidRPr="00A82E72">
        <w:rPr>
          <w:b/>
          <w:sz w:val="20"/>
        </w:rPr>
        <w:t>юридическим лицом</w:t>
      </w:r>
      <w:r w:rsidR="002E41E6">
        <w:rPr>
          <w:b/>
          <w:sz w:val="20"/>
        </w:rPr>
        <w:t xml:space="preserve"> 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1037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6652"/>
        <w:gridCol w:w="3119"/>
      </w:tblGrid>
      <w:tr w:rsidR="003740BF" w:rsidRPr="00A82E72" w:rsidTr="00BE6785">
        <w:trPr>
          <w:trHeight w:val="462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119" w:type="dxa"/>
          </w:tcPr>
          <w:p w:rsidR="003740BF" w:rsidRPr="00A82E72" w:rsidRDefault="00752A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Форма документа</w:t>
            </w:r>
          </w:p>
        </w:tc>
      </w:tr>
      <w:tr w:rsidR="00BE6785" w:rsidRPr="00A82E72" w:rsidTr="00BE6785">
        <w:trPr>
          <w:trHeight w:val="845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2.1.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Свидетельство о государственной регистрации или иной</w:t>
            </w:r>
          </w:p>
        </w:tc>
        <w:tc>
          <w:tcPr>
            <w:tcW w:w="3119" w:type="dxa"/>
            <w:vMerge w:val="restart"/>
          </w:tcPr>
          <w:p w:rsidR="00BE6785" w:rsidRPr="00A82E72" w:rsidRDefault="00BE6785" w:rsidP="00F43ABC">
            <w:pPr>
              <w:pStyle w:val="TableParagraph"/>
              <w:tabs>
                <w:tab w:val="left" w:pos="2404"/>
                <w:tab w:val="left" w:pos="3758"/>
              </w:tabs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Легализованный оригинал с</w:t>
            </w:r>
          </w:p>
          <w:p w:rsidR="00BE6785" w:rsidRPr="00A82E72" w:rsidRDefault="00BE6785" w:rsidP="00F43ABC">
            <w:pPr>
              <w:pStyle w:val="TableParagraph"/>
              <w:tabs>
                <w:tab w:val="left" w:pos="2658"/>
              </w:tabs>
              <w:spacing w:before="14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Предоставлением нотариально</w:t>
            </w:r>
          </w:p>
          <w:p w:rsidR="00BE6785" w:rsidRPr="00A82E72" w:rsidRDefault="00BE6785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удостоверенного перевода на русский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я</w:t>
            </w:r>
            <w:r w:rsidRPr="00A82E72">
              <w:rPr>
                <w:sz w:val="20"/>
              </w:rPr>
              <w:t>зык</w:t>
            </w:r>
            <w:r>
              <w:rPr>
                <w:sz w:val="20"/>
              </w:rPr>
              <w:t>,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нотариальная копия такого легализованного документа, имеющего нотариально удостоверенный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>перевод на русский язык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(для документов, оформленных на территории стран – участниц Минской</w:t>
            </w:r>
            <w:r w:rsidR="00136349">
              <w:rPr>
                <w:sz w:val="20"/>
              </w:rPr>
              <w:t xml:space="preserve"> </w:t>
            </w:r>
            <w:r w:rsidR="00010745">
              <w:rPr>
                <w:sz w:val="20"/>
              </w:rPr>
              <w:t>«</w:t>
            </w:r>
            <w:r w:rsidRPr="00960C38">
              <w:rPr>
                <w:sz w:val="20"/>
              </w:rPr>
              <w:t>Конвенци</w:t>
            </w:r>
            <w:r>
              <w:rPr>
                <w:sz w:val="20"/>
              </w:rPr>
              <w:t>и</w:t>
            </w:r>
            <w:r w:rsidRPr="00960C38">
              <w:rPr>
                <w:sz w:val="20"/>
              </w:rPr>
              <w:t xml:space="preserve"> о правовой помощи и правовых отношениях по гражданским, семейным и уголовным делам</w:t>
            </w:r>
            <w:r w:rsidR="00010745">
              <w:rPr>
                <w:sz w:val="20"/>
              </w:rPr>
              <w:t>»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 w:rsidRPr="00960C38">
              <w:rPr>
                <w:sz w:val="20"/>
              </w:rPr>
              <w:t>22.01.1993</w:t>
            </w:r>
            <w:r>
              <w:rPr>
                <w:sz w:val="20"/>
              </w:rPr>
              <w:t>: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русском языке: в копии, заверенной нотариусом страны участницы;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иностранном языке: в нотариальной копии, содержащей нотариально заверенный перевод документа на русский язык.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(Страны участницы Минской Конвенции:</w:t>
            </w:r>
          </w:p>
          <w:p w:rsidR="00BE6785" w:rsidRPr="00A82E72" w:rsidRDefault="00BE6785" w:rsidP="00813351">
            <w:pPr>
              <w:pStyle w:val="TableParagraph"/>
              <w:spacing w:before="13"/>
              <w:rPr>
                <w:sz w:val="20"/>
              </w:rPr>
            </w:pPr>
            <w:r w:rsidRPr="00471C97">
              <w:rPr>
                <w:sz w:val="20"/>
              </w:rPr>
              <w:t>Армения, Беларусь, Казахстан, Российская Федерация, Таджикистан, Узбекистан, Украина, Кыргызстан, Молдова, Азербайджан, Грузия и Туркменистан</w:t>
            </w:r>
            <w:r>
              <w:rPr>
                <w:sz w:val="20"/>
              </w:rPr>
              <w:t xml:space="preserve">). </w:t>
            </w: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010745">
            <w:pPr>
              <w:pStyle w:val="TableParagraph"/>
              <w:spacing w:before="14"/>
              <w:rPr>
                <w:sz w:val="20"/>
              </w:rPr>
            </w:pPr>
            <w:r w:rsidRPr="00A82E72">
              <w:rPr>
                <w:sz w:val="20"/>
              </w:rPr>
              <w:t>Д</w:t>
            </w:r>
            <w:r w:rsidR="00BE6785" w:rsidRPr="00A82E72">
              <w:rPr>
                <w:sz w:val="20"/>
              </w:rPr>
              <w:t>окумент, подтверждающий инкорпорацию юридического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лица в соответствии с законодательством страны его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6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Инкорпорации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2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2.2.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Сертификат о юридическом адресе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информацию о юридическом адресе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2.3.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552"/>
                <w:tab w:val="left" w:pos="1972"/>
                <w:tab w:val="left" w:pos="3344"/>
                <w:tab w:val="left" w:pos="3995"/>
                <w:tab w:val="left" w:pos="4748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Сертификат о директорах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2502"/>
                <w:tab w:val="left" w:pos="4370"/>
              </w:tabs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полномочия единоличного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исполнительного органа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8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250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2.4.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5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Сертификат акционеров/Реестр акционеров или иной документ, подтверждающий информацию об акционерах юридического лица.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*В случае выпуска сертификата акций на предъявителя, необходимо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предоставить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письменном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виде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информацию о держателе данного сертификата (для компаний офшорных зон повышенного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риска)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46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2.5.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Учредительный Договор и Устав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2.6.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955"/>
                <w:tab w:val="left" w:pos="4141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Документы, раскрывающие бенефициарных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владельцев/учредителей юридического лица (Трастовый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Договор, Трастовая Декларация и пр.) Применимо при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условии владения доли в компании</w:t>
            </w:r>
            <w:r w:rsidR="005C275A">
              <w:rPr>
                <w:sz w:val="20"/>
              </w:rPr>
              <w:t>: для участников/акционеров: 5%; для бенефициарных владельцев: 25%.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60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343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2.7.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Документ,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подтверждающий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активный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статус</w:t>
            </w:r>
            <w:r w:rsidRPr="00A82E72">
              <w:rPr>
                <w:spacing w:val="-10"/>
                <w:sz w:val="20"/>
              </w:rPr>
              <w:t xml:space="preserve"> </w:t>
            </w:r>
            <w:r w:rsidRPr="00A82E72">
              <w:rPr>
                <w:sz w:val="20"/>
              </w:rPr>
              <w:t>юридического лица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нахождения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компании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государственном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реестре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по месту</w:t>
            </w:r>
            <w:r w:rsidRPr="00A82E72">
              <w:rPr>
                <w:spacing w:val="-3"/>
                <w:sz w:val="20"/>
              </w:rPr>
              <w:t xml:space="preserve"> </w:t>
            </w:r>
            <w:r w:rsidRPr="00A82E72">
              <w:rPr>
                <w:sz w:val="20"/>
              </w:rPr>
              <w:t>регистрации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Свидетельство о занимаемой должности и полномочиях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10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13" w:line="276" w:lineRule="auto"/>
              <w:ind w:right="97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*Данные документы необходимо предоставить в случае, если с момента регистрации компании прошло больше года.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18"/>
              </w:rPr>
            </w:pPr>
          </w:p>
        </w:tc>
      </w:tr>
      <w:tr w:rsidR="00BE6785" w:rsidRPr="00A82E72" w:rsidTr="00BE6785">
        <w:trPr>
          <w:trHeight w:val="993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2.8.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r w:rsidRPr="00A82E72">
              <w:rPr>
                <w:sz w:val="20"/>
              </w:rPr>
              <w:t>Копии лицензий, если Клиент осуществляет деятельность на финансовом рынке и действует в соответствии с лицензиями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cantSplit/>
          <w:trHeight w:val="335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2.9.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9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74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2.10.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Копии паспортов /удостоверения личности директора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акционера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бенефициарного владельца (-ев), Поверенного (-ых)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17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1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эта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иностранная организация имеет постоянное местонахождение в таком государстве и является резидентом этого государства по смыслу международного договора (соглашения), регулирующего вопросы налогообложения;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265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2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813351">
              <w:rPr>
                <w:sz w:val="20"/>
              </w:rPr>
              <w:t>В случае назначения представителя: 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619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2.</w:t>
            </w:r>
            <w:r w:rsidR="006922E0">
              <w:rPr>
                <w:w w:val="95"/>
                <w:sz w:val="20"/>
              </w:rPr>
              <w:t>13</w:t>
            </w:r>
            <w:r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813351" w:rsidRDefault="00BE6785" w:rsidP="00BE6785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BE6785">
              <w:rPr>
                <w:sz w:val="20"/>
              </w:rPr>
              <w:t xml:space="preserve">Карточка с образцами подписей или ее аналог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471C97" w:rsidRPr="00A82E72" w:rsidTr="00BE6785">
        <w:trPr>
          <w:trHeight w:val="1257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4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Нотариально удостоверенная копия Справки о постановке на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учет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налоговом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органе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РФ,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с</w:t>
            </w:r>
            <w:r w:rsidRPr="00A82E72">
              <w:rPr>
                <w:spacing w:val="-7"/>
                <w:sz w:val="20"/>
              </w:rPr>
              <w:t xml:space="preserve"> </w:t>
            </w:r>
            <w:r w:rsidRPr="00A82E72">
              <w:rPr>
                <w:sz w:val="20"/>
              </w:rPr>
              <w:t>указанием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ИНН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КПП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или Свидетельства об учете в налоговом органе с указанием КИО и КПП по установленной форме (при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наличии)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Нотариально заверенная копия</w:t>
            </w:r>
          </w:p>
        </w:tc>
      </w:tr>
      <w:tr w:rsidR="00471C97" w:rsidRPr="00A82E72" w:rsidTr="00BE6785">
        <w:trPr>
          <w:trHeight w:val="2051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5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 / отзыв о деловой репутации юридического лица со стороны других клиентов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 xml:space="preserve">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организации)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A82E72">
              <w:rPr>
                <w:sz w:val="20"/>
              </w:rPr>
              <w:t>Оригинал с предоставлением перевода на русский язык</w:t>
            </w:r>
          </w:p>
        </w:tc>
      </w:tr>
      <w:tr w:rsidR="006922E0" w:rsidRPr="00A82E72" w:rsidTr="00BE6785">
        <w:trPr>
          <w:trHeight w:val="2051"/>
        </w:trPr>
        <w:tc>
          <w:tcPr>
            <w:tcW w:w="600" w:type="dxa"/>
          </w:tcPr>
          <w:p w:rsidR="006922E0" w:rsidRPr="00A82E72" w:rsidRDefault="006922E0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2.16</w:t>
            </w:r>
          </w:p>
        </w:tc>
        <w:tc>
          <w:tcPr>
            <w:tcW w:w="6652" w:type="dxa"/>
          </w:tcPr>
          <w:p w:rsidR="006922E0" w:rsidRPr="006922E0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bookmarkStart w:id="2" w:name="_Hlk95155752"/>
            <w:r w:rsidRPr="006922E0">
              <w:rPr>
                <w:sz w:val="20"/>
              </w:rPr>
              <w:t>Документы, подтверждающие адрес проживания/регистрации директора, акционера, бенефициарного владельца, Поверенного. (Пример: банковская выписка, счет за электричество/воду/телефон и т.д.)</w:t>
            </w:r>
          </w:p>
          <w:p w:rsidR="006922E0" w:rsidRPr="006922E0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</w:p>
          <w:p w:rsidR="006922E0" w:rsidRPr="00A82E72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6922E0">
              <w:rPr>
                <w:sz w:val="20"/>
              </w:rPr>
              <w:t>Срок изготовления/выпуска документов не должен превышать 3 месяцев на момент предоставления документов</w:t>
            </w:r>
            <w:bookmarkEnd w:id="2"/>
          </w:p>
        </w:tc>
        <w:tc>
          <w:tcPr>
            <w:tcW w:w="3119" w:type="dxa"/>
          </w:tcPr>
          <w:p w:rsidR="006922E0" w:rsidRPr="00A82E72" w:rsidRDefault="005F0575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5F0575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471C97" w:rsidRPr="00A82E72" w:rsidTr="00BE6785">
        <w:trPr>
          <w:trHeight w:val="993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7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proofErr w:type="spellStart"/>
            <w:r w:rsidRPr="00A82E72">
              <w:rPr>
                <w:sz w:val="20"/>
              </w:rPr>
              <w:t>Аудированный</w:t>
            </w:r>
            <w:proofErr w:type="spellEnd"/>
            <w:r w:rsidRPr="00A82E72">
              <w:rPr>
                <w:sz w:val="20"/>
              </w:rPr>
              <w:t xml:space="preserve"> финансовый отчет за последний год</w:t>
            </w:r>
            <w:r w:rsidR="00DE0555">
              <w:rPr>
                <w:sz w:val="20"/>
              </w:rPr>
              <w:t xml:space="preserve">, срок составления отчета за который наступил, </w:t>
            </w:r>
            <w:r w:rsidRPr="00A82E72">
              <w:rPr>
                <w:sz w:val="20"/>
              </w:rPr>
              <w:t>или эквивалентные документы, подтверждающие источник средств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66"/>
              <w:rPr>
                <w:sz w:val="20"/>
              </w:rPr>
            </w:pPr>
            <w:r w:rsidRPr="00A82E72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4A7412" w:rsidRPr="00A82E72" w:rsidTr="00BE6785">
        <w:trPr>
          <w:trHeight w:val="586"/>
        </w:trPr>
        <w:tc>
          <w:tcPr>
            <w:tcW w:w="600" w:type="dxa"/>
          </w:tcPr>
          <w:p w:rsidR="004A7412" w:rsidRPr="00A82E72" w:rsidRDefault="004A7412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sz w:val="20"/>
              </w:rPr>
              <w:lastRenderedPageBreak/>
              <w:t>2.</w:t>
            </w:r>
            <w:r w:rsidR="00BE6785" w:rsidRPr="00A82E72">
              <w:rPr>
                <w:sz w:val="20"/>
              </w:rPr>
              <w:t>1</w:t>
            </w:r>
            <w:r w:rsidR="00BE6785">
              <w:rPr>
                <w:sz w:val="20"/>
              </w:rPr>
              <w:t>8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6652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Анкета клиента – юридического лица</w:t>
            </w:r>
          </w:p>
        </w:tc>
        <w:tc>
          <w:tcPr>
            <w:tcW w:w="3119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Оригинал, подписанный Уполномоченным лицом Клиента</w:t>
            </w:r>
          </w:p>
        </w:tc>
      </w:tr>
      <w:tr w:rsidR="00010745" w:rsidRPr="00A82E72" w:rsidTr="00BE6785">
        <w:trPr>
          <w:trHeight w:val="586"/>
        </w:trPr>
        <w:tc>
          <w:tcPr>
            <w:tcW w:w="600" w:type="dxa"/>
          </w:tcPr>
          <w:p w:rsidR="00010745" w:rsidRPr="00A82E72" w:rsidRDefault="0001074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>
              <w:rPr>
                <w:sz w:val="20"/>
              </w:rPr>
              <w:t>2.19.</w:t>
            </w:r>
          </w:p>
        </w:tc>
        <w:tc>
          <w:tcPr>
            <w:tcW w:w="6652" w:type="dxa"/>
          </w:tcPr>
          <w:p w:rsidR="00010745" w:rsidRPr="00A82E72" w:rsidRDefault="006922E0" w:rsidP="00D45EB4">
            <w:pPr>
              <w:pStyle w:val="a3"/>
              <w:ind w:left="151" w:right="226"/>
              <w:jc w:val="both"/>
            </w:pPr>
            <w:r>
              <w:t>Анкета</w:t>
            </w:r>
            <w:r w:rsidR="00010745">
              <w:t xml:space="preserve"> бенефициарного владельца (по форме Анкеты физического лица)</w:t>
            </w:r>
          </w:p>
        </w:tc>
        <w:tc>
          <w:tcPr>
            <w:tcW w:w="3119" w:type="dxa"/>
          </w:tcPr>
          <w:p w:rsidR="00010745" w:rsidRPr="00A82E72" w:rsidRDefault="00010745" w:rsidP="00D45EB4">
            <w:pPr>
              <w:pStyle w:val="a3"/>
              <w:ind w:left="151" w:right="226"/>
              <w:jc w:val="both"/>
            </w:pPr>
            <w:r w:rsidRPr="00010745">
              <w:t>Оригинал, подписанный Уполномоченным лицом Клиента</w:t>
            </w:r>
          </w:p>
        </w:tc>
      </w:tr>
      <w:tr w:rsidR="00BB541E" w:rsidRPr="00A82E72" w:rsidTr="00BE6785">
        <w:trPr>
          <w:trHeight w:val="586"/>
        </w:trPr>
        <w:tc>
          <w:tcPr>
            <w:tcW w:w="600" w:type="dxa"/>
          </w:tcPr>
          <w:p w:rsidR="00BB541E" w:rsidRPr="00A82E72" w:rsidRDefault="00BB541E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sz w:val="20"/>
              </w:rPr>
              <w:t>2.</w:t>
            </w:r>
            <w:r w:rsidR="00010745">
              <w:rPr>
                <w:sz w:val="20"/>
              </w:rPr>
              <w:t>20</w:t>
            </w:r>
          </w:p>
        </w:tc>
        <w:tc>
          <w:tcPr>
            <w:tcW w:w="6652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Сведения о банковских реквизитах, телефоне и</w:t>
            </w:r>
            <w:r w:rsidR="00136349">
              <w:t xml:space="preserve"> </w:t>
            </w:r>
            <w:r w:rsidRPr="00A82E72">
              <w:t>электронной почте Клиента</w:t>
            </w:r>
          </w:p>
        </w:tc>
        <w:tc>
          <w:tcPr>
            <w:tcW w:w="3119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За подписью Уполномоченного представителя Клиента</w:t>
            </w:r>
          </w:p>
        </w:tc>
      </w:tr>
    </w:tbl>
    <w:p w:rsidR="003740BF" w:rsidRPr="00A82E72" w:rsidRDefault="00752AB4">
      <w:pPr>
        <w:spacing w:before="5" w:line="276" w:lineRule="auto"/>
        <w:ind w:left="152" w:right="491"/>
        <w:rPr>
          <w:i/>
          <w:sz w:val="20"/>
        </w:rPr>
      </w:pPr>
      <w:r w:rsidRPr="00A82E72">
        <w:rPr>
          <w:i/>
          <w:sz w:val="20"/>
        </w:rPr>
        <w:t>*Срок изготовления/выпуска документов по пп.2.1-2.5, 2.7 не должен превышать 6 месяцев на момент предоставления документов</w:t>
      </w:r>
    </w:p>
    <w:p w:rsidR="003740BF" w:rsidRPr="00A82E72" w:rsidRDefault="002E41E6">
      <w:pPr>
        <w:pStyle w:val="a4"/>
        <w:numPr>
          <w:ilvl w:val="0"/>
          <w:numId w:val="3"/>
        </w:numPr>
        <w:tabs>
          <w:tab w:val="left" w:pos="374"/>
        </w:tabs>
        <w:spacing w:before="58" w:line="276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>
        <w:rPr>
          <w:b/>
          <w:sz w:val="20"/>
        </w:rPr>
        <w:t>представляемых физическим лицом, являющ</w:t>
      </w:r>
      <w:r w:rsidR="00CF15E5">
        <w:rPr>
          <w:b/>
          <w:sz w:val="20"/>
        </w:rPr>
        <w:t>и</w:t>
      </w:r>
      <w:r>
        <w:rPr>
          <w:b/>
          <w:sz w:val="20"/>
        </w:rPr>
        <w:t>мся гражданином РФ</w:t>
      </w:r>
      <w:r w:rsidR="00CF15E5">
        <w:rPr>
          <w:b/>
          <w:sz w:val="20"/>
        </w:rPr>
        <w:t xml:space="preserve"> (представляются при открытии счета – в случае представления Брокеру заявления о присоединении на бумажном носителе)</w:t>
      </w:r>
      <w:r>
        <w:rPr>
          <w:b/>
          <w:sz w:val="20"/>
        </w:rPr>
        <w:t>.</w:t>
      </w:r>
    </w:p>
    <w:p w:rsidR="003740BF" w:rsidRPr="00A82E72" w:rsidRDefault="003740BF">
      <w:pPr>
        <w:pStyle w:val="a3"/>
        <w:spacing w:before="4"/>
        <w:rPr>
          <w:b/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04"/>
        <w:gridCol w:w="4099"/>
      </w:tblGrid>
      <w:tr w:rsidR="003740BF" w:rsidRPr="00A82E72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29" w:lineRule="exact"/>
              <w:ind w:left="1591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099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8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651C87" w:rsidRPr="00A82E72">
        <w:trPr>
          <w:trHeight w:val="465"/>
        </w:trPr>
        <w:tc>
          <w:tcPr>
            <w:tcW w:w="600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18"/>
              </w:rPr>
            </w:pPr>
            <w:r w:rsidRPr="00A82E72">
              <w:rPr>
                <w:sz w:val="20"/>
              </w:rPr>
              <w:t>3.1.</w:t>
            </w:r>
          </w:p>
        </w:tc>
        <w:tc>
          <w:tcPr>
            <w:tcW w:w="5604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987E4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987E47">
              <w:rPr>
                <w:sz w:val="20"/>
              </w:rPr>
              <w:t>Оригинал</w:t>
            </w:r>
          </w:p>
        </w:tc>
      </w:tr>
      <w:tr w:rsidR="00651C87" w:rsidRPr="00A82E72">
        <w:trPr>
          <w:trHeight w:val="729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3.2.</w:t>
            </w:r>
          </w:p>
        </w:tc>
        <w:tc>
          <w:tcPr>
            <w:tcW w:w="5604" w:type="dxa"/>
          </w:tcPr>
          <w:p w:rsidR="00651C87" w:rsidRDefault="00651C87" w:rsidP="00651C87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  <w:r w:rsidR="005B36E3">
              <w:rPr>
                <w:sz w:val="20"/>
              </w:rPr>
              <w:t xml:space="preserve"> </w:t>
            </w:r>
          </w:p>
          <w:p w:rsidR="00E63DCC" w:rsidRDefault="00E63DCC" w:rsidP="00651C87">
            <w:pPr>
              <w:pStyle w:val="TableParagraph"/>
              <w:spacing w:line="229" w:lineRule="exact"/>
              <w:rPr>
                <w:sz w:val="20"/>
              </w:rPr>
            </w:pPr>
          </w:p>
          <w:p w:rsidR="00651C87" w:rsidRPr="00A82E72" w:rsidRDefault="005B36E3" w:rsidP="006D6C71">
            <w:pPr>
              <w:pStyle w:val="TableParagraph"/>
              <w:spacing w:line="229" w:lineRule="exact"/>
              <w:rPr>
                <w:sz w:val="20"/>
              </w:rPr>
            </w:pPr>
            <w:r w:rsidRPr="005B36E3">
              <w:rPr>
                <w:sz w:val="20"/>
              </w:rPr>
              <w:t>В случае замены в период действия Договора обслуживания документа, удостоверяющего личность Клиента, вновь выданный документ, представляемый Клиентом, должен содержать отметку о ранее выданных Клиенту документах, либо к такому документу должна прилагаться справка о ранее выданных документах, удостоверяющих личность Клиента (Справка по форме 22П бесплатно выдается МФЦ, ЕИРЦ, паспортным столом ГУ МВД РФ)</w:t>
            </w: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3.3.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right="127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физического лица в налоговом органе по месту жительства на территории РФ или Уведомление о постановке на учет в налоговом органе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E76E4E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3.4.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a3"/>
              <w:ind w:left="151" w:right="225"/>
              <w:jc w:val="both"/>
            </w:pPr>
            <w:r w:rsidRPr="00A82E72">
              <w:t>В случае назначения представителя</w:t>
            </w:r>
            <w:r w:rsidR="00F7250D">
              <w:t xml:space="preserve"> </w:t>
            </w:r>
            <w:r w:rsidRPr="00A82E72">
              <w:t>- Доверенность</w:t>
            </w:r>
          </w:p>
          <w:p w:rsidR="00651C87" w:rsidRPr="00A82E72" w:rsidRDefault="00651C87" w:rsidP="00651C87">
            <w:pPr>
              <w:pStyle w:val="a3"/>
              <w:ind w:left="151" w:right="228"/>
              <w:jc w:val="both"/>
            </w:pP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a3"/>
              <w:ind w:left="151" w:right="228"/>
            </w:pPr>
            <w:r w:rsidRPr="00A82E72">
              <w:t>Оригинал нотариально удостоверенной доверенности</w:t>
            </w:r>
          </w:p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</w:p>
        </w:tc>
      </w:tr>
      <w:tr w:rsidR="00651C87" w:rsidRPr="00A82E72" w:rsidTr="00D55AAA">
        <w:trPr>
          <w:trHeight w:val="901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3.5.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опекун — документ, подтверждающий назначение представителя опекуном.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попечитель — документ, подтверждающий назначение </w:t>
            </w:r>
            <w:r w:rsidRPr="009E4267">
              <w:lastRenderedPageBreak/>
              <w:t>представителя попечителем.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lastRenderedPageBreak/>
              <w:t>Копия, оригинал предоставляется для сверки</w:t>
            </w: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Default="00A003E8" w:rsidP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bookmarkStart w:id="3" w:name="_Hlk16693376"/>
            <w:r>
              <w:rPr>
                <w:sz w:val="20"/>
              </w:rPr>
              <w:t>3.</w:t>
            </w:r>
            <w:r w:rsidR="00651C87">
              <w:rPr>
                <w:sz w:val="20"/>
              </w:rPr>
              <w:t>7</w:t>
            </w:r>
          </w:p>
        </w:tc>
        <w:tc>
          <w:tcPr>
            <w:tcW w:w="5604" w:type="dxa"/>
          </w:tcPr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 w:rsidR="00136349"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</w:p>
        </w:tc>
        <w:tc>
          <w:tcPr>
            <w:tcW w:w="4099" w:type="dxa"/>
          </w:tcPr>
          <w:p w:rsidR="00067E3F" w:rsidRPr="009E4267" w:rsidRDefault="00067E3F" w:rsidP="00067E3F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bookmarkEnd w:id="3"/>
    </w:tbl>
    <w:p w:rsidR="00136349" w:rsidRDefault="00136349" w:rsidP="00136349">
      <w:pPr>
        <w:pStyle w:val="a4"/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 w:rsidR="002E41E6">
        <w:rPr>
          <w:b/>
          <w:sz w:val="20"/>
        </w:rPr>
        <w:t>представляемых физическим лицом, не являющ</w:t>
      </w:r>
      <w:r w:rsidR="00CF15E5">
        <w:rPr>
          <w:b/>
          <w:sz w:val="20"/>
        </w:rPr>
        <w:t>и</w:t>
      </w:r>
      <w:r w:rsidR="002E41E6">
        <w:rPr>
          <w:b/>
          <w:sz w:val="20"/>
        </w:rPr>
        <w:t>мся гражданином РФ</w:t>
      </w:r>
      <w:r w:rsidRPr="00A82E72">
        <w:rPr>
          <w:b/>
          <w:sz w:val="20"/>
        </w:rPr>
        <w:t>.</w:t>
      </w:r>
    </w:p>
    <w:p w:rsidR="003740BF" w:rsidRPr="00A82E72" w:rsidRDefault="003740BF">
      <w:pPr>
        <w:pStyle w:val="a3"/>
        <w:spacing w:before="2"/>
        <w:rPr>
          <w:b/>
          <w:sz w:val="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38"/>
        <w:gridCol w:w="4100"/>
      </w:tblGrid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29" w:lineRule="exact"/>
              <w:ind w:left="1607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100" w:type="dxa"/>
          </w:tcPr>
          <w:p w:rsidR="003B3AB4" w:rsidRPr="00A82E72" w:rsidDel="005C275A" w:rsidRDefault="003B3AB4" w:rsidP="005C275A">
            <w:pPr>
              <w:pStyle w:val="TableParagraph"/>
              <w:spacing w:line="229" w:lineRule="exact"/>
              <w:ind w:left="4" w:right="123"/>
              <w:jc w:val="center"/>
              <w:rPr>
                <w:sz w:val="20"/>
              </w:rPr>
            </w:pPr>
          </w:p>
        </w:tc>
      </w:tr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224839" w:rsidRDefault="003B3AB4" w:rsidP="00224839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224839">
              <w:rPr>
                <w:sz w:val="20"/>
              </w:rPr>
              <w:t>4.1.</w:t>
            </w:r>
          </w:p>
        </w:tc>
        <w:tc>
          <w:tcPr>
            <w:tcW w:w="5638" w:type="dxa"/>
          </w:tcPr>
          <w:p w:rsidR="003B3AB4" w:rsidRPr="00A82E72" w:rsidRDefault="003B3AB4" w:rsidP="00224839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Заявление о присоединении</w:t>
            </w:r>
          </w:p>
        </w:tc>
        <w:tc>
          <w:tcPr>
            <w:tcW w:w="4100" w:type="dxa"/>
          </w:tcPr>
          <w:p w:rsidR="003B3AB4" w:rsidRPr="00A82E72" w:rsidDel="005C275A" w:rsidRDefault="003B3AB4" w:rsidP="00224839">
            <w:pPr>
              <w:pStyle w:val="TableParagraph"/>
              <w:spacing w:line="229" w:lineRule="exact"/>
              <w:ind w:left="146" w:right="123"/>
              <w:rPr>
                <w:sz w:val="20"/>
              </w:rPr>
            </w:pPr>
            <w:r w:rsidRPr="00E44B94">
              <w:rPr>
                <w:sz w:val="20"/>
              </w:rPr>
              <w:t>Б (только в подлиннике)</w:t>
            </w:r>
          </w:p>
        </w:tc>
      </w:tr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224839" w:rsidRDefault="003B3AB4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A82E72">
              <w:rPr>
                <w:sz w:val="20"/>
              </w:rPr>
              <w:t>.</w:t>
            </w:r>
            <w:r>
              <w:rPr>
                <w:sz w:val="20"/>
              </w:rPr>
              <w:t>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100" w:type="dxa"/>
          </w:tcPr>
          <w:p w:rsidR="003B3AB4" w:rsidRPr="00E44B94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При открытии счета: </w:t>
            </w:r>
            <w:r w:rsidRPr="00E44B94">
              <w:rPr>
                <w:sz w:val="20"/>
              </w:rPr>
              <w:t>в подлиннике</w:t>
            </w:r>
            <w:r w:rsidR="00F7250D">
              <w:rPr>
                <w:sz w:val="20"/>
              </w:rPr>
              <w:t xml:space="preserve"> </w:t>
            </w:r>
          </w:p>
          <w:p w:rsidR="003B3AB4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</w:p>
          <w:p w:rsidR="003B3AB4" w:rsidRPr="00825A99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При прохождении </w:t>
            </w:r>
            <w:proofErr w:type="spellStart"/>
            <w:r>
              <w:rPr>
                <w:sz w:val="20"/>
              </w:rPr>
              <w:t>переанкетирования</w:t>
            </w:r>
            <w:proofErr w:type="spellEnd"/>
            <w:r>
              <w:rPr>
                <w:sz w:val="20"/>
              </w:rPr>
              <w:t xml:space="preserve">: в подлиннике или </w:t>
            </w:r>
            <w:r w:rsidRPr="00E44B94">
              <w:rPr>
                <w:sz w:val="20"/>
              </w:rPr>
              <w:t xml:space="preserve">через </w:t>
            </w:r>
            <w:r>
              <w:rPr>
                <w:sz w:val="20"/>
              </w:rPr>
              <w:t xml:space="preserve">Систему </w:t>
            </w:r>
            <w:proofErr w:type="spellStart"/>
            <w:r w:rsidRPr="00E44B94">
              <w:rPr>
                <w:sz w:val="20"/>
              </w:rPr>
              <w:t>Трейдернет</w:t>
            </w:r>
            <w:proofErr w:type="spellEnd"/>
          </w:p>
        </w:tc>
      </w:tr>
      <w:tr w:rsidR="003B3AB4" w:rsidRPr="00A82E72" w:rsidTr="00224839">
        <w:trPr>
          <w:trHeight w:val="342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</w:tc>
        <w:tc>
          <w:tcPr>
            <w:tcW w:w="4100" w:type="dxa"/>
          </w:tcPr>
          <w:p w:rsidR="003B3AB4" w:rsidRPr="00A82E72" w:rsidRDefault="003B3AB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>А, Б</w:t>
            </w:r>
          </w:p>
        </w:tc>
      </w:tr>
      <w:tr w:rsidR="003B3AB4" w:rsidRPr="00A82E72" w:rsidTr="00E44B94">
        <w:trPr>
          <w:trHeight w:val="995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D55AAA" w:rsidP="00D55AAA">
            <w:pPr>
              <w:pStyle w:val="TableParagraph"/>
              <w:spacing w:before="2" w:line="276" w:lineRule="auto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D55AAA">
              <w:rPr>
                <w:sz w:val="20"/>
              </w:rPr>
              <w:t>окумент, подтверждающ</w:t>
            </w:r>
            <w:r>
              <w:rPr>
                <w:sz w:val="20"/>
              </w:rPr>
              <w:t>ий</w:t>
            </w:r>
            <w:r w:rsidRPr="00D55AAA">
              <w:rPr>
                <w:sz w:val="20"/>
              </w:rPr>
              <w:t xml:space="preserve"> право на пребывание (проживание) в </w:t>
            </w:r>
            <w:r>
              <w:rPr>
                <w:sz w:val="20"/>
              </w:rPr>
              <w:t xml:space="preserve">РФ </w:t>
            </w:r>
            <w:r w:rsidRPr="00D55AAA">
              <w:rPr>
                <w:sz w:val="20"/>
              </w:rPr>
              <w:t>(миграционн</w:t>
            </w:r>
            <w:r>
              <w:rPr>
                <w:sz w:val="20"/>
              </w:rPr>
              <w:t>ая</w:t>
            </w:r>
            <w:r w:rsidRPr="00D55AAA">
              <w:rPr>
                <w:sz w:val="20"/>
              </w:rPr>
              <w:t xml:space="preserve"> карт</w:t>
            </w:r>
            <w:r>
              <w:rPr>
                <w:sz w:val="20"/>
              </w:rPr>
              <w:t>а</w:t>
            </w:r>
            <w:r w:rsidRPr="00D55AAA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при </w:t>
            </w:r>
            <w:r w:rsidRPr="00D55AAA">
              <w:rPr>
                <w:sz w:val="20"/>
              </w:rPr>
              <w:t>отсутстви</w:t>
            </w:r>
            <w:r>
              <w:rPr>
                <w:sz w:val="20"/>
              </w:rPr>
              <w:t>и</w:t>
            </w:r>
            <w:r w:rsidRPr="00D55AAA">
              <w:rPr>
                <w:sz w:val="20"/>
              </w:rPr>
              <w:t xml:space="preserve"> иных документов).</w:t>
            </w:r>
            <w:r>
              <w:rPr>
                <w:sz w:val="20"/>
              </w:rPr>
              <w:t xml:space="preserve"> Представляется лицами, находящимися </w:t>
            </w:r>
            <w:r w:rsidRPr="00D55AAA">
              <w:rPr>
                <w:sz w:val="20"/>
              </w:rPr>
              <w:t xml:space="preserve">на территории </w:t>
            </w:r>
            <w:r>
              <w:rPr>
                <w:sz w:val="20"/>
              </w:rPr>
              <w:t>РФ</w:t>
            </w:r>
            <w:r w:rsidRPr="00D55AAA">
              <w:rPr>
                <w:sz w:val="20"/>
              </w:rPr>
              <w:t xml:space="preserve">, если необходимость наличия у них </w:t>
            </w:r>
            <w:r>
              <w:rPr>
                <w:sz w:val="20"/>
              </w:rPr>
              <w:t xml:space="preserve">такого </w:t>
            </w:r>
            <w:r w:rsidRPr="00D55AAA">
              <w:rPr>
                <w:sz w:val="20"/>
              </w:rPr>
              <w:t>документа, предусмотрена международными договорами и законодательством Российской Федерации.</w:t>
            </w:r>
          </w:p>
        </w:tc>
        <w:tc>
          <w:tcPr>
            <w:tcW w:w="4100" w:type="dxa"/>
          </w:tcPr>
          <w:p w:rsidR="003B3AB4" w:rsidRPr="00A82E72" w:rsidRDefault="003B3AB4">
            <w:pPr>
              <w:pStyle w:val="TableParagraph"/>
              <w:spacing w:before="2" w:line="276" w:lineRule="auto"/>
              <w:ind w:left="109" w:right="128"/>
              <w:rPr>
                <w:sz w:val="20"/>
              </w:rPr>
            </w:pPr>
            <w:r w:rsidRPr="00E44B94">
              <w:rPr>
                <w:sz w:val="20"/>
              </w:rPr>
              <w:t>А, Б, В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5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клиент имеет постоянное местонахождение в таком государстве и является резидентом этого государства по смыслу</w:t>
            </w:r>
            <w:r w:rsidR="00F7250D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международного</w:t>
            </w:r>
            <w:r w:rsidR="00F7250D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договора</w:t>
            </w:r>
            <w:r w:rsidR="00F7250D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(соглашения),</w:t>
            </w:r>
          </w:p>
          <w:p w:rsidR="003B3AB4" w:rsidRPr="00A82E72" w:rsidRDefault="003B3AB4">
            <w:pPr>
              <w:pStyle w:val="TableParagraph"/>
              <w:tabs>
                <w:tab w:val="left" w:pos="2284"/>
                <w:tab w:val="left" w:pos="3808"/>
              </w:tabs>
              <w:spacing w:line="229" w:lineRule="exact"/>
              <w:jc w:val="both"/>
              <w:rPr>
                <w:sz w:val="20"/>
              </w:rPr>
            </w:pPr>
            <w:r w:rsidRPr="00A82E72">
              <w:rPr>
                <w:sz w:val="20"/>
              </w:rPr>
              <w:t>регулирующего вопросы налогообложения; 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4100" w:type="dxa"/>
          </w:tcPr>
          <w:p w:rsidR="003B3AB4" w:rsidRPr="005C275A" w:rsidRDefault="003B3AB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E44B94">
              <w:rPr>
                <w:sz w:val="20"/>
              </w:rPr>
              <w:t>А, Б</w:t>
            </w:r>
          </w:p>
        </w:tc>
      </w:tr>
      <w:tr w:rsidR="003B3AB4" w:rsidRPr="00A82E72" w:rsidTr="00C21279">
        <w:trPr>
          <w:trHeight w:val="358"/>
        </w:trPr>
        <w:tc>
          <w:tcPr>
            <w:tcW w:w="600" w:type="dxa"/>
          </w:tcPr>
          <w:p w:rsidR="003B3AB4" w:rsidRPr="00A82E72" w:rsidRDefault="003B3AB4" w:rsidP="00E76E4E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6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назначения представителя - Доверенность</w:t>
            </w:r>
          </w:p>
          <w:p w:rsidR="003B3AB4" w:rsidRPr="00A82E72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</w:tc>
        <w:tc>
          <w:tcPr>
            <w:tcW w:w="4100" w:type="dxa"/>
          </w:tcPr>
          <w:p w:rsidR="003B3AB4" w:rsidRPr="00E76E4E" w:rsidRDefault="003B3AB4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Б 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4.7.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3B3AB4" w:rsidRPr="00A82E72" w:rsidRDefault="003B3AB4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003E8">
              <w:t xml:space="preserve">- документ, подтверждающий полномочия законного представителя, опекуна. </w:t>
            </w:r>
          </w:p>
        </w:tc>
        <w:tc>
          <w:tcPr>
            <w:tcW w:w="4100" w:type="dxa"/>
          </w:tcPr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А, Б</w:t>
            </w: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А, Б</w:t>
            </w: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Pr="00A82E72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Б 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4.8.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3B3AB4" w:rsidRPr="00A003E8" w:rsidRDefault="003B3AB4" w:rsidP="00A003E8">
            <w:pPr>
              <w:pStyle w:val="a3"/>
              <w:ind w:left="151" w:right="225"/>
              <w:jc w:val="both"/>
            </w:pPr>
            <w:r w:rsidRPr="00A003E8">
              <w:t>- документ, подтверждающий полномочия законного представителя, попечителя.</w:t>
            </w:r>
          </w:p>
        </w:tc>
        <w:tc>
          <w:tcPr>
            <w:tcW w:w="4100" w:type="dxa"/>
          </w:tcPr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А,Б</w:t>
            </w:r>
            <w:proofErr w:type="gramEnd"/>
          </w:p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4.9.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представителя,</w:t>
            </w:r>
            <w:r>
              <w:t xml:space="preserve"> </w:t>
            </w:r>
            <w:r w:rsidRPr="009E4267">
              <w:t>усыновителя, попечителя.</w:t>
            </w:r>
          </w:p>
          <w:p w:rsidR="003B3AB4" w:rsidRPr="009E4267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4100" w:type="dxa"/>
          </w:tcPr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 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</w:tc>
      </w:tr>
      <w:tr w:rsidR="003B3AB4" w:rsidRPr="00A82E72" w:rsidTr="00C21279">
        <w:trPr>
          <w:trHeight w:val="634"/>
        </w:trPr>
        <w:tc>
          <w:tcPr>
            <w:tcW w:w="600" w:type="dxa"/>
          </w:tcPr>
          <w:p w:rsidR="003B3AB4" w:rsidRPr="00A82E72" w:rsidRDefault="003B3AB4" w:rsidP="00224839">
            <w:pPr>
              <w:pStyle w:val="TableParagraph"/>
              <w:spacing w:line="229" w:lineRule="exact"/>
              <w:ind w:left="0" w:right="103"/>
              <w:jc w:val="right"/>
              <w:rPr>
                <w:sz w:val="20"/>
              </w:rPr>
            </w:pPr>
            <w:r w:rsidRPr="00136349">
              <w:rPr>
                <w:sz w:val="20"/>
              </w:rPr>
              <w:t>4.</w:t>
            </w:r>
            <w:r>
              <w:rPr>
                <w:sz w:val="20"/>
              </w:rPr>
              <w:t>10</w:t>
            </w:r>
          </w:p>
        </w:tc>
        <w:tc>
          <w:tcPr>
            <w:tcW w:w="5638" w:type="dxa"/>
          </w:tcPr>
          <w:p w:rsidR="005134E9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bookmarkStart w:id="4" w:name="_Hlk95155631"/>
            <w:r w:rsidRPr="00136349">
              <w:rPr>
                <w:sz w:val="20"/>
                <w:szCs w:val="20"/>
              </w:rPr>
              <w:t>Документ</w:t>
            </w:r>
            <w:r>
              <w:rPr>
                <w:sz w:val="20"/>
                <w:szCs w:val="20"/>
              </w:rPr>
              <w:t>,</w:t>
            </w:r>
            <w:r w:rsidRPr="00136349">
              <w:rPr>
                <w:sz w:val="20"/>
                <w:szCs w:val="20"/>
              </w:rPr>
              <w:t xml:space="preserve"> подтверждающий адрес регистрации или адрес пребывания</w:t>
            </w:r>
            <w:r w:rsidR="00A61FD7">
              <w:rPr>
                <w:sz w:val="20"/>
                <w:szCs w:val="20"/>
              </w:rPr>
              <w:t xml:space="preserve"> в Российской Федерации (при наличии)</w:t>
            </w:r>
            <w:bookmarkEnd w:id="4"/>
            <w:r w:rsidR="005134E9">
              <w:rPr>
                <w:sz w:val="20"/>
                <w:szCs w:val="20"/>
              </w:rPr>
              <w:t>, либо</w:t>
            </w:r>
          </w:p>
          <w:p w:rsidR="003B3AB4" w:rsidRPr="00A003E8" w:rsidRDefault="005134E9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подтверждающий адрес места жительства на территории иностранного государства</w:t>
            </w:r>
          </w:p>
        </w:tc>
        <w:tc>
          <w:tcPr>
            <w:tcW w:w="4100" w:type="dxa"/>
          </w:tcPr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Б, В, Г</w:t>
            </w:r>
          </w:p>
        </w:tc>
      </w:tr>
      <w:tr w:rsidR="003B3AB4" w:rsidRPr="00A82E72" w:rsidTr="00C21279">
        <w:trPr>
          <w:trHeight w:val="558"/>
        </w:trPr>
        <w:tc>
          <w:tcPr>
            <w:tcW w:w="600" w:type="dxa"/>
          </w:tcPr>
          <w:p w:rsidR="003B3AB4" w:rsidRDefault="003B3AB4" w:rsidP="00987E47">
            <w:pPr>
              <w:pStyle w:val="TableParagraph"/>
              <w:spacing w:line="229" w:lineRule="exact"/>
              <w:ind w:left="112"/>
              <w:jc w:val="center"/>
              <w:rPr>
                <w:sz w:val="20"/>
              </w:rPr>
            </w:pPr>
            <w:r w:rsidRPr="00136349">
              <w:rPr>
                <w:sz w:val="20"/>
              </w:rPr>
              <w:t>4.</w:t>
            </w:r>
            <w:r>
              <w:rPr>
                <w:sz w:val="20"/>
              </w:rPr>
              <w:t>11</w:t>
            </w:r>
          </w:p>
        </w:tc>
        <w:tc>
          <w:tcPr>
            <w:tcW w:w="5638" w:type="dxa"/>
          </w:tcPr>
          <w:p w:rsidR="003B3AB4" w:rsidRPr="009E4267" w:rsidRDefault="003B3AB4" w:rsidP="00E76E4E">
            <w:pPr>
              <w:pStyle w:val="a3"/>
              <w:ind w:left="151" w:right="225"/>
              <w:jc w:val="both"/>
            </w:pPr>
            <w:r w:rsidRPr="00136349">
              <w:t xml:space="preserve">Документ подтверждающий номер налогоплательщика иностранного </w:t>
            </w:r>
            <w:r w:rsidRPr="00E76E4E">
              <w:t>государства</w:t>
            </w:r>
          </w:p>
        </w:tc>
        <w:tc>
          <w:tcPr>
            <w:tcW w:w="4100" w:type="dxa"/>
          </w:tcPr>
          <w:p w:rsidR="003B3AB4" w:rsidRPr="00A003E8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3B3AB4">
              <w:rPr>
                <w:sz w:val="20"/>
                <w:szCs w:val="20"/>
              </w:rPr>
              <w:t>А, Б, В, Г</w:t>
            </w:r>
          </w:p>
        </w:tc>
      </w:tr>
      <w:tr w:rsidR="003B3AB4" w:rsidRPr="00A82E72" w:rsidTr="00C21279">
        <w:trPr>
          <w:trHeight w:val="410"/>
        </w:trPr>
        <w:tc>
          <w:tcPr>
            <w:tcW w:w="600" w:type="dxa"/>
          </w:tcPr>
          <w:p w:rsidR="003B3AB4" w:rsidRPr="00136349" w:rsidRDefault="003B3AB4" w:rsidP="00987E47">
            <w:pPr>
              <w:pStyle w:val="TableParagraph"/>
              <w:spacing w:line="229" w:lineRule="exact"/>
              <w:ind w:left="112"/>
              <w:jc w:val="center"/>
              <w:rPr>
                <w:sz w:val="20"/>
              </w:rPr>
            </w:pPr>
            <w:r>
              <w:rPr>
                <w:sz w:val="20"/>
              </w:rPr>
              <w:t>4.12</w:t>
            </w:r>
          </w:p>
        </w:tc>
        <w:tc>
          <w:tcPr>
            <w:tcW w:w="5638" w:type="dxa"/>
          </w:tcPr>
          <w:p w:rsidR="003B3AB4" w:rsidRPr="00136349" w:rsidRDefault="003B3AB4" w:rsidP="00E76E4E">
            <w:pPr>
              <w:pStyle w:val="a3"/>
              <w:ind w:left="151" w:right="225"/>
              <w:jc w:val="both"/>
            </w:pPr>
            <w:r w:rsidRPr="003B3AB4">
              <w:t>Документ подтверждающий статус налогового резидента Российской Федерации.</w:t>
            </w:r>
            <w:r>
              <w:t xml:space="preserve"> (</w:t>
            </w:r>
            <w:r w:rsidRPr="003B3AB4">
              <w:t>При наличии</w:t>
            </w:r>
            <w:r>
              <w:t>)</w:t>
            </w:r>
          </w:p>
        </w:tc>
        <w:tc>
          <w:tcPr>
            <w:tcW w:w="4100" w:type="dxa"/>
          </w:tcPr>
          <w:p w:rsidR="003B3AB4" w:rsidRPr="003B3AB4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3B3AB4">
              <w:rPr>
                <w:sz w:val="20"/>
                <w:szCs w:val="20"/>
              </w:rPr>
              <w:t>А, Б, В</w:t>
            </w:r>
          </w:p>
        </w:tc>
      </w:tr>
    </w:tbl>
    <w:p w:rsidR="002C138D" w:rsidRPr="00224839" w:rsidRDefault="005C275A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Способ предоставления документов</w:t>
      </w:r>
      <w:r w:rsidR="00E44B94">
        <w:rPr>
          <w:bCs/>
          <w:sz w:val="20"/>
        </w:rPr>
        <w:t xml:space="preserve"> </w:t>
      </w:r>
      <w:r w:rsidR="002E41E6">
        <w:rPr>
          <w:bCs/>
          <w:sz w:val="20"/>
        </w:rPr>
        <w:t>лица, не являющегося гражданином РФ: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А) Путем предъявления подлинников для снятия копий в офисах Брокера на территории РФ. Легализация и перевод для документов, предоставленных в офис ООО ИК «Фридом Финанс» в подлиннике, обязательными не являются.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Б) </w:t>
      </w:r>
      <w:r w:rsidR="00E44B94" w:rsidRPr="00224839">
        <w:rPr>
          <w:bCs/>
          <w:sz w:val="20"/>
        </w:rPr>
        <w:t>В</w:t>
      </w:r>
      <w:r w:rsidRPr="00224839">
        <w:rPr>
          <w:bCs/>
          <w:sz w:val="20"/>
        </w:rPr>
        <w:t xml:space="preserve"> подлиннике или в заверенной уполномоченным лицом копии (нотариус, иное лицо, имеющее право заверения копий документов в соответствии с национальным законодательством) – в офис ООО ИК «Фридом Финанс» или почтовым отправлением. Подпись заверившего копию уполномоченного лица должна быть легализована (апостиль или отметка консульского учреждения РФ). Требования о легализации документов не предъявляются к документам, выданных в странах:</w:t>
      </w:r>
      <w:r w:rsidR="00F7250D">
        <w:rPr>
          <w:bCs/>
          <w:sz w:val="20"/>
        </w:rPr>
        <w:t xml:space="preserve"> </w:t>
      </w:r>
      <w:r w:rsidRPr="00224839">
        <w:rPr>
          <w:bCs/>
          <w:sz w:val="20"/>
        </w:rPr>
        <w:t xml:space="preserve">Азербайджан, Армения, Белоруссия, Грузия, Казахстан, Киргизия, Молдавия, Таджикистан, Туркменистан, Узбекистан, Украина. 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Документ, составленный на иностранном языке, должен содержать нотариально заверенный перевод документа на русский язык</w:t>
      </w:r>
      <w:r w:rsidR="00E44B94">
        <w:rPr>
          <w:bCs/>
          <w:sz w:val="20"/>
        </w:rPr>
        <w:t>, з</w:t>
      </w:r>
      <w:r w:rsidRPr="00224839">
        <w:rPr>
          <w:bCs/>
          <w:sz w:val="20"/>
        </w:rPr>
        <w:t xml:space="preserve">а исключением документов, полностью составленных в том числе на русском языке. 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В) </w:t>
      </w:r>
      <w:r w:rsidR="00E44B94" w:rsidRPr="00224839">
        <w:rPr>
          <w:bCs/>
          <w:sz w:val="20"/>
        </w:rPr>
        <w:t xml:space="preserve">В качестве </w:t>
      </w:r>
      <w:r w:rsidRPr="00224839">
        <w:rPr>
          <w:bCs/>
          <w:sz w:val="20"/>
        </w:rPr>
        <w:t>приложения к Поручению на изменение сведений</w:t>
      </w:r>
      <w:r w:rsidR="00E44B94">
        <w:rPr>
          <w:bCs/>
          <w:sz w:val="20"/>
        </w:rPr>
        <w:t xml:space="preserve">, подаваемого Брокеру </w:t>
      </w:r>
      <w:r w:rsidR="00E44B94" w:rsidRPr="00224839">
        <w:rPr>
          <w:bCs/>
          <w:sz w:val="20"/>
        </w:rPr>
        <w:t xml:space="preserve">в Системе </w:t>
      </w:r>
      <w:proofErr w:type="spellStart"/>
      <w:r w:rsidR="00E44B94" w:rsidRPr="00224839">
        <w:rPr>
          <w:bCs/>
          <w:sz w:val="20"/>
        </w:rPr>
        <w:t>Трейдернет</w:t>
      </w:r>
      <w:proofErr w:type="spellEnd"/>
      <w:r w:rsidRPr="00224839">
        <w:rPr>
          <w:bCs/>
          <w:sz w:val="20"/>
        </w:rPr>
        <w:t>.</w:t>
      </w:r>
    </w:p>
    <w:p w:rsidR="005C275A" w:rsidRPr="00224839" w:rsidRDefault="005C275A" w:rsidP="00E44B94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Г) путем проверки сведений на официальном сайте иностранного государства</w:t>
      </w:r>
      <w:r w:rsidR="00F7250D">
        <w:rPr>
          <w:bCs/>
          <w:sz w:val="20"/>
        </w:rPr>
        <w:t xml:space="preserve"> </w:t>
      </w:r>
      <w:r w:rsidRPr="00224839">
        <w:rPr>
          <w:bCs/>
          <w:sz w:val="20"/>
        </w:rPr>
        <w:t xml:space="preserve">и заверения их сотрудником </w:t>
      </w:r>
      <w:r w:rsidR="00E44B94">
        <w:rPr>
          <w:bCs/>
          <w:sz w:val="20"/>
        </w:rPr>
        <w:t>Брокера</w:t>
      </w:r>
      <w:r w:rsidRPr="00224839">
        <w:rPr>
          <w:bCs/>
          <w:sz w:val="20"/>
        </w:rPr>
        <w:t xml:space="preserve"> (заявление на проверку и заверение сведений может быть направлено Клиентом Брокеру посредством системы сообщения типа Запросы и пожелания через систему </w:t>
      </w:r>
      <w:proofErr w:type="spellStart"/>
      <w:r w:rsidRPr="00224839">
        <w:rPr>
          <w:bCs/>
          <w:sz w:val="20"/>
        </w:rPr>
        <w:t>Трейдернет</w:t>
      </w:r>
      <w:proofErr w:type="spellEnd"/>
      <w:r w:rsidRPr="00224839">
        <w:rPr>
          <w:bCs/>
          <w:sz w:val="20"/>
        </w:rPr>
        <w:t>).</w:t>
      </w:r>
    </w:p>
    <w:p w:rsidR="005C275A" w:rsidRDefault="005C275A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</w:p>
    <w:p w:rsidR="008965B1" w:rsidRDefault="00B22931" w:rsidP="00047238">
      <w:pPr>
        <w:pStyle w:val="a4"/>
        <w:numPr>
          <w:ilvl w:val="0"/>
          <w:numId w:val="3"/>
        </w:numPr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  <w:r>
        <w:rPr>
          <w:b/>
          <w:sz w:val="20"/>
        </w:rPr>
        <w:t>Перечень документов, представляемых в отношении представителей, бенефициарных владельцев,</w:t>
      </w:r>
      <w:r w:rsidR="008965B1">
        <w:rPr>
          <w:b/>
          <w:sz w:val="20"/>
        </w:rPr>
        <w:t xml:space="preserve"> выгодоприобретателей Клиента</w:t>
      </w:r>
    </w:p>
    <w:p w:rsidR="003740BF" w:rsidRPr="00A82E72" w:rsidRDefault="00752AB4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spacing w:before="61"/>
        <w:ind w:right="227" w:hanging="1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</w:t>
      </w:r>
      <w:r w:rsidR="00B2579A">
        <w:rPr>
          <w:b/>
          <w:sz w:val="20"/>
        </w:rPr>
        <w:t>–</w:t>
      </w:r>
      <w:r w:rsidRPr="00A82E72">
        <w:rPr>
          <w:b/>
          <w:sz w:val="20"/>
        </w:rPr>
        <w:t xml:space="preserve"> </w:t>
      </w:r>
      <w:r w:rsidR="00B2579A">
        <w:rPr>
          <w:b/>
          <w:sz w:val="20"/>
        </w:rPr>
        <w:t xml:space="preserve">гражданина </w:t>
      </w:r>
      <w:r w:rsidRPr="00A82E72">
        <w:rPr>
          <w:b/>
          <w:sz w:val="20"/>
        </w:rPr>
        <w:t xml:space="preserve">РФ </w:t>
      </w:r>
      <w:r w:rsidRPr="00A82E72">
        <w:rPr>
          <w:sz w:val="20"/>
        </w:rPr>
        <w:t>предоставляется копия документа, удостоверяющего личность,</w:t>
      </w:r>
      <w:r w:rsidR="00C54E7B">
        <w:rPr>
          <w:sz w:val="20"/>
        </w:rPr>
        <w:t xml:space="preserve"> </w:t>
      </w:r>
      <w:r w:rsidR="00C54E7B" w:rsidRPr="00C54E7B">
        <w:rPr>
          <w:sz w:val="20"/>
        </w:rPr>
        <w:t>анкета по форме Анкеты физического лица</w:t>
      </w:r>
      <w:r w:rsidR="00C54E7B">
        <w:rPr>
          <w:sz w:val="20"/>
        </w:rPr>
        <w:t>;</w:t>
      </w:r>
    </w:p>
    <w:p w:rsidR="003740BF" w:rsidRPr="00A82E72" w:rsidRDefault="00752AB4" w:rsidP="00A82E72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ind w:right="226" w:firstLine="0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</w:t>
      </w:r>
      <w:r w:rsidR="00B2579A">
        <w:rPr>
          <w:b/>
          <w:sz w:val="20"/>
        </w:rPr>
        <w:t>–</w:t>
      </w:r>
      <w:r w:rsidRPr="00A82E72">
        <w:rPr>
          <w:b/>
          <w:sz w:val="20"/>
        </w:rPr>
        <w:t xml:space="preserve"> </w:t>
      </w:r>
      <w:r w:rsidR="00B2579A">
        <w:rPr>
          <w:b/>
          <w:sz w:val="20"/>
        </w:rPr>
        <w:t xml:space="preserve">не являющегося гражданином </w:t>
      </w:r>
      <w:r w:rsidRPr="00A82E72">
        <w:rPr>
          <w:b/>
          <w:sz w:val="20"/>
        </w:rPr>
        <w:t xml:space="preserve">РФ </w:t>
      </w:r>
      <w:r w:rsidRPr="00A82E72">
        <w:rPr>
          <w:sz w:val="20"/>
        </w:rPr>
        <w:t xml:space="preserve">предоставляется </w:t>
      </w:r>
      <w:r w:rsidR="00780A20">
        <w:rPr>
          <w:sz w:val="20"/>
        </w:rPr>
        <w:lastRenderedPageBreak/>
        <w:t xml:space="preserve">документы по п. </w:t>
      </w:r>
      <w:r w:rsidR="00B22931">
        <w:rPr>
          <w:sz w:val="20"/>
        </w:rPr>
        <w:t xml:space="preserve">4.2., </w:t>
      </w:r>
      <w:r w:rsidR="00780A20">
        <w:rPr>
          <w:sz w:val="20"/>
        </w:rPr>
        <w:t>4.3, 4.4</w:t>
      </w:r>
      <w:r w:rsidRPr="00A82E72">
        <w:rPr>
          <w:sz w:val="20"/>
        </w:rPr>
        <w:t>.</w:t>
      </w: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60"/>
          <w:tab w:val="left" w:pos="861"/>
        </w:tabs>
        <w:spacing w:before="0"/>
        <w:ind w:left="152" w:right="223" w:firstLine="1"/>
        <w:jc w:val="both"/>
      </w:pPr>
      <w:r w:rsidRPr="00A82E72">
        <w:t>на каждого уполномоченного представителя (попечителя, оператора, распорядителя), действующего на основании доверенности или иного документа – основания полномочий, предоставляются</w:t>
      </w:r>
      <w:r w:rsidR="00C54E7B">
        <w:t>:</w:t>
      </w:r>
      <w:r w:rsidR="00C54E7B" w:rsidRPr="00C54E7B">
        <w:t xml:space="preserve"> анкета по форме Анкеты юридического лица/Анкеты физического лица</w:t>
      </w:r>
      <w:r w:rsidRPr="00A82E72">
        <w:t xml:space="preserve"> соответствующая доверенность (иной документ – основание полномочий), а также следующие</w:t>
      </w:r>
      <w:r w:rsidRPr="00A82E72">
        <w:rPr>
          <w:spacing w:val="-2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8"/>
          <w:tab w:val="left" w:pos="1639"/>
        </w:tabs>
        <w:spacing w:line="239" w:lineRule="exact"/>
        <w:rPr>
          <w:sz w:val="20"/>
        </w:rPr>
      </w:pPr>
      <w:r w:rsidRPr="00A82E72">
        <w:rPr>
          <w:sz w:val="20"/>
        </w:rPr>
        <w:t xml:space="preserve">на представителя </w:t>
      </w:r>
      <w:r w:rsidR="00B2579A">
        <w:rPr>
          <w:sz w:val="20"/>
        </w:rPr>
        <w:t xml:space="preserve">российское </w:t>
      </w:r>
      <w:r w:rsidRPr="00A82E72">
        <w:rPr>
          <w:sz w:val="20"/>
        </w:rPr>
        <w:t>юридическое лицо –– документы по п.1.1–</w:t>
      </w:r>
      <w:r w:rsidRPr="00A82E72">
        <w:rPr>
          <w:spacing w:val="-8"/>
          <w:sz w:val="20"/>
        </w:rPr>
        <w:t xml:space="preserve"> </w:t>
      </w:r>
      <w:r w:rsidRPr="00A82E72">
        <w:rPr>
          <w:sz w:val="20"/>
        </w:rPr>
        <w:t>1.11;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9"/>
        </w:tabs>
        <w:spacing w:line="230" w:lineRule="exact"/>
        <w:rPr>
          <w:sz w:val="20"/>
        </w:rPr>
      </w:pPr>
      <w:r w:rsidRPr="00A82E72">
        <w:rPr>
          <w:sz w:val="20"/>
        </w:rPr>
        <w:t xml:space="preserve">на представителя </w:t>
      </w:r>
      <w:r w:rsidR="00B2579A">
        <w:rPr>
          <w:sz w:val="20"/>
        </w:rPr>
        <w:t xml:space="preserve">иностранное </w:t>
      </w:r>
      <w:r w:rsidRPr="00A82E72">
        <w:rPr>
          <w:sz w:val="20"/>
        </w:rPr>
        <w:t>юридическое лицо – документы по п.2.1 -</w:t>
      </w:r>
      <w:r w:rsidRPr="00A82E72">
        <w:rPr>
          <w:spacing w:val="45"/>
          <w:sz w:val="20"/>
        </w:rPr>
        <w:t xml:space="preserve"> </w:t>
      </w:r>
      <w:r w:rsidRPr="00A82E72">
        <w:rPr>
          <w:sz w:val="20"/>
        </w:rPr>
        <w:t>2.12,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 xml:space="preserve">на представителя физическое лицо – </w:t>
      </w:r>
      <w:r w:rsidR="00B2579A">
        <w:rPr>
          <w:sz w:val="20"/>
        </w:rPr>
        <w:t xml:space="preserve">гражданина </w:t>
      </w:r>
      <w:r w:rsidRPr="00A82E72">
        <w:rPr>
          <w:sz w:val="20"/>
        </w:rPr>
        <w:t>РФ – документы по</w:t>
      </w:r>
      <w:r w:rsidRPr="00A82E72">
        <w:rPr>
          <w:spacing w:val="-5"/>
          <w:sz w:val="20"/>
        </w:rPr>
        <w:t xml:space="preserve"> </w:t>
      </w:r>
      <w:r w:rsidRPr="00A82E72">
        <w:rPr>
          <w:sz w:val="20"/>
        </w:rPr>
        <w:t>п.</w:t>
      </w:r>
      <w:r w:rsidR="00E84DCB" w:rsidRPr="00A82E72">
        <w:rPr>
          <w:sz w:val="20"/>
        </w:rPr>
        <w:t>3</w:t>
      </w:r>
      <w:r w:rsidRPr="00A82E72">
        <w:rPr>
          <w:sz w:val="20"/>
        </w:rPr>
        <w:t>.1</w:t>
      </w:r>
      <w:r w:rsidR="00651C87">
        <w:rPr>
          <w:sz w:val="20"/>
        </w:rPr>
        <w:t>, 3.2</w:t>
      </w:r>
      <w:r w:rsidRPr="00A82E72">
        <w:rPr>
          <w:sz w:val="20"/>
        </w:rPr>
        <w:t>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</w:t>
      </w:r>
      <w:r w:rsidR="00B2579A">
        <w:rPr>
          <w:sz w:val="20"/>
        </w:rPr>
        <w:t>,</w:t>
      </w:r>
      <w:r w:rsidRPr="00A82E72">
        <w:rPr>
          <w:sz w:val="20"/>
        </w:rPr>
        <w:t xml:space="preserve"> </w:t>
      </w:r>
      <w:r w:rsidR="00B2579A">
        <w:rPr>
          <w:sz w:val="20"/>
        </w:rPr>
        <w:t>не являюще</w:t>
      </w:r>
      <w:r w:rsidR="001658D1">
        <w:rPr>
          <w:sz w:val="20"/>
        </w:rPr>
        <w:t>е</w:t>
      </w:r>
      <w:r w:rsidR="00B2579A">
        <w:rPr>
          <w:sz w:val="20"/>
        </w:rPr>
        <w:t>ся гражданином</w:t>
      </w:r>
      <w:r w:rsidRPr="00A82E72">
        <w:rPr>
          <w:sz w:val="20"/>
        </w:rPr>
        <w:t xml:space="preserve"> РФ – документы по п.</w:t>
      </w:r>
      <w:r w:rsidR="00B22931" w:rsidRPr="00B22931">
        <w:rPr>
          <w:sz w:val="20"/>
        </w:rPr>
        <w:t xml:space="preserve"> </w:t>
      </w:r>
      <w:r w:rsidR="00B22931">
        <w:rPr>
          <w:sz w:val="20"/>
        </w:rPr>
        <w:t>4.2., 4.3, 4.4</w:t>
      </w:r>
      <w:r w:rsidRPr="00A82E72">
        <w:rPr>
          <w:sz w:val="20"/>
        </w:rPr>
        <w:t>.</w:t>
      </w:r>
    </w:p>
    <w:p w:rsidR="00E84DCB" w:rsidRPr="00A82E72" w:rsidRDefault="00E84DCB">
      <w:pPr>
        <w:pStyle w:val="a3"/>
        <w:ind w:left="151" w:right="225"/>
        <w:jc w:val="both"/>
      </w:pP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59"/>
          <w:tab w:val="left" w:pos="860"/>
        </w:tabs>
        <w:spacing w:before="54" w:line="237" w:lineRule="auto"/>
        <w:ind w:left="151" w:right="225" w:firstLine="0"/>
        <w:jc w:val="both"/>
      </w:pPr>
      <w:r w:rsidRPr="00A82E72">
        <w:t>на каждого выгодоприобретателя предоставляются копия договора, заключенного между клиентом и выгодоприобретателем</w:t>
      </w:r>
      <w:r w:rsidR="00C54E7B">
        <w:t xml:space="preserve">, </w:t>
      </w:r>
      <w:r w:rsidR="00C54E7B" w:rsidRPr="00C54E7B">
        <w:t>анкет</w:t>
      </w:r>
      <w:r w:rsidR="00C54E7B">
        <w:t>а</w:t>
      </w:r>
      <w:r w:rsidR="00C54E7B" w:rsidRPr="00C54E7B">
        <w:t xml:space="preserve"> по форме Анкеты юридического лица</w:t>
      </w:r>
      <w:r w:rsidR="00C54E7B">
        <w:t>/Анкеты физического лица</w:t>
      </w:r>
      <w:r w:rsidRPr="00A82E72">
        <w:t>, а также следующие</w:t>
      </w:r>
      <w:r w:rsidRPr="00A82E72">
        <w:rPr>
          <w:spacing w:val="-4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4" w:line="223" w:lineRule="auto"/>
        <w:ind w:left="1636" w:right="228"/>
        <w:rPr>
          <w:sz w:val="20"/>
        </w:rPr>
      </w:pPr>
      <w:r w:rsidRPr="00A82E72">
        <w:rPr>
          <w:sz w:val="20"/>
        </w:rPr>
        <w:t xml:space="preserve">на выгодоприобретателя </w:t>
      </w:r>
      <w:r w:rsidR="00B2579A">
        <w:rPr>
          <w:sz w:val="20"/>
        </w:rPr>
        <w:t xml:space="preserve">российское </w:t>
      </w:r>
      <w:r w:rsidRPr="00A82E72">
        <w:rPr>
          <w:sz w:val="20"/>
        </w:rPr>
        <w:t xml:space="preserve">юридическое лицо– документы по п.1.1 - 1.6, </w:t>
      </w:r>
      <w:r w:rsidR="006229D2">
        <w:rPr>
          <w:sz w:val="20"/>
        </w:rPr>
        <w:t>1.9</w:t>
      </w:r>
      <w:r w:rsidRPr="00A82E72">
        <w:rPr>
          <w:sz w:val="20"/>
        </w:rPr>
        <w:t>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7" w:line="220" w:lineRule="auto"/>
        <w:ind w:left="1635" w:right="226" w:hanging="359"/>
        <w:rPr>
          <w:sz w:val="20"/>
        </w:rPr>
      </w:pPr>
      <w:r w:rsidRPr="00A82E72">
        <w:rPr>
          <w:sz w:val="20"/>
        </w:rPr>
        <w:t xml:space="preserve">на выгодоприобретателя </w:t>
      </w:r>
      <w:r w:rsidR="00B2579A">
        <w:rPr>
          <w:sz w:val="20"/>
        </w:rPr>
        <w:t xml:space="preserve">иностранное </w:t>
      </w:r>
      <w:r w:rsidRPr="00A82E72">
        <w:rPr>
          <w:sz w:val="20"/>
        </w:rPr>
        <w:t>юридическое лицо</w:t>
      </w:r>
      <w:r w:rsidR="00B2579A">
        <w:rPr>
          <w:sz w:val="20"/>
        </w:rPr>
        <w:t xml:space="preserve"> </w:t>
      </w:r>
      <w:r w:rsidRPr="00A82E72">
        <w:rPr>
          <w:sz w:val="20"/>
        </w:rPr>
        <w:t>– документы по п.2.1 – 2.8, 2.12.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0" w:lineRule="exact"/>
        <w:ind w:left="1635"/>
        <w:rPr>
          <w:sz w:val="20"/>
        </w:rPr>
      </w:pPr>
      <w:r w:rsidRPr="00A82E72">
        <w:rPr>
          <w:sz w:val="20"/>
        </w:rPr>
        <w:t xml:space="preserve">на выгодоприобретателя физическое лицо – </w:t>
      </w:r>
      <w:r w:rsidR="00B2579A">
        <w:rPr>
          <w:sz w:val="20"/>
        </w:rPr>
        <w:t xml:space="preserve">гражданина </w:t>
      </w:r>
      <w:r w:rsidRPr="00A82E72">
        <w:rPr>
          <w:sz w:val="20"/>
        </w:rPr>
        <w:t>РФ</w:t>
      </w:r>
      <w:r w:rsidR="00B2579A">
        <w:rPr>
          <w:sz w:val="20"/>
        </w:rPr>
        <w:t>, в том числе</w:t>
      </w:r>
      <w:r w:rsidR="00D45EB4" w:rsidRPr="00A82E72">
        <w:rPr>
          <w:sz w:val="20"/>
        </w:rPr>
        <w:t xml:space="preserve"> индивидуального предпринимателя </w:t>
      </w:r>
      <w:r w:rsidRPr="00A82E72">
        <w:rPr>
          <w:sz w:val="20"/>
        </w:rPr>
        <w:t>– документы по</w:t>
      </w:r>
      <w:r w:rsidRPr="00A82E72">
        <w:rPr>
          <w:spacing w:val="-11"/>
          <w:sz w:val="20"/>
        </w:rPr>
        <w:t xml:space="preserve"> </w:t>
      </w:r>
      <w:r w:rsidRPr="00A82E72">
        <w:rPr>
          <w:sz w:val="20"/>
        </w:rPr>
        <w:t>п.</w:t>
      </w:r>
      <w:r w:rsidR="00D45EB4" w:rsidRPr="00A82E72">
        <w:rPr>
          <w:sz w:val="20"/>
        </w:rPr>
        <w:t>3</w:t>
      </w:r>
      <w:r w:rsidRPr="00A82E72">
        <w:rPr>
          <w:sz w:val="20"/>
        </w:rPr>
        <w:t>.1.</w:t>
      </w:r>
      <w:r w:rsidR="00987E47">
        <w:rPr>
          <w:sz w:val="20"/>
        </w:rPr>
        <w:t>, 3.2.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2" w:lineRule="auto"/>
        <w:ind w:left="149" w:right="226" w:firstLine="1126"/>
        <w:rPr>
          <w:sz w:val="20"/>
        </w:rPr>
      </w:pPr>
      <w:r w:rsidRPr="00A82E72">
        <w:rPr>
          <w:sz w:val="20"/>
        </w:rPr>
        <w:t>на выгодоприобретателя физическое лицо</w:t>
      </w:r>
      <w:r w:rsidR="00B2579A">
        <w:rPr>
          <w:sz w:val="20"/>
        </w:rPr>
        <w:t xml:space="preserve">, не являющееся гражданином РФ </w:t>
      </w:r>
      <w:r w:rsidRPr="00A82E72">
        <w:rPr>
          <w:sz w:val="20"/>
        </w:rPr>
        <w:t>– документы по п.</w:t>
      </w:r>
      <w:r w:rsidR="00B22931" w:rsidRPr="00A82E72" w:rsidDel="00B22931">
        <w:rPr>
          <w:sz w:val="20"/>
        </w:rPr>
        <w:t xml:space="preserve"> </w:t>
      </w:r>
      <w:r w:rsidR="00B22931" w:rsidRPr="00B22931">
        <w:rPr>
          <w:sz w:val="20"/>
        </w:rPr>
        <w:t xml:space="preserve"> </w:t>
      </w:r>
      <w:r w:rsidR="00B22931">
        <w:rPr>
          <w:sz w:val="20"/>
        </w:rPr>
        <w:t xml:space="preserve">по п. 4.2., 4.3, 4.4. </w:t>
      </w:r>
      <w:r w:rsidRPr="00A82E72">
        <w:rPr>
          <w:sz w:val="20"/>
        </w:rPr>
        <w:t xml:space="preserve">При появлении новых выгодоприобретателей после заключения </w:t>
      </w:r>
      <w:r w:rsidR="00D45EB4" w:rsidRPr="00A82E72">
        <w:rPr>
          <w:sz w:val="20"/>
        </w:rPr>
        <w:t xml:space="preserve">Договора обслуживания Клиент </w:t>
      </w:r>
      <w:r w:rsidRPr="00A82E72">
        <w:rPr>
          <w:sz w:val="20"/>
        </w:rPr>
        <w:t>обязан предоставить на таких выгодоприобретателей заполненную Анкету выгодоприобретателя и указанный выше пакет документов.</w:t>
      </w:r>
    </w:p>
    <w:p w:rsidR="003740BF" w:rsidRPr="00A82E72" w:rsidRDefault="00752AB4">
      <w:pPr>
        <w:pStyle w:val="a3"/>
        <w:spacing w:before="63" w:line="276" w:lineRule="auto"/>
        <w:ind w:left="150" w:right="229" w:hanging="1"/>
        <w:jc w:val="both"/>
      </w:pPr>
      <w:r w:rsidRPr="00A82E72">
        <w:t>Если клиентом ООО ИК «Фридом Финанс» является организация, осуществляющая операции с денежными средствами или иным имуществом, указанная в статье 5 Федерального закона от 07.08.2001 N 115-ФЗ "О противодействии легализации (отмыванию) доходов, полученных преступным путем, и финансированию терроризма", или лицо, указанное в статье 7.1 Федерального закона от 07.08.2001 N 115-ФЗ "О противодействии легализации (отмыванию) доходов, полученных преступным путем, и финансированию терроризма", идентификация выгодоприобретателя /выгодоприобретателей указанного клиента осуществляется по требованию ООО ИК «Фридом Финанс».</w:t>
      </w:r>
    </w:p>
    <w:p w:rsidR="003740BF" w:rsidRPr="00A82E72" w:rsidRDefault="00752AB4">
      <w:pPr>
        <w:pStyle w:val="1"/>
        <w:spacing w:before="59" w:line="276" w:lineRule="auto"/>
        <w:ind w:left="150" w:right="226"/>
        <w:jc w:val="both"/>
      </w:pPr>
      <w:r w:rsidRPr="00A82E72">
        <w:t>При заключении клиентом с ООО ИК «Фридом Финанс» нескольких договоров (брокерский / депозитарный договор/договор доверительного управления), указанные документы предоставляются в одном экземпляре.</w:t>
      </w:r>
    </w:p>
    <w:p w:rsidR="003740BF" w:rsidRPr="00A82E72" w:rsidRDefault="00752AB4">
      <w:pPr>
        <w:spacing w:before="58" w:line="276" w:lineRule="auto"/>
        <w:ind w:left="150" w:right="228"/>
        <w:jc w:val="both"/>
        <w:rPr>
          <w:b/>
          <w:sz w:val="20"/>
        </w:rPr>
      </w:pPr>
      <w:r w:rsidRPr="00A82E72">
        <w:rPr>
          <w:b/>
          <w:sz w:val="20"/>
        </w:rPr>
        <w:t>ООО ИК «Фридом Финанс» вправе запросить иные документы в целях идентификации клиента, его уполномоченного представителя, бенефициарного владельца, выгодоприобретателя, не предусмотренные настоящим приложением к Условиям.</w:t>
      </w:r>
    </w:p>
    <w:p w:rsidR="003740BF" w:rsidRPr="00A82E72" w:rsidRDefault="003740BF">
      <w:pPr>
        <w:pStyle w:val="a3"/>
        <w:spacing w:before="4"/>
        <w:rPr>
          <w:b/>
          <w:sz w:val="17"/>
        </w:rPr>
      </w:pPr>
    </w:p>
    <w:p w:rsidR="003740BF" w:rsidRPr="00A82E72" w:rsidRDefault="00752AB4">
      <w:pPr>
        <w:pStyle w:val="a3"/>
        <w:spacing w:before="1" w:line="242" w:lineRule="auto"/>
        <w:ind w:left="150" w:right="224"/>
        <w:jc w:val="both"/>
      </w:pPr>
      <w:r w:rsidRPr="00A82E72">
        <w:t>В отдельных случаях копии документов, предоставленные для открытия счета, могут быть заверены</w:t>
      </w:r>
      <w:r w:rsidRPr="00A82E72">
        <w:rPr>
          <w:spacing w:val="-11"/>
        </w:rPr>
        <w:t xml:space="preserve"> </w:t>
      </w:r>
      <w:r w:rsidRPr="00A82E72">
        <w:t>уполномоченным</w:t>
      </w:r>
      <w:r w:rsidRPr="00A82E72">
        <w:rPr>
          <w:spacing w:val="-15"/>
        </w:rPr>
        <w:t xml:space="preserve"> </w:t>
      </w:r>
      <w:r w:rsidRPr="00A82E72">
        <w:t>сотрудником</w:t>
      </w:r>
      <w:r w:rsidRPr="00A82E72">
        <w:rPr>
          <w:spacing w:val="-15"/>
        </w:rPr>
        <w:t xml:space="preserve"> </w:t>
      </w:r>
      <w:r w:rsidRPr="00A82E72">
        <w:t>ООО</w:t>
      </w:r>
      <w:r w:rsidRPr="00A82E72">
        <w:rPr>
          <w:spacing w:val="-13"/>
        </w:rPr>
        <w:t xml:space="preserve"> </w:t>
      </w:r>
      <w:r w:rsidRPr="00A82E72">
        <w:t>ИК</w:t>
      </w:r>
      <w:r w:rsidRPr="00A82E72">
        <w:rPr>
          <w:spacing w:val="-15"/>
        </w:rPr>
        <w:t xml:space="preserve"> </w:t>
      </w:r>
      <w:r w:rsidRPr="00A82E72">
        <w:t>«Фридом</w:t>
      </w:r>
      <w:r w:rsidRPr="00A82E72">
        <w:rPr>
          <w:spacing w:val="-15"/>
        </w:rPr>
        <w:t xml:space="preserve"> </w:t>
      </w:r>
      <w:r w:rsidRPr="00A82E72">
        <w:t>Финанс».</w:t>
      </w:r>
      <w:r w:rsidRPr="00A82E72">
        <w:rPr>
          <w:spacing w:val="-15"/>
        </w:rPr>
        <w:t xml:space="preserve"> </w:t>
      </w:r>
      <w:r w:rsidRPr="00A82E72">
        <w:t>В</w:t>
      </w:r>
      <w:r w:rsidRPr="00A82E72">
        <w:rPr>
          <w:spacing w:val="-15"/>
        </w:rPr>
        <w:t xml:space="preserve"> </w:t>
      </w:r>
      <w:r w:rsidRPr="00A82E72">
        <w:t>таком</w:t>
      </w:r>
      <w:r w:rsidRPr="00A82E72">
        <w:rPr>
          <w:spacing w:val="-12"/>
        </w:rPr>
        <w:t xml:space="preserve"> </w:t>
      </w:r>
      <w:r w:rsidRPr="00A82E72">
        <w:t>случае</w:t>
      </w:r>
      <w:r w:rsidRPr="00A82E72">
        <w:rPr>
          <w:spacing w:val="-15"/>
        </w:rPr>
        <w:t xml:space="preserve"> </w:t>
      </w:r>
      <w:r w:rsidRPr="00A82E72">
        <w:t>для</w:t>
      </w:r>
      <w:r w:rsidRPr="00A82E72">
        <w:rPr>
          <w:spacing w:val="-14"/>
        </w:rPr>
        <w:t xml:space="preserve"> </w:t>
      </w:r>
      <w:r w:rsidRPr="00A82E72">
        <w:t>сверки</w:t>
      </w:r>
      <w:r w:rsidRPr="00A82E72">
        <w:rPr>
          <w:spacing w:val="-15"/>
        </w:rPr>
        <w:t xml:space="preserve"> </w:t>
      </w:r>
      <w:r w:rsidRPr="00A82E72">
        <w:t>должны</w:t>
      </w:r>
      <w:r w:rsidRPr="00A82E72">
        <w:rPr>
          <w:spacing w:val="-14"/>
        </w:rPr>
        <w:t xml:space="preserve"> </w:t>
      </w:r>
      <w:r w:rsidRPr="00A82E72">
        <w:t>быть предоставлены оригиналы соответствующих документов.</w:t>
      </w:r>
    </w:p>
    <w:p w:rsidR="00751D65" w:rsidRPr="00A82E72" w:rsidRDefault="00751D65">
      <w:pPr>
        <w:pStyle w:val="a3"/>
        <w:spacing w:before="1" w:line="242" w:lineRule="auto"/>
        <w:ind w:left="150" w:right="224"/>
        <w:jc w:val="both"/>
      </w:pPr>
      <w:r w:rsidRPr="00A82E72">
        <w:t>Легализация документов, выданных за пределами Российской Федерации, производится в посольстве (консульстве) Российской Федерации в стране происхождения документов, либо путем проставления апостиля, если страной происхождения документов является страна, присоединившаяся к Гаагской конвенции 1961 г.</w:t>
      </w:r>
    </w:p>
    <w:sectPr w:rsidR="00751D65" w:rsidRPr="00A82E72" w:rsidSect="00C21279">
      <w:pgSz w:w="11910" w:h="16840"/>
      <w:pgMar w:top="540" w:right="340" w:bottom="709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3C1" w:rsidRDefault="001A23C1" w:rsidP="00CE4308">
      <w:r>
        <w:separator/>
      </w:r>
    </w:p>
  </w:endnote>
  <w:endnote w:type="continuationSeparator" w:id="0">
    <w:p w:rsidR="001A23C1" w:rsidRDefault="001A23C1" w:rsidP="00C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3C1" w:rsidRDefault="001A23C1" w:rsidP="00CE4308">
      <w:r>
        <w:separator/>
      </w:r>
    </w:p>
  </w:footnote>
  <w:footnote w:type="continuationSeparator" w:id="0">
    <w:p w:rsidR="001A23C1" w:rsidRDefault="001A23C1" w:rsidP="00CE4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CE4308" w:rsidRPr="00A82E72" w:rsidTr="00F409C5">
      <w:tc>
        <w:tcPr>
          <w:tcW w:w="2518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eastAsia="Times New Roman"/>
              <w:sz w:val="20"/>
              <w:szCs w:val="20"/>
              <w:lang w:bidi="ar-SA"/>
            </w:rPr>
          </w:pPr>
          <w:r w:rsidRPr="00A82E72">
            <w:rPr>
              <w:rFonts w:eastAsia="Times New Roman"/>
              <w:noProof/>
              <w:sz w:val="20"/>
              <w:szCs w:val="20"/>
              <w:lang w:bidi="ar-SA"/>
            </w:rPr>
            <w:drawing>
              <wp:inline distT="0" distB="0" distL="0" distR="0" wp14:anchorId="5B5F0D1D" wp14:editId="6886FD21">
                <wp:extent cx="1081405" cy="254635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140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jc w:val="right"/>
            <w:rPr>
              <w:rFonts w:eastAsia="Calibri"/>
              <w:i/>
              <w:sz w:val="16"/>
              <w:szCs w:val="16"/>
              <w:lang w:bidi="ar-SA"/>
            </w:rPr>
          </w:pPr>
          <w:r w:rsidRPr="00A82E72">
            <w:rPr>
              <w:rFonts w:eastAsia="Calibri"/>
              <w:i/>
              <w:sz w:val="16"/>
              <w:szCs w:val="16"/>
              <w:lang w:bidi="ar-SA"/>
            </w:rPr>
            <w:t>Приложение №10 к Регламенту обслуживания Клиентов ООО ИК «Фридом Финанс»</w:t>
          </w:r>
        </w:p>
        <w:p w:rsidR="00CE4308" w:rsidRPr="00A82E72" w:rsidRDefault="00D02BE2" w:rsidP="00CE4308">
          <w:pPr>
            <w:widowControl/>
            <w:tabs>
              <w:tab w:val="left" w:pos="1134"/>
              <w:tab w:val="center" w:pos="4153"/>
              <w:tab w:val="right" w:pos="8306"/>
            </w:tabs>
            <w:autoSpaceDE/>
            <w:autoSpaceDN/>
            <w:jc w:val="right"/>
            <w:rPr>
              <w:rFonts w:eastAsia="Times New Roman"/>
              <w:i/>
              <w:sz w:val="16"/>
              <w:szCs w:val="16"/>
              <w:lang w:bidi="ar-SA"/>
            </w:rPr>
          </w:pPr>
          <w:r>
            <w:rPr>
              <w:rFonts w:eastAsia="Times New Roman"/>
              <w:i/>
              <w:sz w:val="16"/>
              <w:szCs w:val="16"/>
              <w:lang w:bidi="ar-SA"/>
            </w:rPr>
            <w:t>Перечень документов, представляемых Клиентом</w:t>
          </w:r>
        </w:p>
      </w:tc>
    </w:tr>
  </w:tbl>
  <w:p w:rsidR="00CE4308" w:rsidRPr="00A82E72" w:rsidRDefault="00CE4308" w:rsidP="00CE4308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eastAsia="Times New Roman"/>
        <w:snapToGrid w:val="0"/>
        <w:sz w:val="8"/>
        <w:szCs w:val="8"/>
        <w:lang w:bidi="ar-SA"/>
      </w:rPr>
    </w:pPr>
  </w:p>
  <w:p w:rsidR="00CE4308" w:rsidRPr="00A82E72" w:rsidRDefault="00CE4308" w:rsidP="00CE43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74342"/>
    <w:multiLevelType w:val="hybridMultilevel"/>
    <w:tmpl w:val="14486882"/>
    <w:lvl w:ilvl="0" w:tplc="ACA25FC8">
      <w:numFmt w:val="bullet"/>
      <w:lvlText w:val=""/>
      <w:lvlJc w:val="left"/>
      <w:pPr>
        <w:ind w:left="153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026AA58">
      <w:numFmt w:val="bullet"/>
      <w:lvlText w:val="o"/>
      <w:lvlJc w:val="left"/>
      <w:pPr>
        <w:ind w:left="163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2" w:tplc="93164148">
      <w:numFmt w:val="bullet"/>
      <w:lvlText w:val="•"/>
      <w:lvlJc w:val="left"/>
      <w:pPr>
        <w:ind w:left="2634" w:hanging="360"/>
      </w:pPr>
      <w:rPr>
        <w:rFonts w:hint="default"/>
        <w:lang w:val="ru-RU" w:eastAsia="ru-RU" w:bidi="ru-RU"/>
      </w:rPr>
    </w:lvl>
    <w:lvl w:ilvl="3" w:tplc="BF687692">
      <w:numFmt w:val="bullet"/>
      <w:lvlText w:val="•"/>
      <w:lvlJc w:val="left"/>
      <w:pPr>
        <w:ind w:left="3628" w:hanging="360"/>
      </w:pPr>
      <w:rPr>
        <w:rFonts w:hint="default"/>
        <w:lang w:val="ru-RU" w:eastAsia="ru-RU" w:bidi="ru-RU"/>
      </w:rPr>
    </w:lvl>
    <w:lvl w:ilvl="4" w:tplc="3C120D92">
      <w:numFmt w:val="bullet"/>
      <w:lvlText w:val="•"/>
      <w:lvlJc w:val="left"/>
      <w:pPr>
        <w:ind w:left="4622" w:hanging="360"/>
      </w:pPr>
      <w:rPr>
        <w:rFonts w:hint="default"/>
        <w:lang w:val="ru-RU" w:eastAsia="ru-RU" w:bidi="ru-RU"/>
      </w:rPr>
    </w:lvl>
    <w:lvl w:ilvl="5" w:tplc="E736BC36">
      <w:numFmt w:val="bullet"/>
      <w:lvlText w:val="•"/>
      <w:lvlJc w:val="left"/>
      <w:pPr>
        <w:ind w:left="5616" w:hanging="360"/>
      </w:pPr>
      <w:rPr>
        <w:rFonts w:hint="default"/>
        <w:lang w:val="ru-RU" w:eastAsia="ru-RU" w:bidi="ru-RU"/>
      </w:rPr>
    </w:lvl>
    <w:lvl w:ilvl="6" w:tplc="0FEAC1EA">
      <w:numFmt w:val="bullet"/>
      <w:lvlText w:val="•"/>
      <w:lvlJc w:val="left"/>
      <w:pPr>
        <w:ind w:left="6610" w:hanging="360"/>
      </w:pPr>
      <w:rPr>
        <w:rFonts w:hint="default"/>
        <w:lang w:val="ru-RU" w:eastAsia="ru-RU" w:bidi="ru-RU"/>
      </w:rPr>
    </w:lvl>
    <w:lvl w:ilvl="7" w:tplc="CBFC0F7A">
      <w:numFmt w:val="bullet"/>
      <w:lvlText w:val="•"/>
      <w:lvlJc w:val="left"/>
      <w:pPr>
        <w:ind w:left="7604" w:hanging="360"/>
      </w:pPr>
      <w:rPr>
        <w:rFonts w:hint="default"/>
        <w:lang w:val="ru-RU" w:eastAsia="ru-RU" w:bidi="ru-RU"/>
      </w:rPr>
    </w:lvl>
    <w:lvl w:ilvl="8" w:tplc="F73C6D1A">
      <w:numFmt w:val="bullet"/>
      <w:lvlText w:val="•"/>
      <w:lvlJc w:val="left"/>
      <w:pPr>
        <w:ind w:left="8598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67AA3B6F"/>
    <w:multiLevelType w:val="hybridMultilevel"/>
    <w:tmpl w:val="AC4EC602"/>
    <w:lvl w:ilvl="0" w:tplc="E0B4FBB8">
      <w:start w:val="1"/>
      <w:numFmt w:val="decimal"/>
      <w:lvlText w:val="%1."/>
      <w:lvlJc w:val="left"/>
      <w:pPr>
        <w:ind w:left="152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ru-RU" w:eastAsia="ru-RU" w:bidi="ru-RU"/>
      </w:rPr>
    </w:lvl>
    <w:lvl w:ilvl="1" w:tplc="DAA69EE4">
      <w:numFmt w:val="bullet"/>
      <w:lvlText w:val="•"/>
      <w:lvlJc w:val="left"/>
      <w:pPr>
        <w:ind w:left="1202" w:hanging="221"/>
      </w:pPr>
      <w:rPr>
        <w:rFonts w:hint="default"/>
        <w:lang w:val="ru-RU" w:eastAsia="ru-RU" w:bidi="ru-RU"/>
      </w:rPr>
    </w:lvl>
    <w:lvl w:ilvl="2" w:tplc="FA345E52">
      <w:numFmt w:val="bullet"/>
      <w:lvlText w:val="•"/>
      <w:lvlJc w:val="left"/>
      <w:pPr>
        <w:ind w:left="2245" w:hanging="221"/>
      </w:pPr>
      <w:rPr>
        <w:rFonts w:hint="default"/>
        <w:lang w:val="ru-RU" w:eastAsia="ru-RU" w:bidi="ru-RU"/>
      </w:rPr>
    </w:lvl>
    <w:lvl w:ilvl="3" w:tplc="F43C3D8A">
      <w:numFmt w:val="bullet"/>
      <w:lvlText w:val="•"/>
      <w:lvlJc w:val="left"/>
      <w:pPr>
        <w:ind w:left="3287" w:hanging="221"/>
      </w:pPr>
      <w:rPr>
        <w:rFonts w:hint="default"/>
        <w:lang w:val="ru-RU" w:eastAsia="ru-RU" w:bidi="ru-RU"/>
      </w:rPr>
    </w:lvl>
    <w:lvl w:ilvl="4" w:tplc="5D6C8D12">
      <w:numFmt w:val="bullet"/>
      <w:lvlText w:val="•"/>
      <w:lvlJc w:val="left"/>
      <w:pPr>
        <w:ind w:left="4330" w:hanging="221"/>
      </w:pPr>
      <w:rPr>
        <w:rFonts w:hint="default"/>
        <w:lang w:val="ru-RU" w:eastAsia="ru-RU" w:bidi="ru-RU"/>
      </w:rPr>
    </w:lvl>
    <w:lvl w:ilvl="5" w:tplc="50E24B02">
      <w:numFmt w:val="bullet"/>
      <w:lvlText w:val="•"/>
      <w:lvlJc w:val="left"/>
      <w:pPr>
        <w:ind w:left="5373" w:hanging="221"/>
      </w:pPr>
      <w:rPr>
        <w:rFonts w:hint="default"/>
        <w:lang w:val="ru-RU" w:eastAsia="ru-RU" w:bidi="ru-RU"/>
      </w:rPr>
    </w:lvl>
    <w:lvl w:ilvl="6" w:tplc="19C2966C">
      <w:numFmt w:val="bullet"/>
      <w:lvlText w:val="•"/>
      <w:lvlJc w:val="left"/>
      <w:pPr>
        <w:ind w:left="6415" w:hanging="221"/>
      </w:pPr>
      <w:rPr>
        <w:rFonts w:hint="default"/>
        <w:lang w:val="ru-RU" w:eastAsia="ru-RU" w:bidi="ru-RU"/>
      </w:rPr>
    </w:lvl>
    <w:lvl w:ilvl="7" w:tplc="56EE486A">
      <w:numFmt w:val="bullet"/>
      <w:lvlText w:val="•"/>
      <w:lvlJc w:val="left"/>
      <w:pPr>
        <w:ind w:left="7458" w:hanging="221"/>
      </w:pPr>
      <w:rPr>
        <w:rFonts w:hint="default"/>
        <w:lang w:val="ru-RU" w:eastAsia="ru-RU" w:bidi="ru-RU"/>
      </w:rPr>
    </w:lvl>
    <w:lvl w:ilvl="8" w:tplc="8168D8B2">
      <w:numFmt w:val="bullet"/>
      <w:lvlText w:val="•"/>
      <w:lvlJc w:val="left"/>
      <w:pPr>
        <w:ind w:left="8501" w:hanging="221"/>
      </w:pPr>
      <w:rPr>
        <w:rFonts w:hint="default"/>
        <w:lang w:val="ru-RU" w:eastAsia="ru-RU" w:bidi="ru-RU"/>
      </w:rPr>
    </w:lvl>
  </w:abstractNum>
  <w:abstractNum w:abstractNumId="2" w15:restartNumberingAfterBreak="0">
    <w:nsid w:val="72904FB4"/>
    <w:multiLevelType w:val="hybridMultilevel"/>
    <w:tmpl w:val="C2FA999C"/>
    <w:lvl w:ilvl="0" w:tplc="A63604F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EFC4DB5C">
      <w:numFmt w:val="bullet"/>
      <w:lvlText w:val="•"/>
      <w:lvlJc w:val="left"/>
      <w:pPr>
        <w:ind w:left="998" w:hanging="360"/>
      </w:pPr>
      <w:rPr>
        <w:rFonts w:hint="default"/>
        <w:lang w:val="ru-RU" w:eastAsia="ru-RU" w:bidi="ru-RU"/>
      </w:rPr>
    </w:lvl>
    <w:lvl w:ilvl="2" w:tplc="072A4FE8">
      <w:numFmt w:val="bullet"/>
      <w:lvlText w:val="•"/>
      <w:lvlJc w:val="left"/>
      <w:pPr>
        <w:ind w:left="1516" w:hanging="360"/>
      </w:pPr>
      <w:rPr>
        <w:rFonts w:hint="default"/>
        <w:lang w:val="ru-RU" w:eastAsia="ru-RU" w:bidi="ru-RU"/>
      </w:rPr>
    </w:lvl>
    <w:lvl w:ilvl="3" w:tplc="E8C0A940">
      <w:numFmt w:val="bullet"/>
      <w:lvlText w:val="•"/>
      <w:lvlJc w:val="left"/>
      <w:pPr>
        <w:ind w:left="2034" w:hanging="360"/>
      </w:pPr>
      <w:rPr>
        <w:rFonts w:hint="default"/>
        <w:lang w:val="ru-RU" w:eastAsia="ru-RU" w:bidi="ru-RU"/>
      </w:rPr>
    </w:lvl>
    <w:lvl w:ilvl="4" w:tplc="882688AA">
      <w:numFmt w:val="bullet"/>
      <w:lvlText w:val="•"/>
      <w:lvlJc w:val="left"/>
      <w:pPr>
        <w:ind w:left="2552" w:hanging="360"/>
      </w:pPr>
      <w:rPr>
        <w:rFonts w:hint="default"/>
        <w:lang w:val="ru-RU" w:eastAsia="ru-RU" w:bidi="ru-RU"/>
      </w:rPr>
    </w:lvl>
    <w:lvl w:ilvl="5" w:tplc="4DFAEC12">
      <w:numFmt w:val="bullet"/>
      <w:lvlText w:val="•"/>
      <w:lvlJc w:val="left"/>
      <w:pPr>
        <w:ind w:left="3070" w:hanging="360"/>
      </w:pPr>
      <w:rPr>
        <w:rFonts w:hint="default"/>
        <w:lang w:val="ru-RU" w:eastAsia="ru-RU" w:bidi="ru-RU"/>
      </w:rPr>
    </w:lvl>
    <w:lvl w:ilvl="6" w:tplc="F65A9244">
      <w:numFmt w:val="bullet"/>
      <w:lvlText w:val="•"/>
      <w:lvlJc w:val="left"/>
      <w:pPr>
        <w:ind w:left="3588" w:hanging="360"/>
      </w:pPr>
      <w:rPr>
        <w:rFonts w:hint="default"/>
        <w:lang w:val="ru-RU" w:eastAsia="ru-RU" w:bidi="ru-RU"/>
      </w:rPr>
    </w:lvl>
    <w:lvl w:ilvl="7" w:tplc="D1E4BFD4">
      <w:numFmt w:val="bullet"/>
      <w:lvlText w:val="•"/>
      <w:lvlJc w:val="left"/>
      <w:pPr>
        <w:ind w:left="4106" w:hanging="360"/>
      </w:pPr>
      <w:rPr>
        <w:rFonts w:hint="default"/>
        <w:lang w:val="ru-RU" w:eastAsia="ru-RU" w:bidi="ru-RU"/>
      </w:rPr>
    </w:lvl>
    <w:lvl w:ilvl="8" w:tplc="9FD8B56E">
      <w:numFmt w:val="bullet"/>
      <w:lvlText w:val="•"/>
      <w:lvlJc w:val="left"/>
      <w:pPr>
        <w:ind w:left="4624" w:hanging="36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0BF"/>
    <w:rsid w:val="000028C6"/>
    <w:rsid w:val="00010745"/>
    <w:rsid w:val="000229D6"/>
    <w:rsid w:val="00047238"/>
    <w:rsid w:val="00060A9E"/>
    <w:rsid w:val="00067E3F"/>
    <w:rsid w:val="00077914"/>
    <w:rsid w:val="00100C4C"/>
    <w:rsid w:val="00136349"/>
    <w:rsid w:val="001565E8"/>
    <w:rsid w:val="0016529E"/>
    <w:rsid w:val="001658D1"/>
    <w:rsid w:val="001A23C1"/>
    <w:rsid w:val="001B5F9C"/>
    <w:rsid w:val="001E4D0D"/>
    <w:rsid w:val="001F75E4"/>
    <w:rsid w:val="00224839"/>
    <w:rsid w:val="00267442"/>
    <w:rsid w:val="002C138D"/>
    <w:rsid w:val="002E41E6"/>
    <w:rsid w:val="002F419A"/>
    <w:rsid w:val="003251FA"/>
    <w:rsid w:val="00372673"/>
    <w:rsid w:val="003740BF"/>
    <w:rsid w:val="003B3AB4"/>
    <w:rsid w:val="00400141"/>
    <w:rsid w:val="00471C97"/>
    <w:rsid w:val="004A7412"/>
    <w:rsid w:val="004C260D"/>
    <w:rsid w:val="004F4377"/>
    <w:rsid w:val="005134E9"/>
    <w:rsid w:val="005227B6"/>
    <w:rsid w:val="00522F6D"/>
    <w:rsid w:val="00572015"/>
    <w:rsid w:val="005764E3"/>
    <w:rsid w:val="005903AE"/>
    <w:rsid w:val="005B36E3"/>
    <w:rsid w:val="005C275A"/>
    <w:rsid w:val="005F0575"/>
    <w:rsid w:val="00611613"/>
    <w:rsid w:val="006229D2"/>
    <w:rsid w:val="00647B6D"/>
    <w:rsid w:val="00651C87"/>
    <w:rsid w:val="006568E0"/>
    <w:rsid w:val="006922E0"/>
    <w:rsid w:val="006D6C71"/>
    <w:rsid w:val="00751D65"/>
    <w:rsid w:val="00752AB4"/>
    <w:rsid w:val="00775029"/>
    <w:rsid w:val="00780A20"/>
    <w:rsid w:val="00813351"/>
    <w:rsid w:val="00831D2F"/>
    <w:rsid w:val="008708D2"/>
    <w:rsid w:val="008965B1"/>
    <w:rsid w:val="008B4D15"/>
    <w:rsid w:val="0091355A"/>
    <w:rsid w:val="00940E2C"/>
    <w:rsid w:val="00950CF2"/>
    <w:rsid w:val="00960C38"/>
    <w:rsid w:val="00983725"/>
    <w:rsid w:val="00987E47"/>
    <w:rsid w:val="009A2F64"/>
    <w:rsid w:val="009E4267"/>
    <w:rsid w:val="00A003E8"/>
    <w:rsid w:val="00A1331D"/>
    <w:rsid w:val="00A52A43"/>
    <w:rsid w:val="00A61FD7"/>
    <w:rsid w:val="00A72CC0"/>
    <w:rsid w:val="00A82E72"/>
    <w:rsid w:val="00AC5AC4"/>
    <w:rsid w:val="00B22931"/>
    <w:rsid w:val="00B2579A"/>
    <w:rsid w:val="00B67B5F"/>
    <w:rsid w:val="00B76B16"/>
    <w:rsid w:val="00BB541E"/>
    <w:rsid w:val="00BD5C82"/>
    <w:rsid w:val="00BE6785"/>
    <w:rsid w:val="00C21279"/>
    <w:rsid w:val="00C54E7B"/>
    <w:rsid w:val="00C6525D"/>
    <w:rsid w:val="00C73252"/>
    <w:rsid w:val="00CA767B"/>
    <w:rsid w:val="00CE4308"/>
    <w:rsid w:val="00CF15E5"/>
    <w:rsid w:val="00D02BE2"/>
    <w:rsid w:val="00D45EB4"/>
    <w:rsid w:val="00D55AAA"/>
    <w:rsid w:val="00DE0555"/>
    <w:rsid w:val="00E04A2C"/>
    <w:rsid w:val="00E44B94"/>
    <w:rsid w:val="00E63DCC"/>
    <w:rsid w:val="00E76E4E"/>
    <w:rsid w:val="00E84DCB"/>
    <w:rsid w:val="00F43ABC"/>
    <w:rsid w:val="00F46279"/>
    <w:rsid w:val="00F7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5:docId w15:val="{E46F8B9D-5752-425B-9C94-3EED6592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58"/>
      <w:ind w:left="152" w:right="879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5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E43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4308"/>
    <w:rPr>
      <w:rFonts w:ascii="Tahoma" w:eastAsia="Arial" w:hAnsi="Tahoma" w:cs="Tahoma"/>
      <w:sz w:val="16"/>
      <w:szCs w:val="16"/>
      <w:lang w:val="ru-RU" w:eastAsia="ru-RU" w:bidi="ru-RU"/>
    </w:rPr>
  </w:style>
  <w:style w:type="paragraph" w:styleId="ab">
    <w:name w:val="Revision"/>
    <w:hidden/>
    <w:uiPriority w:val="99"/>
    <w:semiHidden/>
    <w:rsid w:val="00060A9E"/>
    <w:pPr>
      <w:widowControl/>
      <w:autoSpaceDE/>
      <w:autoSpaceDN/>
    </w:pPr>
    <w:rPr>
      <w:rFonts w:ascii="Arial" w:eastAsia="Arial" w:hAnsi="Arial" w:cs="Arial"/>
      <w:lang w:val="ru-RU" w:eastAsia="ru-RU" w:bidi="ru-RU"/>
    </w:rPr>
  </w:style>
  <w:style w:type="table" w:styleId="ac">
    <w:name w:val="Table Grid"/>
    <w:basedOn w:val="a1"/>
    <w:uiPriority w:val="59"/>
    <w:rsid w:val="0089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8</Pages>
  <Words>3128</Words>
  <Characters>17832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осуществления депозитарной деятельности ООО ИК «Фридом Финанс»</vt:lpstr>
    </vt:vector>
  </TitlesOfParts>
  <Company/>
  <LinksUpToDate>false</LinksUpToDate>
  <CharactersWithSpaces>20919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осуществления депозитарной деятельности ООО ИК «Фридом Финанс»</dc:title>
  <dc:creator>Бибикова Ирина Борисовна</dc:creator>
  <cp:lastModifiedBy>Саловаров Роман Павлович (ffin.ru)</cp:lastModifiedBy>
  <cp:revision>62</cp:revision>
  <dcterms:created xsi:type="dcterms:W3CDTF">2018-05-16T10:20:00Z</dcterms:created>
  <dcterms:modified xsi:type="dcterms:W3CDTF">2022-05-30T10:14:00Z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2016-06-15T00:00:00Z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2018-05-16T00:00:00Z</vt:filetime>
  </property>
</Properties>
</file>