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0CF2" w:rsidRPr="00A82E72" w:rsidRDefault="00950CF2">
      <w:pPr>
        <w:spacing w:before="62"/>
        <w:ind w:left="1002"/>
        <w:rPr>
          <w:b/>
          <w:sz w:val="24"/>
        </w:rPr>
      </w:pPr>
    </w:p>
    <w:p w:rsidR="003740BF" w:rsidRPr="00A82E72" w:rsidRDefault="00752AB4">
      <w:pPr>
        <w:spacing w:before="62"/>
        <w:ind w:left="1002"/>
        <w:rPr>
          <w:b/>
          <w:sz w:val="24"/>
        </w:rPr>
      </w:pPr>
      <w:r w:rsidRPr="00A82E72">
        <w:rPr>
          <w:b/>
          <w:sz w:val="24"/>
        </w:rPr>
        <w:t xml:space="preserve">Перечень документов для </w:t>
      </w:r>
      <w:r w:rsidR="00BD5C82">
        <w:rPr>
          <w:b/>
          <w:sz w:val="24"/>
        </w:rPr>
        <w:t xml:space="preserve">открытия </w:t>
      </w:r>
      <w:r w:rsidR="00CE4308" w:rsidRPr="00A82E72">
        <w:rPr>
          <w:b/>
          <w:sz w:val="24"/>
        </w:rPr>
        <w:t>счетов Клиента</w:t>
      </w:r>
      <w:r w:rsidRPr="00A82E72">
        <w:rPr>
          <w:b/>
          <w:sz w:val="24"/>
        </w:rPr>
        <w:t>.</w:t>
      </w:r>
    </w:p>
    <w:p w:rsidR="003740BF" w:rsidRPr="00A82E72" w:rsidRDefault="00752AB4" w:rsidP="00A82E72">
      <w:pPr>
        <w:pStyle w:val="1"/>
        <w:numPr>
          <w:ilvl w:val="0"/>
          <w:numId w:val="3"/>
        </w:numPr>
        <w:tabs>
          <w:tab w:val="left" w:pos="567"/>
        </w:tabs>
        <w:spacing w:before="119"/>
        <w:ind w:left="0" w:firstLine="0"/>
      </w:pPr>
      <w:r w:rsidRPr="00A82E72">
        <w:t>Перечень документов, необходимых для открытия счет</w:t>
      </w:r>
      <w:r w:rsidR="00E84DCB" w:rsidRPr="00A82E72">
        <w:t>ов</w:t>
      </w:r>
      <w:r w:rsidRPr="00A82E72">
        <w:t xml:space="preserve"> юридическим лицом – резидентом РФ</w:t>
      </w:r>
    </w:p>
    <w:p w:rsidR="003740BF" w:rsidRPr="00A82E72" w:rsidRDefault="003740BF">
      <w:pPr>
        <w:pStyle w:val="a3"/>
        <w:spacing w:before="8"/>
        <w:rPr>
          <w:b/>
          <w:sz w:val="5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5671"/>
        <w:gridCol w:w="3708"/>
      </w:tblGrid>
      <w:tr w:rsidR="003740BF" w:rsidRPr="00A82E72" w:rsidTr="00A82E72">
        <w:trPr>
          <w:trHeight w:val="462"/>
        </w:trPr>
        <w:tc>
          <w:tcPr>
            <w:tcW w:w="827" w:type="dxa"/>
          </w:tcPr>
          <w:p w:rsidR="003740BF" w:rsidRPr="00A82E72" w:rsidRDefault="003740B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29" w:lineRule="exact"/>
              <w:ind w:left="1624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3708" w:type="dxa"/>
          </w:tcPr>
          <w:p w:rsidR="003740BF" w:rsidRPr="00A82E72" w:rsidRDefault="00752AB4" w:rsidP="00A82E72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3740BF" w:rsidRPr="00A82E72" w:rsidTr="00A82E72">
        <w:trPr>
          <w:trHeight w:val="99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1.1.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Свидетельства о государственной регистрации юридического лица (в случае регистрации юридического после 1 июля 2002 года)</w:t>
            </w:r>
            <w:r w:rsidR="001B5F9C" w:rsidRPr="00A82E72">
              <w:rPr>
                <w:sz w:val="20"/>
              </w:rPr>
              <w:t xml:space="preserve"> </w:t>
            </w:r>
          </w:p>
        </w:tc>
        <w:tc>
          <w:tcPr>
            <w:tcW w:w="3708" w:type="dxa"/>
          </w:tcPr>
          <w:p w:rsidR="003740BF" w:rsidRPr="00A82E72" w:rsidRDefault="00060A9E" w:rsidP="005903AE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52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1.2.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10" w:right="128"/>
              <w:rPr>
                <w:sz w:val="20"/>
              </w:rPr>
            </w:pPr>
            <w:r w:rsidRPr="00A82E72">
              <w:rPr>
                <w:sz w:val="20"/>
              </w:rPr>
              <w:t>Свидетельства о внесении записи Единый государственный реестр юридических лиц (ЕГРЮЛ) о юридическом лице, зарегистрированном до 1 июля 2002 года (в случае регистрации юридического до 1 июля 2002 года)</w:t>
            </w:r>
          </w:p>
        </w:tc>
        <w:tc>
          <w:tcPr>
            <w:tcW w:w="3708" w:type="dxa"/>
          </w:tcPr>
          <w:p w:rsidR="003740BF" w:rsidRPr="00A82E72" w:rsidRDefault="00060A9E">
            <w:pPr>
              <w:pStyle w:val="TableParagraph"/>
              <w:spacing w:before="2"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729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1.3.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704"/>
              <w:rPr>
                <w:sz w:val="20"/>
              </w:rPr>
            </w:pPr>
            <w:r w:rsidRPr="00A82E72">
              <w:rPr>
                <w:sz w:val="20"/>
              </w:rPr>
              <w:t>Учредительные документы с зарегистрированными изменениями и дополнениями</w:t>
            </w:r>
          </w:p>
        </w:tc>
        <w:tc>
          <w:tcPr>
            <w:tcW w:w="3708" w:type="dxa"/>
          </w:tcPr>
          <w:p w:rsidR="003740BF" w:rsidRPr="00A82E72" w:rsidRDefault="005903AE" w:rsidP="005903AE">
            <w:pPr>
              <w:pStyle w:val="TableParagraph"/>
              <w:spacing w:line="276" w:lineRule="auto"/>
              <w:rPr>
                <w:sz w:val="20"/>
              </w:rPr>
            </w:pPr>
            <w:r w:rsidRPr="00A82E72">
              <w:rPr>
                <w:sz w:val="20"/>
              </w:rPr>
              <w:t>Копия, заверенная нотариусом или подписью Уполномоченного лица Клиента и печатью организации</w:t>
            </w:r>
          </w:p>
        </w:tc>
      </w:tr>
      <w:tr w:rsidR="003740BF" w:rsidRPr="00A82E72" w:rsidTr="00A82E72">
        <w:trPr>
          <w:trHeight w:val="99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1.4.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Свидетельство о постановке на учет российской организации в налоговом органе по месту ее нахождения</w:t>
            </w:r>
          </w:p>
        </w:tc>
        <w:tc>
          <w:tcPr>
            <w:tcW w:w="3708" w:type="dxa"/>
          </w:tcPr>
          <w:p w:rsidR="003740BF" w:rsidRPr="00A82E72" w:rsidRDefault="00060A9E" w:rsidP="005903AE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257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1.5.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28"/>
              <w:rPr>
                <w:sz w:val="20"/>
              </w:rPr>
            </w:pPr>
            <w:r w:rsidRPr="00A82E72">
              <w:rPr>
                <w:sz w:val="20"/>
              </w:rPr>
              <w:t>Выписка из единого государственного реестра юридических лиц (выданная не более 9 рабочих дней до даты предоставления комплекта документов Организации)</w:t>
            </w:r>
          </w:p>
        </w:tc>
        <w:tc>
          <w:tcPr>
            <w:tcW w:w="3708" w:type="dxa"/>
          </w:tcPr>
          <w:p w:rsidR="003740BF" w:rsidRPr="00A82E72" w:rsidRDefault="00752AB4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Оригинал, заверенный налоговым органом</w:t>
            </w:r>
            <w:r w:rsidR="00060A9E" w:rsidRPr="00A82E72">
              <w:rPr>
                <w:sz w:val="20"/>
              </w:rPr>
              <w:t xml:space="preserve"> в бумажном или электронном виде,</w:t>
            </w:r>
            <w:r w:rsidRPr="00A82E72">
              <w:rPr>
                <w:sz w:val="20"/>
              </w:rPr>
              <w:t xml:space="preserve"> либо копия, заверенная нотариусом</w:t>
            </w:r>
            <w:r w:rsidR="00060A9E" w:rsidRPr="00A82E72">
              <w:rPr>
                <w:sz w:val="20"/>
              </w:rPr>
              <w:t xml:space="preserve"> </w:t>
            </w:r>
          </w:p>
        </w:tc>
      </w:tr>
      <w:tr w:rsidR="003740BF" w:rsidRPr="00A82E72" w:rsidTr="00A82E72">
        <w:trPr>
          <w:trHeight w:val="1257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1.6.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45"/>
              <w:rPr>
                <w:sz w:val="20"/>
              </w:rPr>
            </w:pPr>
            <w:r w:rsidRPr="00A82E72">
              <w:rPr>
                <w:sz w:val="20"/>
              </w:rPr>
              <w:t>Лицензии / разрешения на занятие соответствующими видами деятельности, осуществление которых требует получение соответствующих лицензий / разрешений (при наличии)</w:t>
            </w:r>
          </w:p>
        </w:tc>
        <w:tc>
          <w:tcPr>
            <w:tcW w:w="3708" w:type="dxa"/>
          </w:tcPr>
          <w:p w:rsidR="003740BF" w:rsidRPr="00A82E72" w:rsidRDefault="00060A9E">
            <w:pPr>
              <w:pStyle w:val="TableParagraph"/>
              <w:spacing w:line="276" w:lineRule="auto"/>
              <w:ind w:right="532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259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1.7.</w:t>
            </w:r>
          </w:p>
        </w:tc>
        <w:tc>
          <w:tcPr>
            <w:tcW w:w="5671" w:type="dxa"/>
          </w:tcPr>
          <w:p w:rsidR="00CA767B" w:rsidRPr="00A82E72" w:rsidRDefault="00752AB4">
            <w:pPr>
              <w:pStyle w:val="TableParagraph"/>
              <w:spacing w:before="2" w:line="276" w:lineRule="auto"/>
              <w:ind w:left="110" w:right="334"/>
              <w:rPr>
                <w:sz w:val="20"/>
              </w:rPr>
            </w:pPr>
            <w:r w:rsidRPr="00A82E72">
              <w:rPr>
                <w:sz w:val="20"/>
              </w:rPr>
              <w:t>Карточка с образцами подписей руководителя юридического лица, лиц, наделенных правом первой / второй подписи и лиц, уполномоченных распоряжаться счетом, а также оттиска печати юридического лица.</w:t>
            </w:r>
          </w:p>
        </w:tc>
        <w:tc>
          <w:tcPr>
            <w:tcW w:w="3708" w:type="dxa"/>
          </w:tcPr>
          <w:p w:rsidR="003740BF" w:rsidRPr="00A82E72" w:rsidRDefault="00752AB4" w:rsidP="005903AE">
            <w:pPr>
              <w:pStyle w:val="TableParagraph"/>
              <w:spacing w:before="2" w:line="276" w:lineRule="auto"/>
              <w:ind w:right="862"/>
              <w:rPr>
                <w:sz w:val="20"/>
              </w:rPr>
            </w:pPr>
            <w:r w:rsidRPr="00A82E72">
              <w:rPr>
                <w:sz w:val="20"/>
              </w:rPr>
              <w:t xml:space="preserve">Оригинал, удостоверенный </w:t>
            </w:r>
            <w:r w:rsidR="005903AE" w:rsidRPr="00A82E72">
              <w:rPr>
                <w:sz w:val="20"/>
              </w:rPr>
              <w:t xml:space="preserve">нотариусом или кредитной организацией </w:t>
            </w:r>
            <w:r w:rsidRPr="00A82E72">
              <w:rPr>
                <w:sz w:val="20"/>
              </w:rPr>
              <w:t>либо нотариально заверенная копия нотариально удостоверенного оригинала</w:t>
            </w:r>
          </w:p>
        </w:tc>
      </w:tr>
      <w:tr w:rsidR="003740BF" w:rsidRPr="00A82E72" w:rsidTr="00A82E72">
        <w:trPr>
          <w:trHeight w:val="1521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1.8.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Документ, подтверждающий полномочия единоличного исполнительного органа юридического лица (протокол уполномоченного органа или решение единственного учредителя / участника / акционера о назначении или о продлении полномочий)</w:t>
            </w:r>
          </w:p>
        </w:tc>
        <w:tc>
          <w:tcPr>
            <w:tcW w:w="3708" w:type="dxa"/>
          </w:tcPr>
          <w:p w:rsidR="003740BF" w:rsidRPr="00CA767B" w:rsidRDefault="00752AB4">
            <w:pPr>
              <w:pStyle w:val="TableParagraph"/>
              <w:spacing w:line="276" w:lineRule="auto"/>
              <w:ind w:right="662"/>
              <w:rPr>
                <w:sz w:val="20"/>
              </w:rPr>
            </w:pPr>
            <w:r w:rsidRPr="00A82E72">
              <w:rPr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</w:tbl>
    <w:p w:rsidR="003740BF" w:rsidRPr="00A82E72" w:rsidRDefault="003740BF">
      <w:pPr>
        <w:spacing w:line="229" w:lineRule="exact"/>
        <w:rPr>
          <w:sz w:val="20"/>
        </w:rPr>
        <w:sectPr w:rsidR="003740BF" w:rsidRPr="00A82E72" w:rsidSect="00A82E72">
          <w:headerReference w:type="default" r:id="rId7"/>
          <w:type w:val="continuous"/>
          <w:pgSz w:w="11910" w:h="16840"/>
          <w:pgMar w:top="567" w:right="567" w:bottom="567" w:left="1134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671"/>
        <w:gridCol w:w="3967"/>
      </w:tblGrid>
      <w:tr w:rsidR="003740BF" w:rsidRPr="00A82E72" w:rsidTr="005903AE">
        <w:trPr>
          <w:trHeight w:val="993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lastRenderedPageBreak/>
              <w:t>1.</w:t>
            </w:r>
            <w:r w:rsidR="006568E0" w:rsidRPr="00A82E72">
              <w:rPr>
                <w:sz w:val="20"/>
              </w:rPr>
              <w:t>9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 w:rsidP="00136349">
            <w:pPr>
              <w:pStyle w:val="TableParagraph"/>
              <w:spacing w:before="2"/>
              <w:ind w:left="110" w:right="118"/>
              <w:rPr>
                <w:sz w:val="20"/>
              </w:rPr>
            </w:pPr>
            <w:r w:rsidRPr="00A82E72">
              <w:rPr>
                <w:sz w:val="20"/>
              </w:rPr>
              <w:t>Договор аренды нежилого помещения</w:t>
            </w:r>
            <w:r w:rsidR="00060A9E" w:rsidRPr="00A82E72">
              <w:rPr>
                <w:sz w:val="20"/>
              </w:rPr>
              <w:t xml:space="preserve">/свидетельство о праве собственности на помещение по адресу нахождения юридического лица 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right="662"/>
              <w:rPr>
                <w:sz w:val="20"/>
              </w:rPr>
            </w:pPr>
            <w:r w:rsidRPr="00A82E72">
              <w:rPr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  <w:tr w:rsidR="003740BF" w:rsidRPr="00A82E72" w:rsidTr="005903AE">
        <w:trPr>
          <w:trHeight w:val="995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10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10" w:right="243"/>
              <w:rPr>
                <w:sz w:val="20"/>
              </w:rPr>
            </w:pPr>
            <w:r w:rsidRPr="00A82E72">
              <w:rPr>
                <w:sz w:val="20"/>
              </w:rPr>
              <w:t>Доверенность, если интересы юридического лица представляет не единоличный исполнительный орган, а доверенное лицо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</w:p>
        </w:tc>
      </w:tr>
      <w:tr w:rsidR="003740BF" w:rsidRPr="00A82E72" w:rsidTr="005903AE">
        <w:trPr>
          <w:trHeight w:val="1521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bookmarkStart w:id="0" w:name="_Hlk4070652"/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11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71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 лица, наделенного полномочиями действовать от имени юридического лица без доверенности, а также представителя юридического лица и документ, подтверждающий адрес места пребывания гражданина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line="276" w:lineRule="auto"/>
              <w:ind w:right="237"/>
              <w:rPr>
                <w:sz w:val="20"/>
              </w:rPr>
            </w:pPr>
            <w:r w:rsidRPr="00A82E72">
              <w:rPr>
                <w:sz w:val="20"/>
              </w:rPr>
              <w:t>Копия (оригинал предоставляется для сверки)</w:t>
            </w:r>
          </w:p>
        </w:tc>
      </w:tr>
      <w:bookmarkEnd w:id="0"/>
      <w:tr w:rsidR="003740BF" w:rsidRPr="00A82E72" w:rsidTr="005903AE">
        <w:trPr>
          <w:trHeight w:val="2051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12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1565E8" w:rsidRPr="00A82E72" w:rsidRDefault="00752AB4">
            <w:pPr>
              <w:pStyle w:val="TableParagraph"/>
              <w:spacing w:line="276" w:lineRule="auto"/>
              <w:ind w:left="110" w:right="95"/>
              <w:rPr>
                <w:sz w:val="20"/>
              </w:rPr>
            </w:pPr>
            <w:r w:rsidRPr="00A82E72">
              <w:rPr>
                <w:sz w:val="20"/>
              </w:rPr>
              <w:t xml:space="preserve">Рекомендательное письмо/отзыв о деловой репутации юридического лица со стороны других клиентов </w:t>
            </w:r>
            <w:r w:rsidR="00A52A43">
              <w:rPr>
                <w:sz w:val="20"/>
              </w:rPr>
              <w:t>Брокера</w:t>
            </w:r>
            <w:r w:rsidRPr="00A82E72">
              <w:rPr>
                <w:sz w:val="20"/>
              </w:rPr>
              <w:t xml:space="preserve">, имеющих с ним деловые отношения; и (или) от кредитных организаций, и (или) </w:t>
            </w:r>
            <w:proofErr w:type="spellStart"/>
            <w:r w:rsidRPr="00A82E72">
              <w:rPr>
                <w:sz w:val="20"/>
              </w:rPr>
              <w:t>некредитных</w:t>
            </w:r>
            <w:proofErr w:type="spellEnd"/>
            <w:r w:rsidRPr="00A82E72">
              <w:rPr>
                <w:sz w:val="20"/>
              </w:rPr>
              <w:t xml:space="preserve"> финансовых организаций, в которых юридическое лицо находится (находилось) на обслуживании (в произвольной письменной форме, по требованию </w:t>
            </w:r>
            <w:r w:rsidR="00A52A43">
              <w:rPr>
                <w:sz w:val="20"/>
              </w:rPr>
              <w:t>Брокера</w:t>
            </w:r>
            <w:r w:rsidRPr="00A82E72">
              <w:rPr>
                <w:sz w:val="20"/>
              </w:rPr>
              <w:t>)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</w:p>
        </w:tc>
      </w:tr>
      <w:tr w:rsidR="00752AB4" w:rsidRPr="00A82E72" w:rsidTr="005903AE">
        <w:trPr>
          <w:trHeight w:val="2051"/>
        </w:trPr>
        <w:tc>
          <w:tcPr>
            <w:tcW w:w="708" w:type="dxa"/>
          </w:tcPr>
          <w:p w:rsidR="00752AB4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13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752AB4" w:rsidRPr="00A82E72" w:rsidRDefault="00752AB4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Сведения (документы) о финансовом положении:</w:t>
            </w:r>
          </w:p>
          <w:p w:rsidR="00752AB4" w:rsidRPr="00A82E72" w:rsidRDefault="00752AB4" w:rsidP="00752AB4">
            <w:pPr>
              <w:pStyle w:val="TableParagraph"/>
              <w:spacing w:before="2"/>
              <w:ind w:left="0"/>
              <w:rPr>
                <w:b/>
                <w:sz w:val="17"/>
              </w:rPr>
            </w:pP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  <w:tab w:val="left" w:pos="471"/>
              </w:tabs>
              <w:ind w:right="1047"/>
              <w:rPr>
                <w:sz w:val="20"/>
              </w:rPr>
            </w:pPr>
            <w:r w:rsidRPr="00A82E72">
              <w:rPr>
                <w:sz w:val="20"/>
              </w:rPr>
              <w:t>копии годовой бухгалтерской отчетности (бухгалтерский баланс, отчет о</w:t>
            </w:r>
            <w:r w:rsidRPr="00A82E72">
              <w:rPr>
                <w:spacing w:val="-19"/>
                <w:sz w:val="20"/>
              </w:rPr>
              <w:t xml:space="preserve"> </w:t>
            </w:r>
            <w:r w:rsidRPr="00A82E72">
              <w:rPr>
                <w:sz w:val="20"/>
              </w:rPr>
              <w:t>финансовом результате), и</w:t>
            </w:r>
            <w:r w:rsidRPr="00A82E72">
              <w:rPr>
                <w:spacing w:val="-4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97" w:hanging="359"/>
              <w:rPr>
                <w:sz w:val="20"/>
              </w:rPr>
            </w:pPr>
            <w:r w:rsidRPr="00A82E72">
              <w:rPr>
                <w:sz w:val="20"/>
              </w:rPr>
              <w:t>копии годовой (либо квартальной)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виде); и</w:t>
            </w:r>
            <w:r w:rsidRPr="00A82E72">
              <w:rPr>
                <w:spacing w:val="-26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317" w:hanging="359"/>
              <w:rPr>
                <w:sz w:val="20"/>
              </w:rPr>
            </w:pPr>
            <w:r w:rsidRPr="00A82E72">
              <w:rPr>
                <w:sz w:val="20"/>
              </w:rPr>
              <w:t>копия аудиторского заключения на годовой отчет</w:t>
            </w:r>
            <w:r w:rsidRPr="00A82E72">
              <w:rPr>
                <w:spacing w:val="-22"/>
                <w:sz w:val="20"/>
              </w:rPr>
              <w:t xml:space="preserve"> </w:t>
            </w:r>
            <w:r w:rsidRPr="00A82E72">
              <w:rPr>
                <w:sz w:val="20"/>
              </w:rPr>
              <w:t>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Федерации; и</w:t>
            </w:r>
            <w:r w:rsidRPr="00A82E72">
              <w:rPr>
                <w:spacing w:val="-2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252" w:hanging="359"/>
              <w:rPr>
                <w:sz w:val="20"/>
              </w:rPr>
            </w:pPr>
            <w:r w:rsidRPr="00A82E72">
              <w:rPr>
                <w:sz w:val="20"/>
              </w:rPr>
              <w:t>оригинал справки об исполнении налогоплательщиком (плательщиком сборов, налоговым агентом) обязанности по уплате</w:t>
            </w:r>
            <w:r w:rsidRPr="00A82E72">
              <w:rPr>
                <w:spacing w:val="-21"/>
                <w:sz w:val="20"/>
              </w:rPr>
              <w:t xml:space="preserve"> </w:t>
            </w:r>
            <w:r w:rsidRPr="00A82E72">
              <w:rPr>
                <w:sz w:val="20"/>
              </w:rPr>
              <w:t>налогов, сборов, пеней, штрафов, выданная налоговым органом; и</w:t>
            </w:r>
            <w:r w:rsidRPr="00A82E72">
              <w:rPr>
                <w:spacing w:val="-2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220" w:hanging="359"/>
              <w:rPr>
                <w:sz w:val="20"/>
              </w:rPr>
            </w:pPr>
            <w:r w:rsidRPr="00A82E72">
              <w:rPr>
                <w:sz w:val="20"/>
              </w:rPr>
              <w:t xml:space="preserve">сведения об отсутствии в отношении юридического лица производства по делу о несостоятельности (банкротстве), вступивших в силу решений судебных органов о признании его несостоятельным (банкротом), проведения процедур ликвидации по состоянию на дату представления документов в </w:t>
            </w:r>
            <w:proofErr w:type="spellStart"/>
            <w:r w:rsidRPr="00A82E72">
              <w:rPr>
                <w:sz w:val="20"/>
              </w:rPr>
              <w:t>некредитную</w:t>
            </w:r>
            <w:proofErr w:type="spellEnd"/>
            <w:r w:rsidRPr="00A82E72">
              <w:rPr>
                <w:sz w:val="20"/>
              </w:rPr>
              <w:t xml:space="preserve"> финансовую организацию; и</w:t>
            </w:r>
            <w:r w:rsidRPr="00A82E72">
              <w:rPr>
                <w:spacing w:val="-5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525"/>
                <w:tab w:val="left" w:pos="526"/>
              </w:tabs>
              <w:ind w:left="469" w:right="123" w:hanging="359"/>
              <w:rPr>
                <w:sz w:val="20"/>
              </w:rPr>
            </w:pPr>
            <w:r w:rsidRPr="00A82E72">
              <w:rPr>
                <w:sz w:val="20"/>
              </w:rPr>
              <w:t>сведения об отсутствии фактов неисполнения юридическим лицом своих денежных обязательств</w:t>
            </w:r>
            <w:r w:rsidRPr="00A82E72">
              <w:rPr>
                <w:spacing w:val="-20"/>
                <w:sz w:val="20"/>
              </w:rPr>
              <w:t xml:space="preserve"> </w:t>
            </w:r>
            <w:r w:rsidRPr="00A82E72">
              <w:rPr>
                <w:sz w:val="20"/>
              </w:rPr>
              <w:t>по причине отсутствия денежных средств на банковских счетах; и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spacing w:line="242" w:lineRule="auto"/>
              <w:ind w:left="470" w:right="760"/>
              <w:rPr>
                <w:sz w:val="20"/>
              </w:rPr>
            </w:pPr>
            <w:r w:rsidRPr="00A82E72">
              <w:rPr>
                <w:sz w:val="20"/>
              </w:rPr>
              <w:t>данные о рейтинге юридического лица,</w:t>
            </w:r>
            <w:r w:rsidRPr="00A82E72">
              <w:rPr>
                <w:spacing w:val="-20"/>
                <w:sz w:val="20"/>
              </w:rPr>
              <w:t xml:space="preserve"> </w:t>
            </w:r>
            <w:r w:rsidRPr="00A82E72">
              <w:rPr>
                <w:sz w:val="20"/>
              </w:rPr>
              <w:t>размещенные в сети "Интернет" на сайтах международных рейтинговых агентств ("</w:t>
            </w:r>
            <w:proofErr w:type="spellStart"/>
            <w:r w:rsidRPr="00A82E72">
              <w:rPr>
                <w:sz w:val="20"/>
              </w:rPr>
              <w:t>Standard</w:t>
            </w:r>
            <w:proofErr w:type="spellEnd"/>
            <w:r w:rsidRPr="00A82E72">
              <w:rPr>
                <w:sz w:val="20"/>
              </w:rPr>
              <w:t xml:space="preserve"> &amp; </w:t>
            </w:r>
            <w:proofErr w:type="spellStart"/>
            <w:r w:rsidRPr="00A82E72">
              <w:rPr>
                <w:sz w:val="20"/>
              </w:rPr>
              <w:t>Poor's</w:t>
            </w:r>
            <w:proofErr w:type="spellEnd"/>
            <w:r w:rsidRPr="00A82E72">
              <w:rPr>
                <w:sz w:val="20"/>
              </w:rPr>
              <w:t>",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"</w:t>
            </w:r>
            <w:proofErr w:type="spellStart"/>
            <w:r w:rsidRPr="00A82E72">
              <w:rPr>
                <w:sz w:val="20"/>
              </w:rPr>
              <w:t>Fitch-Ratings</w:t>
            </w:r>
            <w:proofErr w:type="spellEnd"/>
            <w:r w:rsidRPr="00A82E72">
              <w:rPr>
                <w:sz w:val="20"/>
              </w:rPr>
              <w:t>", "</w:t>
            </w:r>
            <w:proofErr w:type="spellStart"/>
            <w:r w:rsidRPr="00A82E72">
              <w:rPr>
                <w:sz w:val="20"/>
              </w:rPr>
              <w:t>Moody's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Investors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Service</w:t>
            </w:r>
            <w:proofErr w:type="spellEnd"/>
            <w:r w:rsidRPr="00A82E72">
              <w:rPr>
                <w:sz w:val="20"/>
              </w:rPr>
              <w:t>" и другие) и национальных рейтинговых агентств)</w:t>
            </w:r>
          </w:p>
          <w:p w:rsidR="001565E8" w:rsidRPr="00A82E72" w:rsidRDefault="00752AB4" w:rsidP="00752AB4">
            <w:pPr>
              <w:pStyle w:val="TableParagraph"/>
              <w:spacing w:line="276" w:lineRule="auto"/>
              <w:ind w:left="110" w:right="95"/>
              <w:rPr>
                <w:sz w:val="20"/>
              </w:rPr>
            </w:pPr>
            <w:r w:rsidRPr="00A82E72">
              <w:rPr>
                <w:sz w:val="20"/>
              </w:rPr>
              <w:t>Юридическое лицо, период деятельности которого не превышает трех месяцев со дня его регистрации, представляет копию бухгалтерской отчетности (бухгалтерский баланс, отчет о финансовом результате) на промежуточную дату</w:t>
            </w:r>
          </w:p>
        </w:tc>
        <w:tc>
          <w:tcPr>
            <w:tcW w:w="3967" w:type="dxa"/>
          </w:tcPr>
          <w:p w:rsidR="00752AB4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Копии документов должны быть заверены подписью Уполномоченного лица Клиента и печатью организации</w:t>
            </w:r>
          </w:p>
        </w:tc>
      </w:tr>
      <w:tr w:rsidR="004A7412" w:rsidRPr="00A82E72" w:rsidTr="004A7412">
        <w:trPr>
          <w:trHeight w:val="710"/>
        </w:trPr>
        <w:tc>
          <w:tcPr>
            <w:tcW w:w="708" w:type="dxa"/>
          </w:tcPr>
          <w:p w:rsidR="004A7412" w:rsidRPr="00A82E72" w:rsidRDefault="004A7412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14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4A7412" w:rsidRPr="00A82E72" w:rsidRDefault="004A7412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Анкета клиента – юридического лица</w:t>
            </w:r>
          </w:p>
        </w:tc>
        <w:tc>
          <w:tcPr>
            <w:tcW w:w="3967" w:type="dxa"/>
          </w:tcPr>
          <w:p w:rsidR="004A7412" w:rsidRPr="00A82E72" w:rsidRDefault="004A7412" w:rsidP="004A7412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Оригинал, подписанный Уполномоченным лицом Клиента с проставлением печати организации</w:t>
            </w:r>
          </w:p>
        </w:tc>
      </w:tr>
    </w:tbl>
    <w:p w:rsidR="003740BF" w:rsidRPr="00A82E72" w:rsidRDefault="003740BF">
      <w:pPr>
        <w:pStyle w:val="a3"/>
        <w:spacing w:before="2"/>
        <w:rPr>
          <w:b/>
          <w:sz w:val="12"/>
        </w:rPr>
      </w:pP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93"/>
        <w:ind w:right="879" w:firstLine="0"/>
        <w:rPr>
          <w:b/>
          <w:sz w:val="20"/>
        </w:rPr>
      </w:pPr>
      <w:r w:rsidRPr="00A82E72">
        <w:rPr>
          <w:b/>
          <w:sz w:val="20"/>
        </w:rPr>
        <w:t>Перечень документов, необходимых для открытия счета юридическим лицом – нерезидентом</w:t>
      </w:r>
      <w:r w:rsidRPr="00A82E72">
        <w:rPr>
          <w:b/>
          <w:spacing w:val="-3"/>
          <w:sz w:val="20"/>
        </w:rPr>
        <w:t xml:space="preserve"> </w:t>
      </w:r>
      <w:r w:rsidRPr="00A82E72">
        <w:rPr>
          <w:b/>
          <w:sz w:val="20"/>
        </w:rPr>
        <w:t>РФ</w:t>
      </w:r>
    </w:p>
    <w:p w:rsidR="003740BF" w:rsidRPr="00A82E72" w:rsidRDefault="003740BF">
      <w:pPr>
        <w:pStyle w:val="a3"/>
        <w:spacing w:before="8"/>
        <w:rPr>
          <w:b/>
          <w:sz w:val="5"/>
        </w:rPr>
      </w:pPr>
    </w:p>
    <w:tbl>
      <w:tblPr>
        <w:tblStyle w:val="TableNormal"/>
        <w:tblW w:w="1037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6652"/>
        <w:gridCol w:w="3119"/>
      </w:tblGrid>
      <w:tr w:rsidR="003740BF" w:rsidRPr="00A82E72" w:rsidTr="00BE6785">
        <w:trPr>
          <w:trHeight w:val="462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3119" w:type="dxa"/>
          </w:tcPr>
          <w:p w:rsidR="003740BF" w:rsidRPr="00A82E72" w:rsidRDefault="00752AB4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Форма документа</w:t>
            </w:r>
          </w:p>
        </w:tc>
      </w:tr>
      <w:tr w:rsidR="00BE6785" w:rsidRPr="00A82E72" w:rsidTr="00BE6785">
        <w:trPr>
          <w:trHeight w:val="845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2.1.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Свидетельство о государственной регистрации или иной</w:t>
            </w:r>
          </w:p>
        </w:tc>
        <w:tc>
          <w:tcPr>
            <w:tcW w:w="3119" w:type="dxa"/>
            <w:vMerge w:val="restart"/>
          </w:tcPr>
          <w:p w:rsidR="00BE6785" w:rsidRPr="00A82E72" w:rsidRDefault="00BE6785" w:rsidP="00F43ABC">
            <w:pPr>
              <w:pStyle w:val="TableParagraph"/>
              <w:tabs>
                <w:tab w:val="left" w:pos="2404"/>
                <w:tab w:val="left" w:pos="3758"/>
              </w:tabs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Легализованный оригинал с</w:t>
            </w:r>
          </w:p>
          <w:p w:rsidR="00BE6785" w:rsidRPr="00A82E72" w:rsidRDefault="00BE6785" w:rsidP="00F43ABC">
            <w:pPr>
              <w:pStyle w:val="TableParagraph"/>
              <w:tabs>
                <w:tab w:val="left" w:pos="2658"/>
              </w:tabs>
              <w:spacing w:before="14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Предоставлением нотариально</w:t>
            </w:r>
          </w:p>
          <w:p w:rsidR="00BE6785" w:rsidRPr="00A82E72" w:rsidRDefault="00BE6785">
            <w:pPr>
              <w:pStyle w:val="TableParagraph"/>
              <w:spacing w:before="13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удостоверенного перевода на русский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я</w:t>
            </w:r>
            <w:r w:rsidRPr="00A82E72">
              <w:rPr>
                <w:sz w:val="20"/>
              </w:rPr>
              <w:t>зык</w:t>
            </w:r>
            <w:r>
              <w:rPr>
                <w:sz w:val="20"/>
              </w:rPr>
              <w:t>,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либо нотариальная копия такого легализованного документа, имеющего нотариально удостоверенный</w:t>
            </w:r>
            <w:r w:rsidR="00136349">
              <w:rPr>
                <w:sz w:val="20"/>
              </w:rPr>
              <w:t xml:space="preserve"> </w:t>
            </w:r>
            <w:r>
              <w:rPr>
                <w:sz w:val="20"/>
              </w:rPr>
              <w:t>перевод на русский язык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либо (для документов, оформленных на территории стран – участниц Минской</w:t>
            </w:r>
            <w:r w:rsidR="00136349">
              <w:rPr>
                <w:sz w:val="20"/>
              </w:rPr>
              <w:t xml:space="preserve"> </w:t>
            </w:r>
            <w:r w:rsidRPr="00960C38">
              <w:rPr>
                <w:sz w:val="20"/>
              </w:rPr>
              <w:t>"Конвенци</w:t>
            </w:r>
            <w:r>
              <w:rPr>
                <w:sz w:val="20"/>
              </w:rPr>
              <w:t>и</w:t>
            </w:r>
            <w:r w:rsidRPr="00960C38">
              <w:rPr>
                <w:sz w:val="20"/>
              </w:rPr>
              <w:t xml:space="preserve"> о правовой помощи и правовых отношениях по гражданским, семейным и уголовным делам"</w:t>
            </w:r>
            <w:r w:rsidR="0013634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 w:rsidRPr="00960C38">
              <w:rPr>
                <w:sz w:val="20"/>
              </w:rPr>
              <w:t>22.01.1993</w:t>
            </w:r>
            <w:r>
              <w:rPr>
                <w:sz w:val="20"/>
              </w:rPr>
              <w:t>: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документы, составленные на русском языке: в копии, заверенной нотариусом страны участницы;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документы, составленные на иностранном языке: в нотариальной копии, содержащей нотариально заверенный перевод документа на русский язык.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(Страны участницы Минской Конвенции:</w:t>
            </w:r>
          </w:p>
          <w:p w:rsidR="00BE6785" w:rsidRPr="00A82E72" w:rsidRDefault="00BE6785" w:rsidP="00813351">
            <w:pPr>
              <w:pStyle w:val="TableParagraph"/>
              <w:spacing w:before="13"/>
              <w:rPr>
                <w:sz w:val="20"/>
              </w:rPr>
            </w:pPr>
            <w:r w:rsidRPr="00471C97">
              <w:rPr>
                <w:sz w:val="20"/>
              </w:rPr>
              <w:t>Армения, Беларусь, Казахстан, Российская Федерация, Таджикистан, Узбекистан, Украина, Кыргызстан, Молдова, Азербайджан, Грузия и Туркменистан</w:t>
            </w:r>
            <w:r>
              <w:rPr>
                <w:sz w:val="20"/>
              </w:rPr>
              <w:t xml:space="preserve">). </w:t>
            </w: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4"/>
              <w:rPr>
                <w:sz w:val="20"/>
              </w:rPr>
            </w:pPr>
            <w:r w:rsidRPr="00A82E72">
              <w:rPr>
                <w:sz w:val="20"/>
              </w:rPr>
              <w:t>документ, подтверждающий инкорпорацию юридического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лица в соответствии с законодательством страны его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6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Инкорпорации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52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before="2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2.2.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Сертификат о юридическом адресе или иной документ,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подтверждающий информацию о юридическом адресе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9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49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2.3.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1552"/>
                <w:tab w:val="left" w:pos="1972"/>
                <w:tab w:val="left" w:pos="3344"/>
                <w:tab w:val="left" w:pos="3995"/>
                <w:tab w:val="left" w:pos="4748"/>
              </w:tabs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Сертификат о директорах или иной документ,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2502"/>
                <w:tab w:val="left" w:pos="4370"/>
              </w:tabs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подтверждающий полномочия единоличного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исполнительного органа 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8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250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2.4.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5"/>
              <w:jc w:val="both"/>
              <w:rPr>
                <w:sz w:val="20"/>
              </w:rPr>
            </w:pPr>
            <w:r w:rsidRPr="00A82E72">
              <w:rPr>
                <w:sz w:val="20"/>
              </w:rPr>
              <w:t>Сертификат акционеров/Реестр акционеров или иной документ, подтверждающий информацию об акционерах юридического лица.</w:t>
            </w:r>
          </w:p>
          <w:p w:rsidR="00BE6785" w:rsidRPr="00A82E72" w:rsidRDefault="00BE6785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BE6785" w:rsidRPr="00A82E72" w:rsidRDefault="00BE6785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*В случае выпуска сертификата акций на предъявителя, необходимо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предоставить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письменном</w:t>
            </w:r>
            <w:r w:rsidRPr="00A82E72">
              <w:rPr>
                <w:spacing w:val="-17"/>
                <w:sz w:val="20"/>
              </w:rPr>
              <w:t xml:space="preserve"> </w:t>
            </w:r>
            <w:r w:rsidRPr="00A82E72">
              <w:rPr>
                <w:sz w:val="20"/>
              </w:rPr>
              <w:t>виде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информацию о держателе данного сертификата (для компаний офшорных зон повышенного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риска)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346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2.5.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Учредительный Договор и Устав 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49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2.6.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1955"/>
                <w:tab w:val="left" w:pos="4141"/>
              </w:tabs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Документы, раскрывающие бенефициарных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владельцев/учредителей юридического лица (Трастовый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Договор, Трастовая Декларация и пр.) Применимо при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условии владения доли в компании более чем 1%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60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1343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2.7.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Документ,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подтверждающий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активный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статус</w:t>
            </w:r>
            <w:r w:rsidRPr="00A82E72">
              <w:rPr>
                <w:spacing w:val="-10"/>
                <w:sz w:val="20"/>
              </w:rPr>
              <w:t xml:space="preserve"> </w:t>
            </w:r>
            <w:r w:rsidRPr="00A82E72">
              <w:rPr>
                <w:sz w:val="20"/>
              </w:rPr>
              <w:t>юридического лица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и</w:t>
            </w:r>
            <w:r w:rsidRPr="00A82E72">
              <w:rPr>
                <w:spacing w:val="-17"/>
                <w:sz w:val="20"/>
              </w:rPr>
              <w:t xml:space="preserve"> </w:t>
            </w:r>
            <w:r w:rsidRPr="00A82E72">
              <w:rPr>
                <w:sz w:val="20"/>
              </w:rPr>
              <w:t>нахождения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компании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6"/>
                <w:sz w:val="20"/>
              </w:rPr>
              <w:t xml:space="preserve"> </w:t>
            </w:r>
            <w:r w:rsidRPr="00A82E72">
              <w:rPr>
                <w:sz w:val="20"/>
              </w:rPr>
              <w:t>государственном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реестре</w:t>
            </w:r>
            <w:r w:rsidRPr="00A82E72">
              <w:rPr>
                <w:spacing w:val="-16"/>
                <w:sz w:val="20"/>
              </w:rPr>
              <w:t xml:space="preserve"> </w:t>
            </w:r>
            <w:r w:rsidRPr="00A82E72">
              <w:rPr>
                <w:sz w:val="20"/>
              </w:rPr>
              <w:t>по месту</w:t>
            </w:r>
            <w:r w:rsidRPr="00A82E72">
              <w:rPr>
                <w:spacing w:val="-3"/>
                <w:sz w:val="20"/>
              </w:rPr>
              <w:t xml:space="preserve"> </w:t>
            </w:r>
            <w:r w:rsidRPr="00A82E72">
              <w:rPr>
                <w:sz w:val="20"/>
              </w:rPr>
              <w:t>регистрации</w:t>
            </w:r>
            <w:bookmarkStart w:id="1" w:name="_GoBack"/>
            <w:bookmarkEnd w:id="1"/>
          </w:p>
          <w:p w:rsidR="00BE6785" w:rsidRPr="00A82E72" w:rsidRDefault="00BE6785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BE6785" w:rsidRPr="00A82E72" w:rsidRDefault="00BE6785">
            <w:pPr>
              <w:pStyle w:val="TableParagraph"/>
              <w:jc w:val="both"/>
              <w:rPr>
                <w:sz w:val="20"/>
              </w:rPr>
            </w:pPr>
            <w:r w:rsidRPr="00A82E72">
              <w:rPr>
                <w:sz w:val="20"/>
              </w:rPr>
              <w:t>Свидетельство о занимаемой должности и полномочиях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1109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spacing w:before="113" w:line="276" w:lineRule="auto"/>
              <w:ind w:right="97"/>
              <w:jc w:val="both"/>
              <w:rPr>
                <w:i/>
                <w:sz w:val="20"/>
              </w:rPr>
            </w:pPr>
            <w:r w:rsidRPr="00A82E72">
              <w:rPr>
                <w:i/>
                <w:sz w:val="20"/>
              </w:rPr>
              <w:t>*Данные документы необходимо предоставить в случае, если с момента регистрации компании прошло больше года.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18"/>
              </w:rPr>
            </w:pPr>
          </w:p>
        </w:tc>
      </w:tr>
      <w:tr w:rsidR="00BE6785" w:rsidRPr="00A82E72" w:rsidTr="00BE6785">
        <w:trPr>
          <w:trHeight w:val="993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2.8.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8"/>
              <w:jc w:val="both"/>
              <w:rPr>
                <w:sz w:val="20"/>
              </w:rPr>
            </w:pPr>
            <w:r w:rsidRPr="00A82E72">
              <w:rPr>
                <w:sz w:val="20"/>
              </w:rPr>
              <w:t>Копии лицензий, если Клиент осуществляет деятельность на финансовом рынке и действует в соответствии с лицензиями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cantSplit/>
          <w:trHeight w:val="335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2.9.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9"/>
              <w:jc w:val="both"/>
              <w:rPr>
                <w:sz w:val="20"/>
              </w:rPr>
            </w:pPr>
            <w:r w:rsidRPr="00A82E72">
              <w:rPr>
                <w:sz w:val="20"/>
              </w:rPr>
              <w:t>Доверенность, подтверждающая полномочия лица, действующего от имени компании, а также Резолюция Совета Директоров, одобряющая выдачу доверенности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374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2.10.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rPr>
                <w:sz w:val="20"/>
              </w:rPr>
            </w:pPr>
            <w:r w:rsidRPr="00A82E72">
              <w:rPr>
                <w:sz w:val="20"/>
              </w:rPr>
              <w:t>Копии паспортов /удостоверения личности директора (-</w:t>
            </w:r>
            <w:proofErr w:type="spellStart"/>
            <w:r w:rsidRPr="00A82E72">
              <w:rPr>
                <w:sz w:val="20"/>
              </w:rPr>
              <w:t>ов</w:t>
            </w:r>
            <w:proofErr w:type="spellEnd"/>
            <w:r w:rsidRPr="00A82E72">
              <w:rPr>
                <w:sz w:val="20"/>
              </w:rPr>
              <w:t>), акционера (-</w:t>
            </w:r>
            <w:proofErr w:type="spellStart"/>
            <w:r w:rsidRPr="00A82E72">
              <w:rPr>
                <w:sz w:val="20"/>
              </w:rPr>
              <w:t>ов</w:t>
            </w:r>
            <w:proofErr w:type="spellEnd"/>
            <w:r w:rsidRPr="00A82E72">
              <w:rPr>
                <w:sz w:val="20"/>
              </w:rPr>
              <w:t>), бенефициарного владельца (-ев), Поверенного (-ых)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130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2.11.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 xml:space="preserve">Документы, подтверждающие адрес проживания/регистрации директора, акционера, бенефициарного владельца, </w:t>
            </w:r>
            <w:proofErr w:type="gramStart"/>
            <w:r w:rsidRPr="00A82E72">
              <w:rPr>
                <w:sz w:val="20"/>
              </w:rPr>
              <w:t>Поверенного.(</w:t>
            </w:r>
            <w:proofErr w:type="gramEnd"/>
            <w:r w:rsidRPr="00A82E72">
              <w:rPr>
                <w:sz w:val="20"/>
              </w:rPr>
              <w:t>Пример: банковская выписка, счет за электричество/воду/телефон и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т.д.)</w:t>
            </w:r>
          </w:p>
          <w:p w:rsidR="00BE6785" w:rsidRPr="00A82E72" w:rsidRDefault="00BE6785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BE6785" w:rsidRPr="00A82E72" w:rsidRDefault="00BE6785">
            <w:pPr>
              <w:pStyle w:val="TableParagraph"/>
              <w:spacing w:line="276" w:lineRule="auto"/>
              <w:ind w:right="98"/>
              <w:jc w:val="both"/>
              <w:rPr>
                <w:i/>
                <w:sz w:val="20"/>
              </w:rPr>
            </w:pPr>
            <w:r w:rsidRPr="00A82E72">
              <w:rPr>
                <w:i/>
                <w:sz w:val="20"/>
              </w:rPr>
              <w:t>*Срок изготовления/выпуска таких документов не должен</w:t>
            </w:r>
            <w:r w:rsidRPr="00A82E72">
              <w:rPr>
                <w:i/>
                <w:spacing w:val="-16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превышать</w:t>
            </w:r>
            <w:r w:rsidRPr="00A82E72">
              <w:rPr>
                <w:i/>
                <w:spacing w:val="-16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3</w:t>
            </w:r>
            <w:r w:rsidRPr="00A82E72">
              <w:rPr>
                <w:i/>
                <w:spacing w:val="-17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месяцев</w:t>
            </w:r>
            <w:r w:rsidRPr="00A82E72">
              <w:rPr>
                <w:i/>
                <w:spacing w:val="-18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на</w:t>
            </w:r>
            <w:r w:rsidRPr="00A82E72">
              <w:rPr>
                <w:i/>
                <w:spacing w:val="-17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момент</w:t>
            </w:r>
            <w:r w:rsidRPr="00A82E72">
              <w:rPr>
                <w:i/>
                <w:spacing w:val="-17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предоставления документов</w:t>
            </w:r>
          </w:p>
        </w:tc>
        <w:tc>
          <w:tcPr>
            <w:tcW w:w="3119" w:type="dxa"/>
            <w:vMerge/>
          </w:tcPr>
          <w:p w:rsidR="00BE6785" w:rsidRPr="00A82E72" w:rsidRDefault="00BE6785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517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w w:val="95"/>
                <w:sz w:val="20"/>
              </w:rPr>
              <w:t>2.12.</w:t>
            </w:r>
          </w:p>
        </w:tc>
        <w:tc>
          <w:tcPr>
            <w:tcW w:w="6652" w:type="dxa"/>
          </w:tcPr>
          <w:p w:rsidR="00BE6785" w:rsidRPr="00A82E72" w:rsidRDefault="00BE6785" w:rsidP="00471C97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если клиент имеет место нахождения в государстве, с которым РФ имеет международный договор (соглашение), регулирующий вопросы налогообложения, предоставляется подтверждение того, что эта</w:t>
            </w:r>
            <w:r w:rsidRPr="00813351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иностранная организация имеет постоянное местонахождение в таком государстве и является резидентом этого государства по смыслу международного договора (соглашения), регулирующего вопросы налогообложения;</w:t>
            </w:r>
            <w:r w:rsidRPr="00813351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подтверждение должно быть заверено компетентным органом соответствующего иностранного государства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701F54">
        <w:trPr>
          <w:trHeight w:val="265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w w:val="95"/>
                <w:sz w:val="20"/>
              </w:rPr>
              <w:t>2.13.</w:t>
            </w:r>
          </w:p>
        </w:tc>
        <w:tc>
          <w:tcPr>
            <w:tcW w:w="6652" w:type="dxa"/>
          </w:tcPr>
          <w:p w:rsidR="00BE6785" w:rsidRPr="00A82E72" w:rsidRDefault="00BE6785" w:rsidP="00471C97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813351">
              <w:rPr>
                <w:sz w:val="20"/>
              </w:rPr>
              <w:t>В случае назначения представителя: Доверенность, подтверждающая полномочия лица, действующего от имени компании, а также Резолюция Совета Директоров, одобряющая выдачу доверенности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701F54">
        <w:trPr>
          <w:trHeight w:val="619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>
              <w:rPr>
                <w:w w:val="95"/>
                <w:sz w:val="20"/>
              </w:rPr>
              <w:t>2.14.</w:t>
            </w:r>
          </w:p>
        </w:tc>
        <w:tc>
          <w:tcPr>
            <w:tcW w:w="6652" w:type="dxa"/>
          </w:tcPr>
          <w:p w:rsidR="00BE6785" w:rsidRPr="00813351" w:rsidRDefault="00BE6785" w:rsidP="00BE6785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BE6785">
              <w:rPr>
                <w:sz w:val="20"/>
              </w:rPr>
              <w:t xml:space="preserve">Карточка с образцами подписей или ее аналог руководителя юридического лица, лиц, наделенных правом первой / второй подписи и лиц, уполномоченных распоряжаться счетом, а также оттиска печати юридического лица 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471C97" w:rsidRPr="00A82E72" w:rsidTr="00BE6785">
        <w:trPr>
          <w:trHeight w:val="1257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BE6785" w:rsidRPr="00A82E72">
              <w:rPr>
                <w:w w:val="95"/>
                <w:sz w:val="20"/>
              </w:rPr>
              <w:t>1</w:t>
            </w:r>
            <w:r w:rsidR="00BE6785">
              <w:rPr>
                <w:w w:val="95"/>
                <w:sz w:val="20"/>
              </w:rPr>
              <w:t>5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Нотариально удостоверенная копия Справки о постановке на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учет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налоговом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органе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РФ,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с</w:t>
            </w:r>
            <w:r w:rsidRPr="00A82E72">
              <w:rPr>
                <w:spacing w:val="-7"/>
                <w:sz w:val="20"/>
              </w:rPr>
              <w:t xml:space="preserve"> </w:t>
            </w:r>
            <w:r w:rsidRPr="00A82E72">
              <w:rPr>
                <w:sz w:val="20"/>
              </w:rPr>
              <w:t>указанием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ИНН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и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КПП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или Свидетельства об учете в налоговом органе с указанием КИО и КПП по установленной форме (при</w:t>
            </w:r>
            <w:r w:rsidRPr="00A82E72">
              <w:rPr>
                <w:spacing w:val="-5"/>
                <w:sz w:val="20"/>
              </w:rPr>
              <w:t xml:space="preserve"> </w:t>
            </w:r>
            <w:r w:rsidRPr="00A82E72">
              <w:rPr>
                <w:sz w:val="20"/>
              </w:rPr>
              <w:t>наличии)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Нотариально заверенная копия</w:t>
            </w:r>
          </w:p>
        </w:tc>
      </w:tr>
      <w:tr w:rsidR="00471C97" w:rsidRPr="00A82E72" w:rsidTr="00BE6785">
        <w:trPr>
          <w:trHeight w:val="2051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BE6785" w:rsidRPr="00A82E72">
              <w:rPr>
                <w:w w:val="95"/>
                <w:sz w:val="20"/>
              </w:rPr>
              <w:t>1</w:t>
            </w:r>
            <w:r w:rsidR="00BE6785">
              <w:rPr>
                <w:w w:val="95"/>
                <w:sz w:val="20"/>
              </w:rPr>
              <w:t>6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 xml:space="preserve">Рекомендательное письмо / отзыв о деловой репутации юридического лица со стороны других клиентов </w:t>
            </w:r>
            <w:r w:rsidR="00A52A43">
              <w:rPr>
                <w:sz w:val="20"/>
              </w:rPr>
              <w:t>Брокера</w:t>
            </w:r>
            <w:r w:rsidRPr="00A82E72">
              <w:rPr>
                <w:sz w:val="20"/>
              </w:rPr>
              <w:t xml:space="preserve">, имеющих с ним деловые отношения; и (или) от кредитных организаций, и (или) </w:t>
            </w:r>
            <w:proofErr w:type="spellStart"/>
            <w:r w:rsidRPr="00A82E72">
              <w:rPr>
                <w:sz w:val="20"/>
              </w:rPr>
              <w:t>некредитных</w:t>
            </w:r>
            <w:proofErr w:type="spellEnd"/>
            <w:r w:rsidRPr="00A82E72">
              <w:rPr>
                <w:sz w:val="20"/>
              </w:rPr>
              <w:t xml:space="preserve"> финансовых организаций, в которых юридическое лицо находится (находилось) на обслуживании (в произвольной письменной форме, по требованию организации)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left="108" w:right="108"/>
              <w:rPr>
                <w:sz w:val="20"/>
              </w:rPr>
            </w:pPr>
            <w:r w:rsidRPr="00A82E72">
              <w:rPr>
                <w:sz w:val="20"/>
              </w:rPr>
              <w:t>Оригинал с предоставлением перевода на русский язык</w:t>
            </w:r>
          </w:p>
        </w:tc>
      </w:tr>
      <w:tr w:rsidR="00471C97" w:rsidRPr="00A82E72" w:rsidTr="00BE6785">
        <w:trPr>
          <w:trHeight w:val="993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BE6785" w:rsidRPr="00A82E72">
              <w:rPr>
                <w:w w:val="95"/>
                <w:sz w:val="20"/>
              </w:rPr>
              <w:t>1</w:t>
            </w:r>
            <w:r w:rsidR="00BE6785">
              <w:rPr>
                <w:w w:val="95"/>
                <w:sz w:val="20"/>
              </w:rPr>
              <w:t>7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8"/>
              <w:jc w:val="both"/>
              <w:rPr>
                <w:sz w:val="20"/>
              </w:rPr>
            </w:pPr>
            <w:proofErr w:type="spellStart"/>
            <w:r w:rsidRPr="00A82E72">
              <w:rPr>
                <w:sz w:val="20"/>
              </w:rPr>
              <w:t>Аудированный</w:t>
            </w:r>
            <w:proofErr w:type="spellEnd"/>
            <w:r w:rsidRPr="00A82E72">
              <w:rPr>
                <w:sz w:val="20"/>
              </w:rPr>
              <w:t xml:space="preserve"> финансовый отчет за последний год или эквивалентные документы, подтверждающие источник средств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left="108" w:right="166"/>
              <w:rPr>
                <w:sz w:val="20"/>
              </w:rPr>
            </w:pPr>
            <w:r w:rsidRPr="00A82E72">
              <w:rPr>
                <w:sz w:val="20"/>
              </w:rPr>
              <w:t>Копия, заверенная организацией, с предоставлением перевода на русский язык</w:t>
            </w:r>
          </w:p>
        </w:tc>
      </w:tr>
      <w:tr w:rsidR="004A7412" w:rsidRPr="00A82E72" w:rsidTr="00BE6785">
        <w:trPr>
          <w:trHeight w:val="586"/>
        </w:trPr>
        <w:tc>
          <w:tcPr>
            <w:tcW w:w="600" w:type="dxa"/>
          </w:tcPr>
          <w:p w:rsidR="004A7412" w:rsidRPr="00A82E72" w:rsidRDefault="004A7412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sz w:val="20"/>
              </w:rPr>
              <w:t>2.</w:t>
            </w:r>
            <w:r w:rsidR="00BE6785" w:rsidRPr="00A82E72">
              <w:rPr>
                <w:sz w:val="20"/>
              </w:rPr>
              <w:t>1</w:t>
            </w:r>
            <w:r w:rsidR="00BE6785">
              <w:rPr>
                <w:sz w:val="20"/>
              </w:rPr>
              <w:t>8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6652" w:type="dxa"/>
          </w:tcPr>
          <w:p w:rsidR="004A7412" w:rsidRPr="00A82E72" w:rsidRDefault="004A7412" w:rsidP="00D45EB4">
            <w:pPr>
              <w:pStyle w:val="a3"/>
              <w:ind w:left="151" w:right="226"/>
              <w:jc w:val="both"/>
            </w:pPr>
            <w:r w:rsidRPr="00A82E72">
              <w:t>Анкета клиента – юридического лица</w:t>
            </w:r>
          </w:p>
        </w:tc>
        <w:tc>
          <w:tcPr>
            <w:tcW w:w="3119" w:type="dxa"/>
          </w:tcPr>
          <w:p w:rsidR="004A7412" w:rsidRPr="00A82E72" w:rsidRDefault="004A7412" w:rsidP="00D45EB4">
            <w:pPr>
              <w:pStyle w:val="a3"/>
              <w:ind w:left="151" w:right="226"/>
              <w:jc w:val="both"/>
            </w:pPr>
            <w:r w:rsidRPr="00A82E72">
              <w:t>Оригинал, подписанный Уполномоченным лицом Клиента с проставлением печати организации</w:t>
            </w:r>
          </w:p>
        </w:tc>
      </w:tr>
      <w:tr w:rsidR="00BB541E" w:rsidRPr="00A82E72" w:rsidTr="00BE6785">
        <w:trPr>
          <w:trHeight w:val="586"/>
        </w:trPr>
        <w:tc>
          <w:tcPr>
            <w:tcW w:w="600" w:type="dxa"/>
          </w:tcPr>
          <w:p w:rsidR="00BB541E" w:rsidRPr="00A82E72" w:rsidRDefault="00BB541E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sz w:val="20"/>
              </w:rPr>
              <w:t>2.</w:t>
            </w:r>
            <w:r w:rsidR="00BE6785" w:rsidRPr="00A82E72">
              <w:rPr>
                <w:sz w:val="20"/>
              </w:rPr>
              <w:t>1</w:t>
            </w:r>
            <w:r w:rsidR="00BE6785">
              <w:rPr>
                <w:sz w:val="20"/>
              </w:rPr>
              <w:t>9</w:t>
            </w:r>
          </w:p>
        </w:tc>
        <w:tc>
          <w:tcPr>
            <w:tcW w:w="6652" w:type="dxa"/>
          </w:tcPr>
          <w:p w:rsidR="00BB541E" w:rsidRPr="00A82E72" w:rsidRDefault="00BB541E" w:rsidP="00D45EB4">
            <w:pPr>
              <w:pStyle w:val="a3"/>
              <w:ind w:left="151" w:right="226"/>
              <w:jc w:val="both"/>
            </w:pPr>
            <w:r w:rsidRPr="00A82E72">
              <w:t>Сведения о банковских реквизитах, телефоне и</w:t>
            </w:r>
            <w:r w:rsidR="00136349">
              <w:t xml:space="preserve"> </w:t>
            </w:r>
            <w:r w:rsidRPr="00A82E72">
              <w:t>электронной почте Клиента</w:t>
            </w:r>
          </w:p>
        </w:tc>
        <w:tc>
          <w:tcPr>
            <w:tcW w:w="3119" w:type="dxa"/>
          </w:tcPr>
          <w:p w:rsidR="00BB541E" w:rsidRPr="00A82E72" w:rsidRDefault="00BB541E" w:rsidP="00D45EB4">
            <w:pPr>
              <w:pStyle w:val="a3"/>
              <w:ind w:left="151" w:right="226"/>
              <w:jc w:val="both"/>
            </w:pPr>
            <w:r w:rsidRPr="00A82E72">
              <w:t>За подписью Уполномоченного представителя Клиента</w:t>
            </w:r>
          </w:p>
        </w:tc>
      </w:tr>
    </w:tbl>
    <w:p w:rsidR="003740BF" w:rsidRPr="00A82E72" w:rsidRDefault="00752AB4">
      <w:pPr>
        <w:spacing w:before="5" w:line="276" w:lineRule="auto"/>
        <w:ind w:left="152" w:right="491"/>
        <w:rPr>
          <w:i/>
          <w:sz w:val="20"/>
        </w:rPr>
      </w:pPr>
      <w:r w:rsidRPr="00A82E72">
        <w:rPr>
          <w:i/>
          <w:sz w:val="20"/>
        </w:rPr>
        <w:t>*Срок изготовления/выпуска документов по пп.2.1-2.5, 2.7 не должен превышать 6 месяцев на момент предоставления документов</w:t>
      </w: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58" w:line="276" w:lineRule="auto"/>
        <w:ind w:right="1073" w:firstLine="0"/>
        <w:rPr>
          <w:b/>
          <w:sz w:val="20"/>
        </w:rPr>
      </w:pPr>
      <w:r w:rsidRPr="00A82E72">
        <w:rPr>
          <w:b/>
          <w:sz w:val="20"/>
        </w:rPr>
        <w:t>Перечень документов, необходимых для открытия счет</w:t>
      </w:r>
      <w:r w:rsidR="00E84DCB" w:rsidRPr="00A82E72">
        <w:rPr>
          <w:b/>
          <w:sz w:val="20"/>
        </w:rPr>
        <w:t>ов</w:t>
      </w:r>
      <w:r w:rsidRPr="00A82E72">
        <w:rPr>
          <w:b/>
          <w:sz w:val="20"/>
        </w:rPr>
        <w:t xml:space="preserve"> физическому лицу – резиденту</w:t>
      </w:r>
      <w:r w:rsidRPr="00A82E72">
        <w:rPr>
          <w:b/>
          <w:spacing w:val="-2"/>
          <w:sz w:val="20"/>
        </w:rPr>
        <w:t xml:space="preserve"> </w:t>
      </w:r>
      <w:r w:rsidRPr="00A82E72">
        <w:rPr>
          <w:b/>
          <w:sz w:val="20"/>
        </w:rPr>
        <w:t>РФ.</w:t>
      </w:r>
    </w:p>
    <w:p w:rsidR="003740BF" w:rsidRPr="00A82E72" w:rsidRDefault="003740BF">
      <w:pPr>
        <w:pStyle w:val="a3"/>
        <w:spacing w:before="4"/>
        <w:rPr>
          <w:b/>
          <w:sz w:val="5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04"/>
        <w:gridCol w:w="4099"/>
      </w:tblGrid>
      <w:tr w:rsidR="003740BF" w:rsidRPr="00A82E72">
        <w:trPr>
          <w:trHeight w:val="465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4" w:type="dxa"/>
          </w:tcPr>
          <w:p w:rsidR="003740BF" w:rsidRPr="00A82E72" w:rsidRDefault="00752AB4">
            <w:pPr>
              <w:pStyle w:val="TableParagraph"/>
              <w:spacing w:line="229" w:lineRule="exact"/>
              <w:ind w:left="1591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4099" w:type="dxa"/>
          </w:tcPr>
          <w:p w:rsidR="003740BF" w:rsidRPr="00A82E72" w:rsidRDefault="00752AB4">
            <w:pPr>
              <w:pStyle w:val="TableParagraph"/>
              <w:spacing w:line="229" w:lineRule="exact"/>
              <w:ind w:left="1848" w:right="1838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651C87" w:rsidRPr="00A82E72">
        <w:trPr>
          <w:trHeight w:val="465"/>
        </w:trPr>
        <w:tc>
          <w:tcPr>
            <w:tcW w:w="600" w:type="dxa"/>
          </w:tcPr>
          <w:p w:rsidR="00651C87" w:rsidRPr="00A82E72" w:rsidRDefault="00651C87" w:rsidP="00987E47">
            <w:pPr>
              <w:pStyle w:val="TableParagraph"/>
              <w:spacing w:line="229" w:lineRule="exact"/>
              <w:ind w:left="112" w:right="103"/>
              <w:jc w:val="center"/>
              <w:rPr>
                <w:sz w:val="18"/>
              </w:rPr>
            </w:pPr>
            <w:r w:rsidRPr="00A82E72">
              <w:rPr>
                <w:sz w:val="20"/>
              </w:rPr>
              <w:t>3.1.</w:t>
            </w:r>
          </w:p>
        </w:tc>
        <w:tc>
          <w:tcPr>
            <w:tcW w:w="5604" w:type="dxa"/>
          </w:tcPr>
          <w:p w:rsidR="00651C87" w:rsidRPr="00A82E72" w:rsidRDefault="00651C87" w:rsidP="00987E4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Анкета физического лица</w:t>
            </w:r>
          </w:p>
        </w:tc>
        <w:tc>
          <w:tcPr>
            <w:tcW w:w="4099" w:type="dxa"/>
          </w:tcPr>
          <w:p w:rsidR="00651C87" w:rsidRPr="00A82E72" w:rsidRDefault="00651C87" w:rsidP="00987E47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987E47">
              <w:rPr>
                <w:sz w:val="20"/>
              </w:rPr>
              <w:t>Оригинал</w:t>
            </w:r>
          </w:p>
        </w:tc>
      </w:tr>
      <w:tr w:rsidR="00651C87" w:rsidRPr="00A82E72">
        <w:trPr>
          <w:trHeight w:val="729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3.2.</w:t>
            </w:r>
          </w:p>
        </w:tc>
        <w:tc>
          <w:tcPr>
            <w:tcW w:w="5604" w:type="dxa"/>
          </w:tcPr>
          <w:p w:rsidR="00651C87" w:rsidRDefault="00651C87" w:rsidP="00651C87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</w:t>
            </w:r>
          </w:p>
          <w:p w:rsidR="00651C87" w:rsidRPr="00A82E72" w:rsidRDefault="00651C87" w:rsidP="00651C87">
            <w:pPr>
              <w:pStyle w:val="TableParagraph"/>
              <w:spacing w:line="229" w:lineRule="exact"/>
              <w:rPr>
                <w:sz w:val="20"/>
              </w:rPr>
            </w:pPr>
          </w:p>
        </w:tc>
        <w:tc>
          <w:tcPr>
            <w:tcW w:w="4099" w:type="dxa"/>
          </w:tcPr>
          <w:p w:rsidR="00651C87" w:rsidRPr="00A82E72" w:rsidRDefault="00651C87" w:rsidP="00651C87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Копия, оригинал предоставляется для сверки</w:t>
            </w: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3.3.</w:t>
            </w:r>
          </w:p>
        </w:tc>
        <w:tc>
          <w:tcPr>
            <w:tcW w:w="5604" w:type="dxa"/>
          </w:tcPr>
          <w:p w:rsidR="00651C87" w:rsidRPr="00A82E72" w:rsidRDefault="00651C87" w:rsidP="00651C87">
            <w:pPr>
              <w:pStyle w:val="TableParagraph"/>
              <w:spacing w:line="276" w:lineRule="auto"/>
              <w:ind w:right="127"/>
              <w:rPr>
                <w:sz w:val="20"/>
              </w:rPr>
            </w:pPr>
            <w:r w:rsidRPr="00A82E72">
              <w:rPr>
                <w:sz w:val="20"/>
              </w:rPr>
              <w:t>Свидетельство о постановке на учет физического лица в налоговом органе по месту жительства на территории РФ или Уведомление о постановке на учет в налоговом органе физического лица</w:t>
            </w:r>
          </w:p>
        </w:tc>
        <w:tc>
          <w:tcPr>
            <w:tcW w:w="4099" w:type="dxa"/>
          </w:tcPr>
          <w:p w:rsidR="00651C87" w:rsidRPr="00A82E72" w:rsidRDefault="00651C87" w:rsidP="00651C87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E76E4E">
              <w:rPr>
                <w:sz w:val="20"/>
              </w:rPr>
              <w:t>Копия, оригинал предоставляется для сверки</w:t>
            </w: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3.4.</w:t>
            </w:r>
          </w:p>
        </w:tc>
        <w:tc>
          <w:tcPr>
            <w:tcW w:w="5604" w:type="dxa"/>
          </w:tcPr>
          <w:p w:rsidR="00651C87" w:rsidRPr="00A82E72" w:rsidRDefault="00651C87" w:rsidP="00651C87">
            <w:pPr>
              <w:pStyle w:val="a3"/>
              <w:ind w:left="151" w:right="225"/>
              <w:jc w:val="both"/>
            </w:pPr>
            <w:r w:rsidRPr="00A82E72">
              <w:t xml:space="preserve">В случае назначения </w:t>
            </w:r>
            <w:proofErr w:type="gramStart"/>
            <w:r w:rsidRPr="00A82E72">
              <w:t>представителя</w:t>
            </w:r>
            <w:r>
              <w:t xml:space="preserve"> </w:t>
            </w:r>
            <w:r w:rsidRPr="00A82E72">
              <w:t xml:space="preserve"> -</w:t>
            </w:r>
            <w:proofErr w:type="gramEnd"/>
            <w:r w:rsidRPr="00A82E72">
              <w:t xml:space="preserve"> Доверенность</w:t>
            </w:r>
          </w:p>
          <w:p w:rsidR="00651C87" w:rsidRPr="00A82E72" w:rsidRDefault="00651C87" w:rsidP="00651C87">
            <w:pPr>
              <w:pStyle w:val="a3"/>
              <w:ind w:left="151" w:right="228"/>
              <w:jc w:val="both"/>
            </w:pPr>
          </w:p>
        </w:tc>
        <w:tc>
          <w:tcPr>
            <w:tcW w:w="4099" w:type="dxa"/>
          </w:tcPr>
          <w:p w:rsidR="00651C87" w:rsidRPr="00A82E72" w:rsidRDefault="00651C87" w:rsidP="00651C87">
            <w:pPr>
              <w:pStyle w:val="a3"/>
              <w:ind w:left="151" w:right="228"/>
            </w:pPr>
            <w:r w:rsidRPr="00A82E72">
              <w:t>Оригинал нотариально удостоверенной доверенности</w:t>
            </w:r>
          </w:p>
          <w:p w:rsidR="00651C87" w:rsidRPr="00A82E72" w:rsidRDefault="00651C87" w:rsidP="00651C87">
            <w:pPr>
              <w:pStyle w:val="TableParagraph"/>
              <w:spacing w:line="276" w:lineRule="auto"/>
              <w:ind w:left="110"/>
              <w:rPr>
                <w:sz w:val="20"/>
              </w:rPr>
            </w:pP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3.5.</w:t>
            </w:r>
          </w:p>
        </w:tc>
        <w:tc>
          <w:tcPr>
            <w:tcW w:w="5604" w:type="dxa"/>
          </w:tcPr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до 14 лет: 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законного представителя: родитель — паспорт с соответствующей записью в графе «Дети»;</w:t>
            </w:r>
            <w:r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опекун — документ, подтверждающий назначение представителя опекуном.</w:t>
            </w:r>
          </w:p>
        </w:tc>
        <w:tc>
          <w:tcPr>
            <w:tcW w:w="4099" w:type="dxa"/>
          </w:tcPr>
          <w:p w:rsidR="00651C87" w:rsidRPr="009E4267" w:rsidRDefault="00651C87" w:rsidP="00651C87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  <w:tc>
          <w:tcPr>
            <w:tcW w:w="5604" w:type="dxa"/>
          </w:tcPr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от 14 до 18 лет его представителем: 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представителя: родитель — паспорт с соответствующей записью в графе «Дети»;</w:t>
            </w:r>
            <w:r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попечитель — документ, подтверждающий назначение представителя попечителем.</w:t>
            </w:r>
          </w:p>
        </w:tc>
        <w:tc>
          <w:tcPr>
            <w:tcW w:w="4099" w:type="dxa"/>
          </w:tcPr>
          <w:p w:rsidR="00651C87" w:rsidRPr="009E4267" w:rsidRDefault="00651C87" w:rsidP="00651C87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tr w:rsidR="00067E3F" w:rsidRPr="00A82E72">
        <w:trPr>
          <w:trHeight w:val="1257"/>
        </w:trPr>
        <w:tc>
          <w:tcPr>
            <w:tcW w:w="600" w:type="dxa"/>
          </w:tcPr>
          <w:p w:rsidR="00067E3F" w:rsidRDefault="00A003E8" w:rsidP="00067E3F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bookmarkStart w:id="2" w:name="_Hlk16693376"/>
            <w:r>
              <w:rPr>
                <w:sz w:val="20"/>
              </w:rPr>
              <w:t>3.</w:t>
            </w:r>
            <w:r w:rsidR="00651C87">
              <w:rPr>
                <w:sz w:val="20"/>
              </w:rPr>
              <w:t>7</w:t>
            </w:r>
          </w:p>
        </w:tc>
        <w:tc>
          <w:tcPr>
            <w:tcW w:w="5604" w:type="dxa"/>
          </w:tcPr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несовершеннолетним лицом возрастом от 14 до 18 лет самостоятельно: 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письменное согласие законного представителя, усыновителя, попечителя.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законного представителя: родитель — паспорт с соответствующей записью в графе «Дети»;</w:t>
            </w:r>
            <w:r w:rsidR="00136349"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попечитель — документ, подтверждающий назначение представителя попечителем.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</w:p>
        </w:tc>
        <w:tc>
          <w:tcPr>
            <w:tcW w:w="4099" w:type="dxa"/>
          </w:tcPr>
          <w:p w:rsidR="00067E3F" w:rsidRPr="009E4267" w:rsidRDefault="00067E3F" w:rsidP="00067E3F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bookmarkEnd w:id="2"/>
    </w:tbl>
    <w:p w:rsidR="00136349" w:rsidRDefault="00136349" w:rsidP="00136349">
      <w:pPr>
        <w:pStyle w:val="a4"/>
        <w:tabs>
          <w:tab w:val="left" w:pos="374"/>
        </w:tabs>
        <w:spacing w:before="57" w:line="278" w:lineRule="auto"/>
        <w:ind w:right="1073" w:firstLine="0"/>
        <w:rPr>
          <w:b/>
          <w:sz w:val="20"/>
        </w:rPr>
      </w:pP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57" w:line="278" w:lineRule="auto"/>
        <w:ind w:right="1073" w:firstLine="0"/>
        <w:rPr>
          <w:b/>
          <w:sz w:val="20"/>
        </w:rPr>
      </w:pPr>
      <w:r w:rsidRPr="00A82E72">
        <w:rPr>
          <w:b/>
          <w:sz w:val="20"/>
        </w:rPr>
        <w:t>Перечень документов, необходимых для открытия счет</w:t>
      </w:r>
      <w:r w:rsidR="00E84DCB" w:rsidRPr="00A82E72">
        <w:rPr>
          <w:b/>
          <w:sz w:val="20"/>
        </w:rPr>
        <w:t>ов</w:t>
      </w:r>
      <w:r w:rsidRPr="00A82E72">
        <w:rPr>
          <w:b/>
          <w:sz w:val="20"/>
        </w:rPr>
        <w:t xml:space="preserve"> физическому лицу – нерезиденту</w:t>
      </w:r>
      <w:r w:rsidRPr="00A82E72">
        <w:rPr>
          <w:b/>
          <w:spacing w:val="-2"/>
          <w:sz w:val="20"/>
        </w:rPr>
        <w:t xml:space="preserve"> </w:t>
      </w:r>
      <w:r w:rsidRPr="00A82E72">
        <w:rPr>
          <w:b/>
          <w:sz w:val="20"/>
        </w:rPr>
        <w:t>РФ.</w:t>
      </w:r>
    </w:p>
    <w:p w:rsidR="003740BF" w:rsidRPr="00A82E72" w:rsidRDefault="003740BF">
      <w:pPr>
        <w:pStyle w:val="a3"/>
        <w:spacing w:before="2"/>
        <w:rPr>
          <w:b/>
          <w:sz w:val="5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38"/>
        <w:gridCol w:w="4100"/>
      </w:tblGrid>
      <w:tr w:rsidR="003740BF" w:rsidRPr="00A82E72" w:rsidTr="00E76E4E">
        <w:trPr>
          <w:trHeight w:val="465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38" w:type="dxa"/>
          </w:tcPr>
          <w:p w:rsidR="003740BF" w:rsidRPr="00A82E72" w:rsidRDefault="00752AB4">
            <w:pPr>
              <w:pStyle w:val="TableParagraph"/>
              <w:spacing w:line="229" w:lineRule="exact"/>
              <w:ind w:left="1607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4100" w:type="dxa"/>
          </w:tcPr>
          <w:p w:rsidR="003740BF" w:rsidRPr="00A82E72" w:rsidRDefault="00752AB4">
            <w:pPr>
              <w:pStyle w:val="TableParagraph"/>
              <w:spacing w:line="229" w:lineRule="exact"/>
              <w:ind w:left="1848" w:right="1839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651C87" w:rsidRPr="00A82E72" w:rsidTr="00E76E4E">
        <w:trPr>
          <w:trHeight w:val="465"/>
        </w:trPr>
        <w:tc>
          <w:tcPr>
            <w:tcW w:w="600" w:type="dxa"/>
          </w:tcPr>
          <w:p w:rsidR="00651C87" w:rsidRPr="00A82E72" w:rsidRDefault="00651C87" w:rsidP="00987E47">
            <w:pPr>
              <w:pStyle w:val="TableParagraph"/>
              <w:spacing w:line="229" w:lineRule="exact"/>
              <w:ind w:left="112" w:right="103"/>
              <w:jc w:val="center"/>
              <w:rPr>
                <w:sz w:val="18"/>
              </w:rPr>
            </w:pPr>
            <w:r>
              <w:rPr>
                <w:sz w:val="20"/>
              </w:rPr>
              <w:t>4</w:t>
            </w:r>
            <w:r w:rsidRPr="00A82E72">
              <w:rPr>
                <w:sz w:val="20"/>
              </w:rPr>
              <w:t>.1.</w:t>
            </w:r>
          </w:p>
        </w:tc>
        <w:tc>
          <w:tcPr>
            <w:tcW w:w="5638" w:type="dxa"/>
          </w:tcPr>
          <w:p w:rsidR="00651C87" w:rsidRPr="00A82E72" w:rsidRDefault="00651C87" w:rsidP="00987E4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Анкета физического лица</w:t>
            </w:r>
          </w:p>
        </w:tc>
        <w:tc>
          <w:tcPr>
            <w:tcW w:w="4100" w:type="dxa"/>
          </w:tcPr>
          <w:p w:rsidR="00651C87" w:rsidRPr="00A82E72" w:rsidRDefault="00651C87" w:rsidP="00987E47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 w:rsidRPr="00825A99">
              <w:rPr>
                <w:sz w:val="20"/>
              </w:rPr>
              <w:t>Оригинал</w:t>
            </w:r>
          </w:p>
        </w:tc>
      </w:tr>
      <w:tr w:rsidR="003740BF" w:rsidRPr="00A82E72" w:rsidTr="00E76E4E">
        <w:trPr>
          <w:trHeight w:val="2049"/>
        </w:trPr>
        <w:tc>
          <w:tcPr>
            <w:tcW w:w="600" w:type="dxa"/>
          </w:tcPr>
          <w:p w:rsidR="003740BF" w:rsidRPr="00A82E72" w:rsidRDefault="0091355A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</w:t>
            </w:r>
            <w:r w:rsidR="00752AB4" w:rsidRPr="00A82E72">
              <w:rPr>
                <w:sz w:val="20"/>
              </w:rPr>
              <w:t>.</w:t>
            </w:r>
            <w:r w:rsidR="00651C87">
              <w:rPr>
                <w:sz w:val="20"/>
              </w:rPr>
              <w:t>2</w:t>
            </w:r>
            <w:r w:rsidR="00752AB4"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</w:t>
            </w:r>
          </w:p>
        </w:tc>
        <w:tc>
          <w:tcPr>
            <w:tcW w:w="4100" w:type="dxa"/>
          </w:tcPr>
          <w:p w:rsidR="003740BF" w:rsidRDefault="00752AB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 w:rsidRPr="00A82E72">
              <w:rPr>
                <w:sz w:val="20"/>
              </w:rPr>
              <w:t xml:space="preserve">Нотариально заверенная и </w:t>
            </w:r>
            <w:r w:rsidR="00751D65" w:rsidRPr="00A82E72">
              <w:rPr>
                <w:sz w:val="20"/>
              </w:rPr>
              <w:t>Легализован</w:t>
            </w:r>
            <w:r w:rsidRPr="00A82E72">
              <w:rPr>
                <w:sz w:val="20"/>
              </w:rPr>
              <w:t>ная копия с предоставлением нотариально удостоверенного перевода на русский язык</w:t>
            </w:r>
          </w:p>
          <w:p w:rsidR="00C73252" w:rsidRPr="00C73252" w:rsidRDefault="00C73252" w:rsidP="00C73252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 w:rsidRPr="00C73252">
              <w:rPr>
                <w:sz w:val="20"/>
              </w:rPr>
              <w:t>либо нотариальная копия такого легализованного документа, имеющего нотариально удостоверенный</w:t>
            </w:r>
            <w:r w:rsidR="00136349">
              <w:rPr>
                <w:sz w:val="20"/>
              </w:rPr>
              <w:t xml:space="preserve"> </w:t>
            </w:r>
            <w:r w:rsidRPr="00C73252">
              <w:rPr>
                <w:sz w:val="20"/>
              </w:rPr>
              <w:t>перевод на русский язык</w:t>
            </w:r>
            <w:r>
              <w:rPr>
                <w:sz w:val="20"/>
              </w:rPr>
              <w:t xml:space="preserve">; </w:t>
            </w:r>
          </w:p>
          <w:p w:rsidR="00C73252" w:rsidRPr="00C73252" w:rsidRDefault="00C73252" w:rsidP="00C73252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 w:rsidRPr="00C73252">
              <w:rPr>
                <w:sz w:val="20"/>
              </w:rPr>
              <w:t>либо (для документов, оформленных на территории стран – участниц Минской</w:t>
            </w:r>
            <w:r w:rsidR="00136349">
              <w:rPr>
                <w:sz w:val="20"/>
              </w:rPr>
              <w:t xml:space="preserve"> </w:t>
            </w:r>
            <w:r w:rsidRPr="00C73252">
              <w:rPr>
                <w:sz w:val="20"/>
              </w:rPr>
              <w:t>Конвенции от 22.01.1993</w:t>
            </w:r>
            <w:r>
              <w:rPr>
                <w:sz w:val="20"/>
              </w:rPr>
              <w:t>)</w:t>
            </w:r>
            <w:r w:rsidRPr="00C73252">
              <w:rPr>
                <w:sz w:val="20"/>
              </w:rPr>
              <w:t>:</w:t>
            </w:r>
          </w:p>
          <w:p w:rsidR="00C73252" w:rsidRPr="00C73252" w:rsidRDefault="00C73252" w:rsidP="00C73252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 xml:space="preserve">для документов </w:t>
            </w:r>
            <w:r w:rsidRPr="00C73252">
              <w:rPr>
                <w:sz w:val="20"/>
              </w:rPr>
              <w:t>на русском языке: в копии, заверенной нотариусом страны участницы;</w:t>
            </w:r>
          </w:p>
          <w:p w:rsidR="00C73252" w:rsidRPr="00A82E72" w:rsidRDefault="00C73252" w:rsidP="00C73252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>для документов</w:t>
            </w:r>
            <w:r w:rsidRPr="00C73252">
              <w:rPr>
                <w:sz w:val="20"/>
              </w:rPr>
              <w:t xml:space="preserve"> на иностранном языке: в нотариальной копии, содержащей нотариально заверенный перевод документа на русский язык. </w:t>
            </w:r>
          </w:p>
        </w:tc>
      </w:tr>
      <w:tr w:rsidR="003740BF" w:rsidRPr="00A82E72" w:rsidTr="00E76E4E">
        <w:trPr>
          <w:trHeight w:val="995"/>
        </w:trPr>
        <w:tc>
          <w:tcPr>
            <w:tcW w:w="600" w:type="dxa"/>
          </w:tcPr>
          <w:p w:rsidR="003740BF" w:rsidRPr="00A82E72" w:rsidRDefault="0091355A">
            <w:pPr>
              <w:pStyle w:val="TableParagraph"/>
              <w:spacing w:before="2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</w:t>
            </w:r>
            <w:r w:rsidR="00752AB4" w:rsidRPr="00A82E72">
              <w:rPr>
                <w:sz w:val="20"/>
              </w:rPr>
              <w:t>.</w:t>
            </w:r>
            <w:r w:rsidR="00651C87">
              <w:rPr>
                <w:sz w:val="20"/>
              </w:rPr>
              <w:t>3</w:t>
            </w:r>
            <w:r w:rsidR="00752AB4"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Миграционная карта / документ, подтверждающий право иностранного гражданина или лица без гражданства на пребывание (проживание) в Российской Федерации</w:t>
            </w:r>
          </w:p>
        </w:tc>
        <w:tc>
          <w:tcPr>
            <w:tcW w:w="4100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09" w:right="128"/>
              <w:rPr>
                <w:sz w:val="20"/>
              </w:rPr>
            </w:pPr>
            <w:r w:rsidRPr="00A82E72">
              <w:rPr>
                <w:sz w:val="20"/>
              </w:rPr>
              <w:t>Копия (с обязательным предоставлением оригинала для сверки)</w:t>
            </w:r>
          </w:p>
        </w:tc>
      </w:tr>
      <w:tr w:rsidR="003740BF" w:rsidRPr="00A82E72" w:rsidTr="00E76E4E">
        <w:trPr>
          <w:trHeight w:val="2114"/>
        </w:trPr>
        <w:tc>
          <w:tcPr>
            <w:tcW w:w="600" w:type="dxa"/>
          </w:tcPr>
          <w:p w:rsidR="003740BF" w:rsidRPr="00A82E72" w:rsidRDefault="00E84DCB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</w:t>
            </w:r>
            <w:r w:rsidR="00752AB4" w:rsidRPr="00A82E72">
              <w:rPr>
                <w:sz w:val="20"/>
              </w:rPr>
              <w:t>.</w:t>
            </w:r>
            <w:r w:rsidR="00651C87">
              <w:rPr>
                <w:sz w:val="20"/>
              </w:rPr>
              <w:t>4</w:t>
            </w:r>
            <w:r w:rsidR="00752AB4"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740BF" w:rsidRPr="00A82E72" w:rsidRDefault="00752AB4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если клиент имеет место нахождения в государстве, с которым РФ имеет международный договор (соглашение), регулирующий вопросы налогообложения, предоставляется подтверждение того, что клиент имеет постоянное местонахождение в таком государстве и является резидентом этого государства по смыслу</w:t>
            </w:r>
            <w:r w:rsidR="00136349">
              <w:rPr>
                <w:sz w:val="20"/>
              </w:rPr>
              <w:t xml:space="preserve">   </w:t>
            </w:r>
            <w:r w:rsidRPr="00A82E72">
              <w:rPr>
                <w:sz w:val="20"/>
              </w:rPr>
              <w:t>международного</w:t>
            </w:r>
            <w:r w:rsidR="00136349">
              <w:rPr>
                <w:sz w:val="20"/>
              </w:rPr>
              <w:t xml:space="preserve">   </w:t>
            </w:r>
            <w:r w:rsidRPr="00A82E72">
              <w:rPr>
                <w:sz w:val="20"/>
              </w:rPr>
              <w:t>договора</w:t>
            </w:r>
            <w:proofErr w:type="gramStart"/>
            <w:r w:rsidR="00136349">
              <w:rPr>
                <w:sz w:val="20"/>
              </w:rPr>
              <w:t xml:space="preserve">  </w:t>
            </w:r>
            <w:r w:rsidRPr="00A82E72">
              <w:rPr>
                <w:sz w:val="20"/>
              </w:rPr>
              <w:t xml:space="preserve"> (</w:t>
            </w:r>
            <w:proofErr w:type="gramEnd"/>
            <w:r w:rsidRPr="00A82E72">
              <w:rPr>
                <w:sz w:val="20"/>
              </w:rPr>
              <w:t>соглашения),</w:t>
            </w:r>
          </w:p>
          <w:p w:rsidR="003740BF" w:rsidRPr="00A82E72" w:rsidRDefault="00752AB4">
            <w:pPr>
              <w:pStyle w:val="TableParagraph"/>
              <w:tabs>
                <w:tab w:val="left" w:pos="2284"/>
                <w:tab w:val="left" w:pos="3808"/>
              </w:tabs>
              <w:spacing w:line="229" w:lineRule="exact"/>
              <w:jc w:val="both"/>
              <w:rPr>
                <w:sz w:val="20"/>
              </w:rPr>
            </w:pPr>
            <w:r w:rsidRPr="00A82E72">
              <w:rPr>
                <w:sz w:val="20"/>
              </w:rPr>
              <w:t>регулирующего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вопросы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налогообложения;</w:t>
            </w:r>
            <w:r w:rsidR="00E84DCB" w:rsidRPr="00A82E72">
              <w:rPr>
                <w:sz w:val="20"/>
              </w:rPr>
              <w:t xml:space="preserve"> подтверждение должно быть заверено компетентным органом соответствующего иностранного государства</w:t>
            </w:r>
          </w:p>
        </w:tc>
        <w:tc>
          <w:tcPr>
            <w:tcW w:w="4100" w:type="dxa"/>
          </w:tcPr>
          <w:p w:rsidR="003740BF" w:rsidRPr="00A82E72" w:rsidRDefault="00752AB4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  <w:r w:rsidR="00C73252">
              <w:rPr>
                <w:sz w:val="20"/>
              </w:rPr>
              <w:t>, нотариально заверенная копия</w:t>
            </w:r>
          </w:p>
        </w:tc>
      </w:tr>
      <w:tr w:rsidR="001E4D0D" w:rsidRPr="00A82E72" w:rsidTr="00E76E4E">
        <w:trPr>
          <w:trHeight w:val="2114"/>
        </w:trPr>
        <w:tc>
          <w:tcPr>
            <w:tcW w:w="600" w:type="dxa"/>
          </w:tcPr>
          <w:p w:rsidR="001E4D0D" w:rsidRPr="00A82E72" w:rsidRDefault="001E4D0D" w:rsidP="00E76E4E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 w:rsidR="00651C87">
              <w:rPr>
                <w:sz w:val="20"/>
              </w:rPr>
              <w:t>5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1E4D0D" w:rsidRPr="00A82E72" w:rsidRDefault="001E4D0D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назначения представителя - Доверенность</w:t>
            </w:r>
          </w:p>
          <w:p w:rsidR="001E4D0D" w:rsidRPr="00A82E72" w:rsidRDefault="001E4D0D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</w:tc>
        <w:tc>
          <w:tcPr>
            <w:tcW w:w="4100" w:type="dxa"/>
            <w:vMerge w:val="restart"/>
          </w:tcPr>
          <w:p w:rsidR="001E4D0D" w:rsidRPr="001E4D0D" w:rsidRDefault="001E4D0D" w:rsidP="001E4D0D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 w:rsidRPr="00E76E4E">
              <w:rPr>
                <w:sz w:val="20"/>
              </w:rPr>
              <w:t xml:space="preserve">Оригинал или </w:t>
            </w:r>
            <w:r>
              <w:rPr>
                <w:sz w:val="20"/>
              </w:rPr>
              <w:t>н</w:t>
            </w:r>
            <w:r w:rsidRPr="001E4D0D">
              <w:rPr>
                <w:sz w:val="20"/>
              </w:rPr>
              <w:t>отариально заверенная и Легализованная копия с предоставлением нотариально удостоверенного перевода на русский язык</w:t>
            </w:r>
            <w:r>
              <w:rPr>
                <w:sz w:val="20"/>
              </w:rPr>
              <w:t>;</w:t>
            </w:r>
          </w:p>
          <w:p w:rsidR="001E4D0D" w:rsidRPr="001E4D0D" w:rsidRDefault="001E4D0D" w:rsidP="001E4D0D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 w:rsidRPr="001E4D0D">
              <w:rPr>
                <w:sz w:val="20"/>
              </w:rPr>
              <w:t>либо нотариальная копия такого легализованного документа, имеющего нотариально удостоверенный</w:t>
            </w:r>
            <w:r w:rsidR="00136349">
              <w:rPr>
                <w:sz w:val="20"/>
              </w:rPr>
              <w:t xml:space="preserve"> </w:t>
            </w:r>
            <w:r w:rsidRPr="001E4D0D">
              <w:rPr>
                <w:sz w:val="20"/>
              </w:rPr>
              <w:t xml:space="preserve">перевод на русский язык; </w:t>
            </w:r>
          </w:p>
          <w:p w:rsidR="001E4D0D" w:rsidRPr="001E4D0D" w:rsidRDefault="001E4D0D" w:rsidP="001E4D0D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 w:rsidRPr="001E4D0D">
              <w:rPr>
                <w:sz w:val="20"/>
              </w:rPr>
              <w:t>либо (для документов, оформленных на территории стран – участниц Минской</w:t>
            </w:r>
            <w:r w:rsidR="00136349">
              <w:rPr>
                <w:sz w:val="20"/>
              </w:rPr>
              <w:t xml:space="preserve"> </w:t>
            </w:r>
            <w:r w:rsidRPr="001E4D0D">
              <w:rPr>
                <w:sz w:val="20"/>
              </w:rPr>
              <w:t>Конвенции от 22.01.1993):</w:t>
            </w:r>
          </w:p>
          <w:p w:rsidR="001E4D0D" w:rsidRPr="001E4D0D" w:rsidRDefault="001E4D0D" w:rsidP="001E4D0D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 w:rsidRPr="001E4D0D">
              <w:rPr>
                <w:sz w:val="20"/>
              </w:rPr>
              <w:t>для документов на русском языке: в копии, заверенной нотариусом страны участницы;</w:t>
            </w:r>
          </w:p>
          <w:p w:rsidR="001E4D0D" w:rsidRPr="00A82E72" w:rsidRDefault="001E4D0D" w:rsidP="001E4D0D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 w:rsidRPr="001E4D0D">
              <w:rPr>
                <w:sz w:val="20"/>
              </w:rPr>
              <w:t>для документов на иностранном языке: в нотариальной копии, содержащей нотариально заверенный перевод документа на русский язык.</w:t>
            </w:r>
          </w:p>
          <w:p w:rsidR="001E4D0D" w:rsidRPr="00A82E72" w:rsidRDefault="001E4D0D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1E4D0D" w:rsidRPr="00A82E72" w:rsidTr="00E76E4E">
        <w:trPr>
          <w:trHeight w:val="2114"/>
        </w:trPr>
        <w:tc>
          <w:tcPr>
            <w:tcW w:w="600" w:type="dxa"/>
          </w:tcPr>
          <w:p w:rsidR="001E4D0D" w:rsidRPr="00A82E72" w:rsidRDefault="001E4D0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  <w:r w:rsidR="00651C87">
              <w:rPr>
                <w:sz w:val="20"/>
              </w:rPr>
              <w:t>6</w:t>
            </w:r>
            <w:r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до 14 лет: </w:t>
            </w:r>
          </w:p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1E4D0D" w:rsidRPr="00A82E72" w:rsidRDefault="001E4D0D" w:rsidP="004A741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003E8">
              <w:t xml:space="preserve">- документ, подтверждающий полномочия законного представителя, опекуна. </w:t>
            </w:r>
          </w:p>
        </w:tc>
        <w:tc>
          <w:tcPr>
            <w:tcW w:w="4100" w:type="dxa"/>
            <w:vMerge/>
          </w:tcPr>
          <w:p w:rsidR="001E4D0D" w:rsidRPr="00A82E72" w:rsidRDefault="001E4D0D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</w:tc>
      </w:tr>
      <w:tr w:rsidR="001E4D0D" w:rsidRPr="00A82E72" w:rsidTr="00E76E4E">
        <w:trPr>
          <w:trHeight w:val="2114"/>
        </w:trPr>
        <w:tc>
          <w:tcPr>
            <w:tcW w:w="600" w:type="dxa"/>
          </w:tcPr>
          <w:p w:rsidR="001E4D0D" w:rsidRPr="00A82E72" w:rsidRDefault="001E4D0D" w:rsidP="002C138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  <w:r w:rsidR="00651C87">
              <w:rPr>
                <w:sz w:val="20"/>
              </w:rPr>
              <w:t>7</w:t>
            </w:r>
            <w:r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от 14 до 18 лет его представителем: </w:t>
            </w:r>
          </w:p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несовершеннолетнего;</w:t>
            </w:r>
          </w:p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1E4D0D" w:rsidRPr="00A003E8" w:rsidRDefault="001E4D0D" w:rsidP="00A003E8">
            <w:pPr>
              <w:pStyle w:val="a3"/>
              <w:ind w:left="151" w:right="225"/>
              <w:jc w:val="both"/>
            </w:pPr>
            <w:r w:rsidRPr="00A003E8">
              <w:t>- документ, подтверждающий полномочия законного представителя, попечителя.</w:t>
            </w:r>
          </w:p>
        </w:tc>
        <w:tc>
          <w:tcPr>
            <w:tcW w:w="4100" w:type="dxa"/>
            <w:vMerge/>
          </w:tcPr>
          <w:p w:rsidR="001E4D0D" w:rsidRPr="00A003E8" w:rsidRDefault="001E4D0D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</w:tc>
      </w:tr>
      <w:tr w:rsidR="001E4D0D" w:rsidRPr="00A82E72" w:rsidTr="00E76E4E">
        <w:trPr>
          <w:trHeight w:val="2114"/>
        </w:trPr>
        <w:tc>
          <w:tcPr>
            <w:tcW w:w="600" w:type="dxa"/>
          </w:tcPr>
          <w:p w:rsidR="001E4D0D" w:rsidRPr="00A82E72" w:rsidRDefault="001E4D0D" w:rsidP="002C138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  <w:r w:rsidR="00651C87">
              <w:rPr>
                <w:sz w:val="20"/>
              </w:rPr>
              <w:t>8</w:t>
            </w:r>
            <w:r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несовершеннолетним лицом возрастом от 14 до 18 лет самостоятельно: </w:t>
            </w:r>
          </w:p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>- письменное согласие законного представителя, усыновителя, попечителя.</w:t>
            </w:r>
          </w:p>
          <w:p w:rsidR="001E4D0D" w:rsidRPr="009E4267" w:rsidRDefault="001E4D0D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представителя,</w:t>
            </w:r>
            <w:r w:rsidR="00136349">
              <w:t xml:space="preserve"> </w:t>
            </w:r>
            <w:r w:rsidRPr="009E4267">
              <w:t>усыновителя, попечителя.</w:t>
            </w:r>
          </w:p>
          <w:p w:rsidR="001E4D0D" w:rsidRPr="009E4267" w:rsidRDefault="001E4D0D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</w:tc>
        <w:tc>
          <w:tcPr>
            <w:tcW w:w="4100" w:type="dxa"/>
            <w:vMerge/>
          </w:tcPr>
          <w:p w:rsidR="001E4D0D" w:rsidRPr="00A003E8" w:rsidRDefault="001E4D0D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</w:tc>
      </w:tr>
      <w:tr w:rsidR="001E4D0D" w:rsidRPr="00A82E72" w:rsidTr="00E76E4E">
        <w:trPr>
          <w:trHeight w:val="2114"/>
        </w:trPr>
        <w:tc>
          <w:tcPr>
            <w:tcW w:w="600" w:type="dxa"/>
          </w:tcPr>
          <w:p w:rsidR="001E4D0D" w:rsidRPr="00A82E72" w:rsidRDefault="001E4D0D" w:rsidP="002C138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136349">
              <w:rPr>
                <w:sz w:val="20"/>
              </w:rPr>
              <w:t>4.</w:t>
            </w:r>
            <w:r w:rsidR="00651C87">
              <w:rPr>
                <w:sz w:val="20"/>
              </w:rPr>
              <w:t>9</w:t>
            </w:r>
          </w:p>
        </w:tc>
        <w:tc>
          <w:tcPr>
            <w:tcW w:w="5638" w:type="dxa"/>
          </w:tcPr>
          <w:p w:rsidR="001E4D0D" w:rsidRPr="00A003E8" w:rsidRDefault="001E4D0D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 w:rsidRPr="00136349">
              <w:rPr>
                <w:sz w:val="20"/>
                <w:szCs w:val="20"/>
              </w:rPr>
              <w:t>Документ подтверждающий адрес регистрации или адрес пребывания</w:t>
            </w:r>
          </w:p>
        </w:tc>
        <w:tc>
          <w:tcPr>
            <w:tcW w:w="4100" w:type="dxa"/>
            <w:vMerge/>
          </w:tcPr>
          <w:p w:rsidR="001E4D0D" w:rsidRPr="00A003E8" w:rsidRDefault="001E4D0D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</w:tc>
      </w:tr>
      <w:tr w:rsidR="001E4D0D" w:rsidRPr="00A82E72" w:rsidTr="00E76E4E">
        <w:trPr>
          <w:trHeight w:val="2114"/>
        </w:trPr>
        <w:tc>
          <w:tcPr>
            <w:tcW w:w="600" w:type="dxa"/>
          </w:tcPr>
          <w:p w:rsidR="001E4D0D" w:rsidRDefault="001E4D0D" w:rsidP="00987E47">
            <w:pPr>
              <w:pStyle w:val="TableParagraph"/>
              <w:spacing w:line="229" w:lineRule="exact"/>
              <w:ind w:left="112"/>
              <w:jc w:val="center"/>
              <w:rPr>
                <w:sz w:val="20"/>
              </w:rPr>
            </w:pPr>
            <w:r w:rsidRPr="00136349">
              <w:rPr>
                <w:sz w:val="20"/>
              </w:rPr>
              <w:t>4.</w:t>
            </w:r>
            <w:r w:rsidR="00651C87">
              <w:rPr>
                <w:sz w:val="20"/>
              </w:rPr>
              <w:t>10</w:t>
            </w:r>
          </w:p>
        </w:tc>
        <w:tc>
          <w:tcPr>
            <w:tcW w:w="5638" w:type="dxa"/>
          </w:tcPr>
          <w:p w:rsidR="001E4D0D" w:rsidRPr="009E4267" w:rsidRDefault="001E4D0D" w:rsidP="00E76E4E">
            <w:pPr>
              <w:pStyle w:val="a3"/>
              <w:ind w:left="151" w:right="225"/>
              <w:jc w:val="both"/>
            </w:pPr>
            <w:r w:rsidRPr="00136349">
              <w:t xml:space="preserve">Документ подтверждающий номер налогоплательщика иностранного </w:t>
            </w:r>
            <w:r w:rsidRPr="00E76E4E">
              <w:t>государства</w:t>
            </w:r>
          </w:p>
        </w:tc>
        <w:tc>
          <w:tcPr>
            <w:tcW w:w="4100" w:type="dxa"/>
            <w:vMerge/>
          </w:tcPr>
          <w:p w:rsidR="001E4D0D" w:rsidRPr="00A003E8" w:rsidRDefault="001E4D0D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</w:tc>
      </w:tr>
    </w:tbl>
    <w:p w:rsidR="002C138D" w:rsidRDefault="002C138D" w:rsidP="00A003E8">
      <w:pPr>
        <w:pStyle w:val="a4"/>
        <w:tabs>
          <w:tab w:val="left" w:pos="152"/>
        </w:tabs>
        <w:spacing w:before="63"/>
        <w:ind w:left="142" w:firstLine="0"/>
        <w:jc w:val="both"/>
        <w:rPr>
          <w:b/>
          <w:sz w:val="20"/>
        </w:rPr>
      </w:pPr>
    </w:p>
    <w:p w:rsidR="003740BF" w:rsidRPr="00A82E72" w:rsidRDefault="00752AB4" w:rsidP="00A82E72">
      <w:pPr>
        <w:pStyle w:val="a4"/>
        <w:numPr>
          <w:ilvl w:val="0"/>
          <w:numId w:val="3"/>
        </w:numPr>
        <w:tabs>
          <w:tab w:val="left" w:pos="152"/>
        </w:tabs>
        <w:spacing w:before="63"/>
        <w:ind w:left="142" w:firstLine="0"/>
        <w:jc w:val="both"/>
        <w:rPr>
          <w:b/>
          <w:sz w:val="20"/>
        </w:rPr>
      </w:pPr>
      <w:r w:rsidRPr="00A82E72">
        <w:rPr>
          <w:b/>
          <w:sz w:val="20"/>
        </w:rPr>
        <w:t>Помимо указанных выше документов</w:t>
      </w:r>
      <w:r w:rsidR="00A82E72">
        <w:rPr>
          <w:b/>
          <w:sz w:val="20"/>
        </w:rPr>
        <w:t>:</w:t>
      </w:r>
    </w:p>
    <w:p w:rsidR="003740BF" w:rsidRPr="00A82E72" w:rsidRDefault="00752AB4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spacing w:before="61"/>
        <w:ind w:right="227" w:hanging="1"/>
        <w:jc w:val="both"/>
        <w:rPr>
          <w:sz w:val="20"/>
        </w:rPr>
      </w:pPr>
      <w:r w:rsidRPr="00A82E72">
        <w:rPr>
          <w:b/>
          <w:sz w:val="20"/>
        </w:rPr>
        <w:t xml:space="preserve">на каждого бенефициарного владельца - резидента РФ </w:t>
      </w:r>
      <w:r w:rsidRPr="00A82E72">
        <w:rPr>
          <w:sz w:val="20"/>
        </w:rPr>
        <w:t>предоставляется копия документа, удостоверяющего личность,</w:t>
      </w:r>
    </w:p>
    <w:p w:rsidR="003740BF" w:rsidRPr="00A82E72" w:rsidRDefault="00752AB4" w:rsidP="00A82E72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ind w:right="226" w:firstLine="0"/>
        <w:jc w:val="both"/>
        <w:rPr>
          <w:sz w:val="20"/>
        </w:rPr>
      </w:pPr>
      <w:r w:rsidRPr="00A82E72">
        <w:rPr>
          <w:b/>
          <w:sz w:val="20"/>
        </w:rPr>
        <w:t xml:space="preserve">на каждого бенефициарного владельца - нерезидента РФ </w:t>
      </w:r>
      <w:r w:rsidRPr="00A82E72">
        <w:rPr>
          <w:sz w:val="20"/>
        </w:rPr>
        <w:t>предоставляется копия документа, удостоверяющего личность, а также копия миграционной карты / документа, подтверждающего право иностранного гражданина или лица без гражданства на пребывание (проживание) в Российской Федерации (при</w:t>
      </w:r>
      <w:r w:rsidRPr="00A82E72">
        <w:rPr>
          <w:spacing w:val="-3"/>
          <w:sz w:val="20"/>
        </w:rPr>
        <w:t xml:space="preserve"> </w:t>
      </w:r>
      <w:r w:rsidRPr="00A82E72">
        <w:rPr>
          <w:sz w:val="20"/>
        </w:rPr>
        <w:t>наличии).</w:t>
      </w:r>
    </w:p>
    <w:p w:rsidR="003740BF" w:rsidRPr="00A82E72" w:rsidRDefault="00752AB4">
      <w:pPr>
        <w:pStyle w:val="1"/>
        <w:numPr>
          <w:ilvl w:val="0"/>
          <w:numId w:val="1"/>
        </w:numPr>
        <w:tabs>
          <w:tab w:val="left" w:pos="860"/>
          <w:tab w:val="left" w:pos="861"/>
        </w:tabs>
        <w:spacing w:before="0"/>
        <w:ind w:left="152" w:right="223" w:firstLine="1"/>
        <w:jc w:val="both"/>
      </w:pPr>
      <w:r w:rsidRPr="00A82E72">
        <w:t>на каждого уполномоченного представителя (попечителя, оператора, распорядителя), действующего на основании доверенности или иного документа – основания полномочий, предоставляются соответствующая доверенность (иной документ – основание полномочий), а также следующие</w:t>
      </w:r>
      <w:r w:rsidRPr="00A82E72">
        <w:rPr>
          <w:spacing w:val="-2"/>
        </w:rPr>
        <w:t xml:space="preserve"> </w:t>
      </w:r>
      <w:r w:rsidRPr="00A82E72">
        <w:t>документы: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8"/>
          <w:tab w:val="left" w:pos="1639"/>
        </w:tabs>
        <w:spacing w:line="239" w:lineRule="exact"/>
        <w:rPr>
          <w:sz w:val="20"/>
        </w:rPr>
      </w:pPr>
      <w:r w:rsidRPr="00A82E72">
        <w:rPr>
          <w:sz w:val="20"/>
        </w:rPr>
        <w:t>на представителя юридическое лицо – резидента РФ – документы по п.1.1–</w:t>
      </w:r>
      <w:r w:rsidRPr="00A82E72">
        <w:rPr>
          <w:spacing w:val="-8"/>
          <w:sz w:val="20"/>
        </w:rPr>
        <w:t xml:space="preserve"> </w:t>
      </w:r>
      <w:r w:rsidRPr="00A82E72">
        <w:rPr>
          <w:sz w:val="20"/>
        </w:rPr>
        <w:t>1.11;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9"/>
        </w:tabs>
        <w:spacing w:line="230" w:lineRule="exact"/>
        <w:rPr>
          <w:sz w:val="20"/>
        </w:rPr>
      </w:pPr>
      <w:r w:rsidRPr="00A82E72">
        <w:rPr>
          <w:sz w:val="20"/>
        </w:rPr>
        <w:t>на представителя юридическое лицо – нерезидента РФ – документы по п.2.1 -</w:t>
      </w:r>
      <w:r w:rsidRPr="00A82E72">
        <w:rPr>
          <w:spacing w:val="45"/>
          <w:sz w:val="20"/>
        </w:rPr>
        <w:t xml:space="preserve"> </w:t>
      </w:r>
      <w:r w:rsidRPr="00A82E72">
        <w:rPr>
          <w:sz w:val="20"/>
        </w:rPr>
        <w:t>2.12,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line="230" w:lineRule="exact"/>
        <w:ind w:left="1637"/>
        <w:rPr>
          <w:sz w:val="20"/>
        </w:rPr>
      </w:pPr>
      <w:r w:rsidRPr="00A82E72">
        <w:rPr>
          <w:sz w:val="20"/>
        </w:rPr>
        <w:t>на представителя физическое лицо – резидента РФ – документы по</w:t>
      </w:r>
      <w:r w:rsidRPr="00A82E72">
        <w:rPr>
          <w:spacing w:val="-5"/>
          <w:sz w:val="20"/>
        </w:rPr>
        <w:t xml:space="preserve"> </w:t>
      </w:r>
      <w:r w:rsidRPr="00A82E72">
        <w:rPr>
          <w:sz w:val="20"/>
        </w:rPr>
        <w:t>п.</w:t>
      </w:r>
      <w:r w:rsidR="00E84DCB" w:rsidRPr="00A82E72">
        <w:rPr>
          <w:sz w:val="20"/>
        </w:rPr>
        <w:t>3</w:t>
      </w:r>
      <w:r w:rsidRPr="00A82E72">
        <w:rPr>
          <w:sz w:val="20"/>
        </w:rPr>
        <w:t>.1</w:t>
      </w:r>
      <w:r w:rsidR="00651C87">
        <w:rPr>
          <w:sz w:val="20"/>
        </w:rPr>
        <w:t>, 3.2</w:t>
      </w:r>
      <w:r w:rsidRPr="00A82E72">
        <w:rPr>
          <w:sz w:val="20"/>
        </w:rPr>
        <w:t>;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line="230" w:lineRule="exact"/>
        <w:ind w:left="1637"/>
        <w:rPr>
          <w:sz w:val="20"/>
        </w:rPr>
      </w:pPr>
      <w:r w:rsidRPr="00A82E72">
        <w:rPr>
          <w:sz w:val="20"/>
        </w:rPr>
        <w:t>на представителя физическое лицо – нерезидента РФ – документы по п.</w:t>
      </w:r>
      <w:r w:rsidR="00E84DCB" w:rsidRPr="00A82E72">
        <w:rPr>
          <w:sz w:val="20"/>
        </w:rPr>
        <w:t>4</w:t>
      </w:r>
      <w:r w:rsidRPr="00A82E72">
        <w:rPr>
          <w:sz w:val="20"/>
        </w:rPr>
        <w:t>.1</w:t>
      </w:r>
      <w:r w:rsidR="00651C87">
        <w:rPr>
          <w:sz w:val="20"/>
        </w:rPr>
        <w:t>,</w:t>
      </w:r>
      <w:r w:rsidRPr="00A82E72">
        <w:rPr>
          <w:spacing w:val="-9"/>
          <w:sz w:val="20"/>
        </w:rPr>
        <w:t xml:space="preserve"> </w:t>
      </w:r>
      <w:r w:rsidR="00E84DCB" w:rsidRPr="00A82E72">
        <w:rPr>
          <w:sz w:val="20"/>
        </w:rPr>
        <w:t>4</w:t>
      </w:r>
      <w:r w:rsidRPr="00A82E72">
        <w:rPr>
          <w:sz w:val="20"/>
        </w:rPr>
        <w:t>.2</w:t>
      </w:r>
      <w:r w:rsidR="00651C87">
        <w:rPr>
          <w:sz w:val="20"/>
        </w:rPr>
        <w:t>, 4.3</w:t>
      </w:r>
      <w:r w:rsidRPr="00A82E72">
        <w:rPr>
          <w:sz w:val="20"/>
        </w:rPr>
        <w:t>.</w:t>
      </w:r>
    </w:p>
    <w:p w:rsidR="00E84DCB" w:rsidRPr="00A82E72" w:rsidRDefault="00E84DCB">
      <w:pPr>
        <w:pStyle w:val="a3"/>
        <w:ind w:left="151" w:right="225"/>
        <w:jc w:val="both"/>
      </w:pPr>
    </w:p>
    <w:p w:rsidR="003740BF" w:rsidRPr="00A82E72" w:rsidRDefault="00752AB4">
      <w:pPr>
        <w:pStyle w:val="1"/>
        <w:numPr>
          <w:ilvl w:val="0"/>
          <w:numId w:val="1"/>
        </w:numPr>
        <w:tabs>
          <w:tab w:val="left" w:pos="859"/>
          <w:tab w:val="left" w:pos="860"/>
        </w:tabs>
        <w:spacing w:before="54" w:line="237" w:lineRule="auto"/>
        <w:ind w:left="151" w:right="225" w:firstLine="0"/>
        <w:jc w:val="both"/>
      </w:pPr>
      <w:r w:rsidRPr="00A82E72">
        <w:t>на каждого выгодоприобретателя предоставляются копия договора, заключенного между клиентом и выгодоприобретателем, а также следующие</w:t>
      </w:r>
      <w:r w:rsidRPr="00A82E72">
        <w:rPr>
          <w:spacing w:val="-4"/>
        </w:rPr>
        <w:t xml:space="preserve"> </w:t>
      </w:r>
      <w:r w:rsidRPr="00A82E72">
        <w:t>документы: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4" w:line="223" w:lineRule="auto"/>
        <w:ind w:left="1636" w:right="228"/>
        <w:rPr>
          <w:sz w:val="20"/>
        </w:rPr>
      </w:pPr>
      <w:r w:rsidRPr="00A82E72">
        <w:rPr>
          <w:sz w:val="20"/>
        </w:rPr>
        <w:t xml:space="preserve">на выгодоприобретателя юридическое лицо – резидента РФ – документы по п.1.1 - 1.6, </w:t>
      </w:r>
      <w:r w:rsidR="006229D2">
        <w:rPr>
          <w:sz w:val="20"/>
        </w:rPr>
        <w:t>1.9</w:t>
      </w:r>
      <w:r w:rsidRPr="00A82E72">
        <w:rPr>
          <w:sz w:val="20"/>
        </w:rPr>
        <w:t>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7" w:line="220" w:lineRule="auto"/>
        <w:ind w:left="1635" w:right="226" w:hanging="359"/>
        <w:rPr>
          <w:sz w:val="20"/>
        </w:rPr>
      </w:pPr>
      <w:r w:rsidRPr="00A82E72">
        <w:rPr>
          <w:sz w:val="20"/>
        </w:rPr>
        <w:t>на выгодоприобретателя юридическое лицо – нерезидента РФ – документы по п.2.1 – 2.8, 2.12.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5"/>
          <w:tab w:val="left" w:pos="1636"/>
        </w:tabs>
        <w:spacing w:line="230" w:lineRule="exact"/>
        <w:ind w:left="1635"/>
        <w:rPr>
          <w:sz w:val="20"/>
        </w:rPr>
      </w:pPr>
      <w:r w:rsidRPr="00A82E72">
        <w:rPr>
          <w:sz w:val="20"/>
        </w:rPr>
        <w:t xml:space="preserve">на выгодоприобретателя физическое лицо – резидента РФ </w:t>
      </w:r>
      <w:r w:rsidR="00D45EB4" w:rsidRPr="00A82E72">
        <w:rPr>
          <w:sz w:val="20"/>
        </w:rPr>
        <w:t xml:space="preserve">или индивидуального предпринимателя </w:t>
      </w:r>
      <w:r w:rsidRPr="00A82E72">
        <w:rPr>
          <w:sz w:val="20"/>
        </w:rPr>
        <w:t>– документы по</w:t>
      </w:r>
      <w:r w:rsidRPr="00A82E72">
        <w:rPr>
          <w:spacing w:val="-11"/>
          <w:sz w:val="20"/>
        </w:rPr>
        <w:t xml:space="preserve"> </w:t>
      </w:r>
      <w:r w:rsidRPr="00A82E72">
        <w:rPr>
          <w:sz w:val="20"/>
        </w:rPr>
        <w:t>п.</w:t>
      </w:r>
      <w:r w:rsidR="00D45EB4" w:rsidRPr="00A82E72">
        <w:rPr>
          <w:sz w:val="20"/>
        </w:rPr>
        <w:t>3</w:t>
      </w:r>
      <w:r w:rsidRPr="00A82E72">
        <w:rPr>
          <w:sz w:val="20"/>
        </w:rPr>
        <w:t>.1.</w:t>
      </w:r>
      <w:r w:rsidR="00987E47">
        <w:rPr>
          <w:sz w:val="20"/>
        </w:rPr>
        <w:t>, 3.2.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5"/>
          <w:tab w:val="left" w:pos="1636"/>
        </w:tabs>
        <w:spacing w:line="232" w:lineRule="auto"/>
        <w:ind w:left="149" w:right="226" w:firstLine="1126"/>
        <w:rPr>
          <w:sz w:val="20"/>
        </w:rPr>
      </w:pPr>
      <w:r w:rsidRPr="00A82E72">
        <w:rPr>
          <w:sz w:val="20"/>
        </w:rPr>
        <w:t>на выгодоприобретателя физическое лицо – нерезидента РФ – документы по п.</w:t>
      </w:r>
      <w:r w:rsidR="00D45EB4" w:rsidRPr="00A82E72">
        <w:rPr>
          <w:sz w:val="20"/>
        </w:rPr>
        <w:t>4</w:t>
      </w:r>
      <w:r w:rsidRPr="00A82E72">
        <w:rPr>
          <w:sz w:val="20"/>
        </w:rPr>
        <w:t>.1</w:t>
      </w:r>
      <w:r w:rsidR="00987E47">
        <w:rPr>
          <w:sz w:val="20"/>
        </w:rPr>
        <w:t>,4.2</w:t>
      </w:r>
      <w:r w:rsidRPr="00A82E72">
        <w:rPr>
          <w:sz w:val="20"/>
        </w:rPr>
        <w:t xml:space="preserve"> и </w:t>
      </w:r>
      <w:r w:rsidR="00D45EB4" w:rsidRPr="00A82E72">
        <w:rPr>
          <w:sz w:val="20"/>
        </w:rPr>
        <w:t>4</w:t>
      </w:r>
      <w:r w:rsidRPr="00A82E72">
        <w:rPr>
          <w:sz w:val="20"/>
        </w:rPr>
        <w:t>.</w:t>
      </w:r>
      <w:r w:rsidR="00987E47">
        <w:rPr>
          <w:sz w:val="20"/>
        </w:rPr>
        <w:t>3</w:t>
      </w:r>
      <w:r w:rsidRPr="00A82E72">
        <w:rPr>
          <w:sz w:val="20"/>
        </w:rPr>
        <w:t xml:space="preserve">. При появлении новых выгодоприобретателей после заключения </w:t>
      </w:r>
      <w:r w:rsidR="00D45EB4" w:rsidRPr="00A82E72">
        <w:rPr>
          <w:sz w:val="20"/>
        </w:rPr>
        <w:t xml:space="preserve">Договора обслуживания Клиент </w:t>
      </w:r>
      <w:r w:rsidRPr="00A82E72">
        <w:rPr>
          <w:sz w:val="20"/>
        </w:rPr>
        <w:t>обязан предоставить на таких выгодоприобретателей заполненную Анкету выгодоприобретателя и указанный выше пакет документов.</w:t>
      </w:r>
    </w:p>
    <w:p w:rsidR="003740BF" w:rsidRPr="00A82E72" w:rsidRDefault="00752AB4">
      <w:pPr>
        <w:pStyle w:val="a3"/>
        <w:spacing w:before="63" w:line="276" w:lineRule="auto"/>
        <w:ind w:left="150" w:right="229" w:hanging="1"/>
        <w:jc w:val="both"/>
      </w:pPr>
      <w:r w:rsidRPr="00A82E72">
        <w:t>Если клиентом ООО ИК «Фридом Финанс» является организация, осуществляющая операции с денежными средствами или иным имуществом, указанная в статье 5 Федерального закона от 07.08.2001 N 115-ФЗ "О противодействии легализации (отмыванию) доходов, полученных преступным путем, и финансированию терроризма", или лицо, указанное в статье 7.1 Федерального закона от 07.08.2001 N 115-ФЗ "О противодействии легализации (отмыванию) доходов, полученных преступным путем, и финансированию терроризма", идентификация выгодоприобретателя /выгодоприобретателей указанного клиента осуществляется по требованию ООО ИК «Фридом Финанс».</w:t>
      </w:r>
    </w:p>
    <w:p w:rsidR="003740BF" w:rsidRPr="00A82E72" w:rsidRDefault="00752AB4">
      <w:pPr>
        <w:pStyle w:val="1"/>
        <w:spacing w:before="59" w:line="276" w:lineRule="auto"/>
        <w:ind w:left="150" w:right="226"/>
        <w:jc w:val="both"/>
      </w:pPr>
      <w:r w:rsidRPr="00A82E72">
        <w:t>При заключении клиентом с ООО ИК «Фридом Финанс» нескольких договоров (брокерский / депозитарный договор/договор доверительного управления), указанные документы предоставляются в одном экземпляре.</w:t>
      </w:r>
    </w:p>
    <w:p w:rsidR="003740BF" w:rsidRPr="00A82E72" w:rsidRDefault="00752AB4">
      <w:pPr>
        <w:spacing w:before="58" w:line="276" w:lineRule="auto"/>
        <w:ind w:left="150" w:right="228"/>
        <w:jc w:val="both"/>
        <w:rPr>
          <w:b/>
          <w:sz w:val="20"/>
        </w:rPr>
      </w:pPr>
      <w:r w:rsidRPr="00A82E72">
        <w:rPr>
          <w:b/>
          <w:sz w:val="20"/>
        </w:rPr>
        <w:t>ООО ИК «Фридом Финанс» вправе запросить иные документы в целях идентификации клиента, его уполномоченного представителя, бенефициарного владельца, выгодоприобретателя, не предусмотренные настоящим приложением к Условиям.</w:t>
      </w:r>
    </w:p>
    <w:p w:rsidR="003740BF" w:rsidRPr="00A82E72" w:rsidRDefault="003740BF">
      <w:pPr>
        <w:pStyle w:val="a3"/>
        <w:spacing w:before="4"/>
        <w:rPr>
          <w:b/>
          <w:sz w:val="17"/>
        </w:rPr>
      </w:pPr>
    </w:p>
    <w:p w:rsidR="003740BF" w:rsidRPr="00A82E72" w:rsidRDefault="00752AB4">
      <w:pPr>
        <w:pStyle w:val="a3"/>
        <w:spacing w:before="1" w:line="242" w:lineRule="auto"/>
        <w:ind w:left="150" w:right="224"/>
        <w:jc w:val="both"/>
      </w:pPr>
      <w:r w:rsidRPr="00A82E72">
        <w:t>В отдельных случаях копии документов, предоставленные для открытия счета, могут быть заверены</w:t>
      </w:r>
      <w:r w:rsidRPr="00A82E72">
        <w:rPr>
          <w:spacing w:val="-11"/>
        </w:rPr>
        <w:t xml:space="preserve"> </w:t>
      </w:r>
      <w:r w:rsidRPr="00A82E72">
        <w:t>уполномоченным</w:t>
      </w:r>
      <w:r w:rsidRPr="00A82E72">
        <w:rPr>
          <w:spacing w:val="-15"/>
        </w:rPr>
        <w:t xml:space="preserve"> </w:t>
      </w:r>
      <w:r w:rsidRPr="00A82E72">
        <w:t>сотрудником</w:t>
      </w:r>
      <w:r w:rsidRPr="00A82E72">
        <w:rPr>
          <w:spacing w:val="-15"/>
        </w:rPr>
        <w:t xml:space="preserve"> </w:t>
      </w:r>
      <w:r w:rsidRPr="00A82E72">
        <w:t>ООО</w:t>
      </w:r>
      <w:r w:rsidRPr="00A82E72">
        <w:rPr>
          <w:spacing w:val="-13"/>
        </w:rPr>
        <w:t xml:space="preserve"> </w:t>
      </w:r>
      <w:r w:rsidRPr="00A82E72">
        <w:t>ИК</w:t>
      </w:r>
      <w:r w:rsidRPr="00A82E72">
        <w:rPr>
          <w:spacing w:val="-15"/>
        </w:rPr>
        <w:t xml:space="preserve"> </w:t>
      </w:r>
      <w:r w:rsidRPr="00A82E72">
        <w:t>«Фридом</w:t>
      </w:r>
      <w:r w:rsidRPr="00A82E72">
        <w:rPr>
          <w:spacing w:val="-15"/>
        </w:rPr>
        <w:t xml:space="preserve"> </w:t>
      </w:r>
      <w:r w:rsidRPr="00A82E72">
        <w:t>Финанс».</w:t>
      </w:r>
      <w:r w:rsidRPr="00A82E72">
        <w:rPr>
          <w:spacing w:val="-15"/>
        </w:rPr>
        <w:t xml:space="preserve"> </w:t>
      </w:r>
      <w:r w:rsidRPr="00A82E72">
        <w:t>В</w:t>
      </w:r>
      <w:r w:rsidRPr="00A82E72">
        <w:rPr>
          <w:spacing w:val="-15"/>
        </w:rPr>
        <w:t xml:space="preserve"> </w:t>
      </w:r>
      <w:r w:rsidRPr="00A82E72">
        <w:t>таком</w:t>
      </w:r>
      <w:r w:rsidRPr="00A82E72">
        <w:rPr>
          <w:spacing w:val="-12"/>
        </w:rPr>
        <w:t xml:space="preserve"> </w:t>
      </w:r>
      <w:r w:rsidRPr="00A82E72">
        <w:t>случае</w:t>
      </w:r>
      <w:r w:rsidRPr="00A82E72">
        <w:rPr>
          <w:spacing w:val="-15"/>
        </w:rPr>
        <w:t xml:space="preserve"> </w:t>
      </w:r>
      <w:r w:rsidRPr="00A82E72">
        <w:t>для</w:t>
      </w:r>
      <w:r w:rsidRPr="00A82E72">
        <w:rPr>
          <w:spacing w:val="-14"/>
        </w:rPr>
        <w:t xml:space="preserve"> </w:t>
      </w:r>
      <w:r w:rsidRPr="00A82E72">
        <w:t>сверки</w:t>
      </w:r>
      <w:r w:rsidRPr="00A82E72">
        <w:rPr>
          <w:spacing w:val="-15"/>
        </w:rPr>
        <w:t xml:space="preserve"> </w:t>
      </w:r>
      <w:r w:rsidRPr="00A82E72">
        <w:t>должны</w:t>
      </w:r>
      <w:r w:rsidRPr="00A82E72">
        <w:rPr>
          <w:spacing w:val="-14"/>
        </w:rPr>
        <w:t xml:space="preserve"> </w:t>
      </w:r>
      <w:r w:rsidRPr="00A82E72">
        <w:t>быть предоставлены оригиналы соответствующих документов.</w:t>
      </w:r>
    </w:p>
    <w:p w:rsidR="00751D65" w:rsidRPr="00A82E72" w:rsidRDefault="00751D65">
      <w:pPr>
        <w:pStyle w:val="a3"/>
        <w:spacing w:before="1" w:line="242" w:lineRule="auto"/>
        <w:ind w:left="150" w:right="224"/>
        <w:jc w:val="both"/>
      </w:pPr>
      <w:r w:rsidRPr="00A82E72">
        <w:t>Легализация документов, выданных за пределами Российской Федерации, производится в посольстве (консульстве) Российской Федерации в стране происхождения документов, либо путем проставления апостиля, если страной происхождения документов является страна, присоединившаяся к Гаагской конвенции 1961 г.</w:t>
      </w:r>
    </w:p>
    <w:sectPr w:rsidR="00751D65" w:rsidRPr="00A82E72" w:rsidSect="00A82E72">
      <w:pgSz w:w="11910" w:h="16840"/>
      <w:pgMar w:top="540" w:right="340" w:bottom="28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3C1" w:rsidRDefault="001A23C1" w:rsidP="00CE4308">
      <w:r>
        <w:separator/>
      </w:r>
    </w:p>
  </w:endnote>
  <w:endnote w:type="continuationSeparator" w:id="0">
    <w:p w:rsidR="001A23C1" w:rsidRDefault="001A23C1" w:rsidP="00CE4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3C1" w:rsidRDefault="001A23C1" w:rsidP="00CE4308">
      <w:r>
        <w:separator/>
      </w:r>
    </w:p>
  </w:footnote>
  <w:footnote w:type="continuationSeparator" w:id="0">
    <w:p w:rsidR="001A23C1" w:rsidRDefault="001A23C1" w:rsidP="00CE4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CE4308" w:rsidRPr="00A82E72" w:rsidTr="00F409C5">
      <w:tc>
        <w:tcPr>
          <w:tcW w:w="2518" w:type="dxa"/>
          <w:shd w:val="clear" w:color="auto" w:fill="auto"/>
        </w:tcPr>
        <w:p w:rsidR="00CE4308" w:rsidRPr="00A82E72" w:rsidRDefault="00CE4308" w:rsidP="00CE4308">
          <w:pPr>
            <w:widowControl/>
            <w:tabs>
              <w:tab w:val="center" w:pos="4153"/>
              <w:tab w:val="right" w:pos="8306"/>
            </w:tabs>
            <w:autoSpaceDE/>
            <w:autoSpaceDN/>
            <w:rPr>
              <w:rFonts w:eastAsia="Times New Roman"/>
              <w:sz w:val="20"/>
              <w:szCs w:val="20"/>
              <w:lang w:bidi="ar-SA"/>
            </w:rPr>
          </w:pPr>
          <w:r w:rsidRPr="00A82E72">
            <w:rPr>
              <w:rFonts w:eastAsia="Times New Roman"/>
              <w:noProof/>
              <w:sz w:val="20"/>
              <w:szCs w:val="20"/>
              <w:lang w:bidi="ar-SA"/>
            </w:rPr>
            <w:drawing>
              <wp:inline distT="0" distB="0" distL="0" distR="0" wp14:anchorId="5B5F0D1D" wp14:editId="6886FD21">
                <wp:extent cx="1081405" cy="254635"/>
                <wp:effectExtent l="0" t="0" r="0" b="0"/>
                <wp:docPr id="1" name="Рисунок 1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140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  <w:shd w:val="clear" w:color="auto" w:fill="auto"/>
        </w:tcPr>
        <w:p w:rsidR="00CE4308" w:rsidRPr="00A82E72" w:rsidRDefault="00CE4308" w:rsidP="00CE4308">
          <w:pPr>
            <w:widowControl/>
            <w:tabs>
              <w:tab w:val="left" w:pos="1134"/>
              <w:tab w:val="center" w:pos="4153"/>
              <w:tab w:val="right" w:pos="8306"/>
            </w:tabs>
            <w:jc w:val="right"/>
            <w:rPr>
              <w:rFonts w:eastAsia="Calibri"/>
              <w:i/>
              <w:sz w:val="16"/>
              <w:szCs w:val="16"/>
              <w:lang w:bidi="ar-SA"/>
            </w:rPr>
          </w:pPr>
          <w:r w:rsidRPr="00A82E72">
            <w:rPr>
              <w:rFonts w:eastAsia="Calibri"/>
              <w:i/>
              <w:sz w:val="16"/>
              <w:szCs w:val="16"/>
              <w:lang w:bidi="ar-SA"/>
            </w:rPr>
            <w:t>Приложение №10 к Регламенту обслуживания Клиентов ООО ИК «Фридом Финанс»</w:t>
          </w:r>
        </w:p>
        <w:p w:rsidR="00CE4308" w:rsidRPr="00A82E72" w:rsidRDefault="00CE4308" w:rsidP="00CE4308">
          <w:pPr>
            <w:widowControl/>
            <w:tabs>
              <w:tab w:val="left" w:pos="1134"/>
              <w:tab w:val="center" w:pos="4153"/>
              <w:tab w:val="right" w:pos="8306"/>
            </w:tabs>
            <w:autoSpaceDE/>
            <w:autoSpaceDN/>
            <w:jc w:val="right"/>
            <w:rPr>
              <w:rFonts w:eastAsia="Times New Roman"/>
              <w:i/>
              <w:sz w:val="16"/>
              <w:szCs w:val="16"/>
              <w:lang w:bidi="ar-SA"/>
            </w:rPr>
          </w:pPr>
          <w:r w:rsidRPr="00A82E72">
            <w:rPr>
              <w:rFonts w:eastAsia="Times New Roman"/>
              <w:i/>
              <w:sz w:val="16"/>
              <w:szCs w:val="16"/>
              <w:lang w:bidi="ar-SA"/>
            </w:rPr>
            <w:t>Список документов для открытия счетов Клиента</w:t>
          </w:r>
        </w:p>
      </w:tc>
    </w:tr>
  </w:tbl>
  <w:p w:rsidR="00CE4308" w:rsidRPr="00A82E72" w:rsidRDefault="00CE4308" w:rsidP="00CE4308">
    <w:pPr>
      <w:widowControl/>
      <w:tabs>
        <w:tab w:val="left" w:pos="1134"/>
        <w:tab w:val="center" w:pos="4153"/>
        <w:tab w:val="right" w:pos="8306"/>
      </w:tabs>
      <w:autoSpaceDE/>
      <w:autoSpaceDN/>
      <w:rPr>
        <w:rFonts w:eastAsia="Times New Roman"/>
        <w:snapToGrid w:val="0"/>
        <w:sz w:val="8"/>
        <w:szCs w:val="8"/>
        <w:lang w:bidi="ar-SA"/>
      </w:rPr>
    </w:pPr>
  </w:p>
  <w:p w:rsidR="00CE4308" w:rsidRPr="00A82E72" w:rsidRDefault="00CE4308" w:rsidP="00CE430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774342"/>
    <w:multiLevelType w:val="hybridMultilevel"/>
    <w:tmpl w:val="14486882"/>
    <w:lvl w:ilvl="0" w:tplc="ACA25FC8">
      <w:numFmt w:val="bullet"/>
      <w:lvlText w:val=""/>
      <w:lvlJc w:val="left"/>
      <w:pPr>
        <w:ind w:left="153" w:hanging="708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F026AA58">
      <w:numFmt w:val="bullet"/>
      <w:lvlText w:val="o"/>
      <w:lvlJc w:val="left"/>
      <w:pPr>
        <w:ind w:left="1638" w:hanging="360"/>
      </w:pPr>
      <w:rPr>
        <w:rFonts w:ascii="Courier New" w:eastAsia="Courier New" w:hAnsi="Courier New" w:cs="Courier New" w:hint="default"/>
        <w:w w:val="99"/>
        <w:sz w:val="20"/>
        <w:szCs w:val="20"/>
        <w:lang w:val="ru-RU" w:eastAsia="ru-RU" w:bidi="ru-RU"/>
      </w:rPr>
    </w:lvl>
    <w:lvl w:ilvl="2" w:tplc="93164148">
      <w:numFmt w:val="bullet"/>
      <w:lvlText w:val="•"/>
      <w:lvlJc w:val="left"/>
      <w:pPr>
        <w:ind w:left="2634" w:hanging="360"/>
      </w:pPr>
      <w:rPr>
        <w:rFonts w:hint="default"/>
        <w:lang w:val="ru-RU" w:eastAsia="ru-RU" w:bidi="ru-RU"/>
      </w:rPr>
    </w:lvl>
    <w:lvl w:ilvl="3" w:tplc="BF687692">
      <w:numFmt w:val="bullet"/>
      <w:lvlText w:val="•"/>
      <w:lvlJc w:val="left"/>
      <w:pPr>
        <w:ind w:left="3628" w:hanging="360"/>
      </w:pPr>
      <w:rPr>
        <w:rFonts w:hint="default"/>
        <w:lang w:val="ru-RU" w:eastAsia="ru-RU" w:bidi="ru-RU"/>
      </w:rPr>
    </w:lvl>
    <w:lvl w:ilvl="4" w:tplc="3C120D92">
      <w:numFmt w:val="bullet"/>
      <w:lvlText w:val="•"/>
      <w:lvlJc w:val="left"/>
      <w:pPr>
        <w:ind w:left="4622" w:hanging="360"/>
      </w:pPr>
      <w:rPr>
        <w:rFonts w:hint="default"/>
        <w:lang w:val="ru-RU" w:eastAsia="ru-RU" w:bidi="ru-RU"/>
      </w:rPr>
    </w:lvl>
    <w:lvl w:ilvl="5" w:tplc="E736BC36">
      <w:numFmt w:val="bullet"/>
      <w:lvlText w:val="•"/>
      <w:lvlJc w:val="left"/>
      <w:pPr>
        <w:ind w:left="5616" w:hanging="360"/>
      </w:pPr>
      <w:rPr>
        <w:rFonts w:hint="default"/>
        <w:lang w:val="ru-RU" w:eastAsia="ru-RU" w:bidi="ru-RU"/>
      </w:rPr>
    </w:lvl>
    <w:lvl w:ilvl="6" w:tplc="0FEAC1EA">
      <w:numFmt w:val="bullet"/>
      <w:lvlText w:val="•"/>
      <w:lvlJc w:val="left"/>
      <w:pPr>
        <w:ind w:left="6610" w:hanging="360"/>
      </w:pPr>
      <w:rPr>
        <w:rFonts w:hint="default"/>
        <w:lang w:val="ru-RU" w:eastAsia="ru-RU" w:bidi="ru-RU"/>
      </w:rPr>
    </w:lvl>
    <w:lvl w:ilvl="7" w:tplc="CBFC0F7A">
      <w:numFmt w:val="bullet"/>
      <w:lvlText w:val="•"/>
      <w:lvlJc w:val="left"/>
      <w:pPr>
        <w:ind w:left="7604" w:hanging="360"/>
      </w:pPr>
      <w:rPr>
        <w:rFonts w:hint="default"/>
        <w:lang w:val="ru-RU" w:eastAsia="ru-RU" w:bidi="ru-RU"/>
      </w:rPr>
    </w:lvl>
    <w:lvl w:ilvl="8" w:tplc="F73C6D1A">
      <w:numFmt w:val="bullet"/>
      <w:lvlText w:val="•"/>
      <w:lvlJc w:val="left"/>
      <w:pPr>
        <w:ind w:left="8598" w:hanging="360"/>
      </w:pPr>
      <w:rPr>
        <w:rFonts w:hint="default"/>
        <w:lang w:val="ru-RU" w:eastAsia="ru-RU" w:bidi="ru-RU"/>
      </w:rPr>
    </w:lvl>
  </w:abstractNum>
  <w:abstractNum w:abstractNumId="1" w15:restartNumberingAfterBreak="0">
    <w:nsid w:val="67AA3B6F"/>
    <w:multiLevelType w:val="hybridMultilevel"/>
    <w:tmpl w:val="AC4EC602"/>
    <w:lvl w:ilvl="0" w:tplc="E0B4FBB8">
      <w:start w:val="1"/>
      <w:numFmt w:val="decimal"/>
      <w:lvlText w:val="%1."/>
      <w:lvlJc w:val="left"/>
      <w:pPr>
        <w:ind w:left="152" w:hanging="221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ru-RU" w:eastAsia="ru-RU" w:bidi="ru-RU"/>
      </w:rPr>
    </w:lvl>
    <w:lvl w:ilvl="1" w:tplc="DAA69EE4">
      <w:numFmt w:val="bullet"/>
      <w:lvlText w:val="•"/>
      <w:lvlJc w:val="left"/>
      <w:pPr>
        <w:ind w:left="1202" w:hanging="221"/>
      </w:pPr>
      <w:rPr>
        <w:rFonts w:hint="default"/>
        <w:lang w:val="ru-RU" w:eastAsia="ru-RU" w:bidi="ru-RU"/>
      </w:rPr>
    </w:lvl>
    <w:lvl w:ilvl="2" w:tplc="FA345E52">
      <w:numFmt w:val="bullet"/>
      <w:lvlText w:val="•"/>
      <w:lvlJc w:val="left"/>
      <w:pPr>
        <w:ind w:left="2245" w:hanging="221"/>
      </w:pPr>
      <w:rPr>
        <w:rFonts w:hint="default"/>
        <w:lang w:val="ru-RU" w:eastAsia="ru-RU" w:bidi="ru-RU"/>
      </w:rPr>
    </w:lvl>
    <w:lvl w:ilvl="3" w:tplc="F43C3D8A">
      <w:numFmt w:val="bullet"/>
      <w:lvlText w:val="•"/>
      <w:lvlJc w:val="left"/>
      <w:pPr>
        <w:ind w:left="3287" w:hanging="221"/>
      </w:pPr>
      <w:rPr>
        <w:rFonts w:hint="default"/>
        <w:lang w:val="ru-RU" w:eastAsia="ru-RU" w:bidi="ru-RU"/>
      </w:rPr>
    </w:lvl>
    <w:lvl w:ilvl="4" w:tplc="5D6C8D12">
      <w:numFmt w:val="bullet"/>
      <w:lvlText w:val="•"/>
      <w:lvlJc w:val="left"/>
      <w:pPr>
        <w:ind w:left="4330" w:hanging="221"/>
      </w:pPr>
      <w:rPr>
        <w:rFonts w:hint="default"/>
        <w:lang w:val="ru-RU" w:eastAsia="ru-RU" w:bidi="ru-RU"/>
      </w:rPr>
    </w:lvl>
    <w:lvl w:ilvl="5" w:tplc="50E24B02">
      <w:numFmt w:val="bullet"/>
      <w:lvlText w:val="•"/>
      <w:lvlJc w:val="left"/>
      <w:pPr>
        <w:ind w:left="5373" w:hanging="221"/>
      </w:pPr>
      <w:rPr>
        <w:rFonts w:hint="default"/>
        <w:lang w:val="ru-RU" w:eastAsia="ru-RU" w:bidi="ru-RU"/>
      </w:rPr>
    </w:lvl>
    <w:lvl w:ilvl="6" w:tplc="19C2966C">
      <w:numFmt w:val="bullet"/>
      <w:lvlText w:val="•"/>
      <w:lvlJc w:val="left"/>
      <w:pPr>
        <w:ind w:left="6415" w:hanging="221"/>
      </w:pPr>
      <w:rPr>
        <w:rFonts w:hint="default"/>
        <w:lang w:val="ru-RU" w:eastAsia="ru-RU" w:bidi="ru-RU"/>
      </w:rPr>
    </w:lvl>
    <w:lvl w:ilvl="7" w:tplc="56EE486A">
      <w:numFmt w:val="bullet"/>
      <w:lvlText w:val="•"/>
      <w:lvlJc w:val="left"/>
      <w:pPr>
        <w:ind w:left="7458" w:hanging="221"/>
      </w:pPr>
      <w:rPr>
        <w:rFonts w:hint="default"/>
        <w:lang w:val="ru-RU" w:eastAsia="ru-RU" w:bidi="ru-RU"/>
      </w:rPr>
    </w:lvl>
    <w:lvl w:ilvl="8" w:tplc="8168D8B2">
      <w:numFmt w:val="bullet"/>
      <w:lvlText w:val="•"/>
      <w:lvlJc w:val="left"/>
      <w:pPr>
        <w:ind w:left="8501" w:hanging="221"/>
      </w:pPr>
      <w:rPr>
        <w:rFonts w:hint="default"/>
        <w:lang w:val="ru-RU" w:eastAsia="ru-RU" w:bidi="ru-RU"/>
      </w:rPr>
    </w:lvl>
  </w:abstractNum>
  <w:abstractNum w:abstractNumId="2" w15:restartNumberingAfterBreak="0">
    <w:nsid w:val="72904FB4"/>
    <w:multiLevelType w:val="hybridMultilevel"/>
    <w:tmpl w:val="C2FA999C"/>
    <w:lvl w:ilvl="0" w:tplc="A63604FE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EFC4DB5C">
      <w:numFmt w:val="bullet"/>
      <w:lvlText w:val="•"/>
      <w:lvlJc w:val="left"/>
      <w:pPr>
        <w:ind w:left="998" w:hanging="360"/>
      </w:pPr>
      <w:rPr>
        <w:rFonts w:hint="default"/>
        <w:lang w:val="ru-RU" w:eastAsia="ru-RU" w:bidi="ru-RU"/>
      </w:rPr>
    </w:lvl>
    <w:lvl w:ilvl="2" w:tplc="072A4FE8">
      <w:numFmt w:val="bullet"/>
      <w:lvlText w:val="•"/>
      <w:lvlJc w:val="left"/>
      <w:pPr>
        <w:ind w:left="1516" w:hanging="360"/>
      </w:pPr>
      <w:rPr>
        <w:rFonts w:hint="default"/>
        <w:lang w:val="ru-RU" w:eastAsia="ru-RU" w:bidi="ru-RU"/>
      </w:rPr>
    </w:lvl>
    <w:lvl w:ilvl="3" w:tplc="E8C0A940">
      <w:numFmt w:val="bullet"/>
      <w:lvlText w:val="•"/>
      <w:lvlJc w:val="left"/>
      <w:pPr>
        <w:ind w:left="2034" w:hanging="360"/>
      </w:pPr>
      <w:rPr>
        <w:rFonts w:hint="default"/>
        <w:lang w:val="ru-RU" w:eastAsia="ru-RU" w:bidi="ru-RU"/>
      </w:rPr>
    </w:lvl>
    <w:lvl w:ilvl="4" w:tplc="882688AA">
      <w:numFmt w:val="bullet"/>
      <w:lvlText w:val="•"/>
      <w:lvlJc w:val="left"/>
      <w:pPr>
        <w:ind w:left="2552" w:hanging="360"/>
      </w:pPr>
      <w:rPr>
        <w:rFonts w:hint="default"/>
        <w:lang w:val="ru-RU" w:eastAsia="ru-RU" w:bidi="ru-RU"/>
      </w:rPr>
    </w:lvl>
    <w:lvl w:ilvl="5" w:tplc="4DFAEC12">
      <w:numFmt w:val="bullet"/>
      <w:lvlText w:val="•"/>
      <w:lvlJc w:val="left"/>
      <w:pPr>
        <w:ind w:left="3070" w:hanging="360"/>
      </w:pPr>
      <w:rPr>
        <w:rFonts w:hint="default"/>
        <w:lang w:val="ru-RU" w:eastAsia="ru-RU" w:bidi="ru-RU"/>
      </w:rPr>
    </w:lvl>
    <w:lvl w:ilvl="6" w:tplc="F65A9244">
      <w:numFmt w:val="bullet"/>
      <w:lvlText w:val="•"/>
      <w:lvlJc w:val="left"/>
      <w:pPr>
        <w:ind w:left="3588" w:hanging="360"/>
      </w:pPr>
      <w:rPr>
        <w:rFonts w:hint="default"/>
        <w:lang w:val="ru-RU" w:eastAsia="ru-RU" w:bidi="ru-RU"/>
      </w:rPr>
    </w:lvl>
    <w:lvl w:ilvl="7" w:tplc="D1E4BFD4">
      <w:numFmt w:val="bullet"/>
      <w:lvlText w:val="•"/>
      <w:lvlJc w:val="left"/>
      <w:pPr>
        <w:ind w:left="4106" w:hanging="360"/>
      </w:pPr>
      <w:rPr>
        <w:rFonts w:hint="default"/>
        <w:lang w:val="ru-RU" w:eastAsia="ru-RU" w:bidi="ru-RU"/>
      </w:rPr>
    </w:lvl>
    <w:lvl w:ilvl="8" w:tplc="9FD8B56E">
      <w:numFmt w:val="bullet"/>
      <w:lvlText w:val="•"/>
      <w:lvlJc w:val="left"/>
      <w:pPr>
        <w:ind w:left="4624" w:hanging="360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40BF"/>
    <w:rsid w:val="000028C6"/>
    <w:rsid w:val="00060A9E"/>
    <w:rsid w:val="00067E3F"/>
    <w:rsid w:val="00136349"/>
    <w:rsid w:val="001565E8"/>
    <w:rsid w:val="001A23C1"/>
    <w:rsid w:val="001B5F9C"/>
    <w:rsid w:val="001E4D0D"/>
    <w:rsid w:val="001F75E4"/>
    <w:rsid w:val="002C138D"/>
    <w:rsid w:val="002F419A"/>
    <w:rsid w:val="003251FA"/>
    <w:rsid w:val="00372673"/>
    <w:rsid w:val="003740BF"/>
    <w:rsid w:val="00400141"/>
    <w:rsid w:val="00471C97"/>
    <w:rsid w:val="004A7412"/>
    <w:rsid w:val="004F4377"/>
    <w:rsid w:val="00522F6D"/>
    <w:rsid w:val="005764E3"/>
    <w:rsid w:val="005903AE"/>
    <w:rsid w:val="006229D2"/>
    <w:rsid w:val="00651C87"/>
    <w:rsid w:val="006568E0"/>
    <w:rsid w:val="00751D65"/>
    <w:rsid w:val="00752AB4"/>
    <w:rsid w:val="00775029"/>
    <w:rsid w:val="00813351"/>
    <w:rsid w:val="00831D2F"/>
    <w:rsid w:val="008708D2"/>
    <w:rsid w:val="008B4D15"/>
    <w:rsid w:val="0091355A"/>
    <w:rsid w:val="00950CF2"/>
    <w:rsid w:val="00960C38"/>
    <w:rsid w:val="00987E47"/>
    <w:rsid w:val="009A2F64"/>
    <w:rsid w:val="009E4267"/>
    <w:rsid w:val="00A003E8"/>
    <w:rsid w:val="00A1331D"/>
    <w:rsid w:val="00A52A43"/>
    <w:rsid w:val="00A82E72"/>
    <w:rsid w:val="00AC5AC4"/>
    <w:rsid w:val="00B76B16"/>
    <w:rsid w:val="00BB541E"/>
    <w:rsid w:val="00BD5C82"/>
    <w:rsid w:val="00BE6785"/>
    <w:rsid w:val="00C6525D"/>
    <w:rsid w:val="00C73252"/>
    <w:rsid w:val="00CA767B"/>
    <w:rsid w:val="00CE4308"/>
    <w:rsid w:val="00D45EB4"/>
    <w:rsid w:val="00E76E4E"/>
    <w:rsid w:val="00E84DCB"/>
    <w:rsid w:val="00F4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6D853D4"/>
  <w15:docId w15:val="{E46F8B9D-5752-425B-9C94-3EED65927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58"/>
      <w:ind w:left="152" w:right="879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15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CE43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4308"/>
    <w:rPr>
      <w:rFonts w:ascii="Arial" w:eastAsia="Arial" w:hAnsi="Arial" w:cs="Arial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CE43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4308"/>
    <w:rPr>
      <w:rFonts w:ascii="Arial" w:eastAsia="Arial" w:hAnsi="Arial" w:cs="Arial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CE430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4308"/>
    <w:rPr>
      <w:rFonts w:ascii="Tahoma" w:eastAsia="Arial" w:hAnsi="Tahoma" w:cs="Tahoma"/>
      <w:sz w:val="16"/>
      <w:szCs w:val="16"/>
      <w:lang w:val="ru-RU" w:eastAsia="ru-RU" w:bidi="ru-RU"/>
    </w:rPr>
  </w:style>
  <w:style w:type="paragraph" w:styleId="ab">
    <w:name w:val="Revision"/>
    <w:hidden/>
    <w:uiPriority w:val="99"/>
    <w:semiHidden/>
    <w:rsid w:val="00060A9E"/>
    <w:pPr>
      <w:widowControl/>
      <w:autoSpaceDE/>
      <w:autoSpaceDN/>
    </w:pPr>
    <w:rPr>
      <w:rFonts w:ascii="Arial" w:eastAsia="Arial" w:hAnsi="Arial" w:cs="Arial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8</Pages>
  <Words>2583</Words>
  <Characters>16301</Characters>
  <Application>Microsoft Office Word</Application>
  <DocSecurity>0</DocSecurity>
  <Lines>958</Lines>
  <Paragraphs>899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Условия осуществления депозитарной деятельности ООО ИК «Фридом Финанс»</vt:lpstr>
    </vt:vector>
  </TitlesOfParts>
  <Company/>
  <LinksUpToDate>false</LinksUpToDate>
  <CharactersWithSpaces>17985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Условия осуществления депозитарной деятельности ООО ИК «Фридом Финанс»</dc:title>
  <dc:creator>Бибикова Ирина Борисовна</dc:creator>
  <cp:lastModifiedBy>Саловаров Роман Павлович</cp:lastModifiedBy>
  <cp:revision>33</cp:revision>
  <dcterms:created xsi:type="dcterms:W3CDTF">2018-05-16T10:20:00Z</dcterms:created>
  <dcterms:modified xsi:type="dcterms:W3CDTF">2020-11-05T16:54:00Z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2016-06-15T00:00:00Z</vt:filetime>
  </property>
  <property fmtid="{D5CDD505-2E9C-101B-9397-08002B2CF9AE}" pid="3" name="Creator">
    <vt:lpwstr>Acrobat PDFMaker 15 для Word</vt:lpwstr>
  </property>
  <property fmtid="{D5CDD505-2E9C-101B-9397-08002B2CF9AE}" pid="4" name="LastSaved">
    <vt:filetime>2018-05-16T00:00:00Z</vt:filetime>
  </property>
</Properties>
</file>