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BD5C82">
        <w:rPr>
          <w:b/>
          <w:sz w:val="24"/>
        </w:rPr>
        <w:t xml:space="preserve">открытия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нахождения 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960C38">
              <w:rPr>
                <w:sz w:val="20"/>
              </w:rPr>
              <w:t>"Конвенци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делам"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 более чем 1%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13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Документы, подтверждающие 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BE6785" w:rsidRPr="00A82E72" w:rsidRDefault="00BE6785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119" w:type="dxa"/>
            <w:vMerge/>
          </w:tcPr>
          <w:p w:rsidR="00BE6785" w:rsidRPr="00A82E72" w:rsidRDefault="00BE678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2.14.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6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9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>
        <w:trPr>
          <w:trHeight w:val="72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04" w:type="dxa"/>
          </w:tcPr>
          <w:p w:rsidR="003740BF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522F6D" w:rsidRPr="00A82E72" w:rsidRDefault="00522F6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</w:t>
            </w:r>
            <w:r w:rsidRPr="001A0444">
              <w:rPr>
                <w:sz w:val="20"/>
              </w:rPr>
              <w:t xml:space="preserve">В случае если срок действия документа, удостоверяющего личность физического лица </w:t>
            </w:r>
            <w:r>
              <w:rPr>
                <w:sz w:val="20"/>
              </w:rPr>
              <w:t xml:space="preserve">истекает </w:t>
            </w:r>
            <w:r w:rsidRPr="001A0444">
              <w:rPr>
                <w:sz w:val="20"/>
              </w:rPr>
              <w:t xml:space="preserve">в период с 1 февраля по 15 июля 2020 г. включительно, </w:t>
            </w:r>
            <w:r>
              <w:rPr>
                <w:sz w:val="20"/>
              </w:rPr>
              <w:t xml:space="preserve">Клиент </w:t>
            </w:r>
            <w:r w:rsidRPr="001A0444">
              <w:rPr>
                <w:sz w:val="20"/>
              </w:rPr>
              <w:t xml:space="preserve">обязан обеспечить предоставление Брокеру актуальных Анкет и документов, удостоверяющих личность, с </w:t>
            </w:r>
            <w:proofErr w:type="spellStart"/>
            <w:r w:rsidRPr="001A0444">
              <w:rPr>
                <w:sz w:val="20"/>
              </w:rPr>
              <w:t>неистекшим</w:t>
            </w:r>
            <w:proofErr w:type="spellEnd"/>
            <w:r w:rsidRPr="001A0444">
              <w:rPr>
                <w:sz w:val="20"/>
              </w:rPr>
              <w:t xml:space="preserve"> сроком действия в срок до 30 сентября 2020 года.</w:t>
            </w:r>
            <w:r>
              <w:rPr>
                <w:sz w:val="20"/>
              </w:rPr>
              <w:t>)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3740BF" w:rsidRPr="00A82E72">
        <w:trPr>
          <w:trHeight w:val="1257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3740BF" w:rsidRPr="00A82E72" w:rsidRDefault="00E76E4E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E84DCB" w:rsidRPr="00A82E72">
        <w:trPr>
          <w:trHeight w:val="1257"/>
        </w:trPr>
        <w:tc>
          <w:tcPr>
            <w:tcW w:w="600" w:type="dxa"/>
          </w:tcPr>
          <w:p w:rsidR="00E84DCB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D45EB4" w:rsidRPr="00A82E72" w:rsidRDefault="00D45EB4" w:rsidP="00D45EB4">
            <w:pPr>
              <w:pStyle w:val="a3"/>
              <w:ind w:left="151" w:right="225"/>
              <w:jc w:val="both"/>
            </w:pPr>
            <w:r w:rsidRPr="00A82E72">
              <w:t xml:space="preserve">В случае назначения </w:t>
            </w:r>
            <w:proofErr w:type="gramStart"/>
            <w:r w:rsidRPr="00A82E72">
              <w:t>представителя</w:t>
            </w:r>
            <w:r w:rsidR="00136349">
              <w:t xml:space="preserve"> </w:t>
            </w:r>
            <w:r w:rsidRPr="00A82E72">
              <w:t xml:space="preserve"> -</w:t>
            </w:r>
            <w:proofErr w:type="gramEnd"/>
            <w:r w:rsidRPr="00A82E72">
              <w:t xml:space="preserve"> Доверенность</w:t>
            </w:r>
          </w:p>
          <w:p w:rsidR="00E84DCB" w:rsidRPr="00A82E72" w:rsidRDefault="00E84DCB" w:rsidP="00E84DCB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E84DCB" w:rsidRPr="00A82E72" w:rsidRDefault="000028C6" w:rsidP="00E84DCB">
            <w:pPr>
              <w:pStyle w:val="a3"/>
              <w:ind w:left="151" w:right="228"/>
            </w:pPr>
            <w:r w:rsidRPr="00A82E72">
              <w:t xml:space="preserve">Оригинал </w:t>
            </w:r>
            <w:r w:rsidR="00E84DCB" w:rsidRPr="00A82E72">
              <w:t>нотариально удостоверенной доверенности</w:t>
            </w:r>
          </w:p>
          <w:p w:rsidR="00E84DCB" w:rsidRPr="00A82E72" w:rsidRDefault="00E84DCB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Pr="00A82E72" w:rsidRDefault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1" w:name="_Hlk16693376"/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067E3F" w:rsidRPr="009E4267" w:rsidRDefault="00067E3F" w:rsidP="00E84DCB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1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A82E72" w:rsidTr="00E76E4E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E76E4E">
        <w:trPr>
          <w:trHeight w:val="204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перевод на русский язык</w:t>
            </w:r>
            <w:r>
              <w:rPr>
                <w:sz w:val="20"/>
              </w:rPr>
              <w:t xml:space="preserve">; 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Конвенции от 22.01.1993</w:t>
            </w:r>
            <w:r>
              <w:rPr>
                <w:sz w:val="20"/>
              </w:rPr>
              <w:t>)</w:t>
            </w:r>
            <w:r w:rsidRPr="00C73252">
              <w:rPr>
                <w:sz w:val="20"/>
              </w:rPr>
              <w:t>: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для документов </w:t>
            </w:r>
            <w:r w:rsidRPr="00C73252">
              <w:rPr>
                <w:sz w:val="20"/>
              </w:rPr>
              <w:t>на русском языке: в копии, заверенной нотариусом страны участницы;</w:t>
            </w:r>
          </w:p>
          <w:p w:rsidR="00C73252" w:rsidRPr="00A82E7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для документов</w:t>
            </w:r>
            <w:r w:rsidRPr="00C73252">
              <w:rPr>
                <w:sz w:val="20"/>
              </w:rPr>
              <w:t xml:space="preserve"> на иностранном языке: в нотариальной копии, содержащей нотариально заверенный перевод документа на русский язык. </w:t>
            </w:r>
          </w:p>
        </w:tc>
      </w:tr>
      <w:tr w:rsidR="003740BF" w:rsidRPr="00A82E72" w:rsidTr="00E76E4E">
        <w:trPr>
          <w:trHeight w:val="995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A82E72"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A82E72" w:rsidTr="00E76E4E">
        <w:trPr>
          <w:trHeight w:val="2114"/>
        </w:trPr>
        <w:tc>
          <w:tcPr>
            <w:tcW w:w="600" w:type="dxa"/>
          </w:tcPr>
          <w:p w:rsidR="003740BF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.3.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proofErr w:type="gramStart"/>
            <w:r w:rsidR="00136349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740BF" w:rsidRPr="00A82E7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вопросы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налогообложения;</w:t>
            </w:r>
            <w:r w:rsidR="00E84DCB" w:rsidRPr="00A82E72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  <w:r w:rsidR="00C73252">
              <w:rPr>
                <w:sz w:val="20"/>
              </w:rPr>
              <w:t>, нотариально заверенная копия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4.4.</w:t>
            </w:r>
          </w:p>
        </w:tc>
        <w:tc>
          <w:tcPr>
            <w:tcW w:w="5638" w:type="dxa"/>
          </w:tcPr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  <w:vMerge w:val="restart"/>
          </w:tcPr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76E4E">
              <w:rPr>
                <w:sz w:val="20"/>
              </w:rPr>
              <w:t xml:space="preserve">Оригинал или </w:t>
            </w:r>
            <w:r>
              <w:rPr>
                <w:sz w:val="20"/>
              </w:rPr>
              <w:t>н</w:t>
            </w:r>
            <w:r w:rsidRPr="001E4D0D">
              <w:rPr>
                <w:sz w:val="20"/>
              </w:rPr>
              <w:t>отариально заверенная и Легализованная копия с предоставлением нотариально удостоверенного перевода на русский язык</w:t>
            </w:r>
            <w:r>
              <w:rPr>
                <w:sz w:val="20"/>
              </w:rPr>
              <w:t>;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 xml:space="preserve">перевод на русский язык; 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>Конвенции от 22.01.1993):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русском языке: в копии, заверенной нотариусом страны участницы;</w:t>
            </w:r>
          </w:p>
          <w:p w:rsidR="001E4D0D" w:rsidRPr="00A82E72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иностранном языке: в нотариальной копии, содержащей нотариально заверенный перевод документа на русский язык.</w:t>
            </w:r>
          </w:p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82E72" w:rsidRDefault="001E4D0D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  <w:vMerge/>
          </w:tcPr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4.6.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003E8" w:rsidRDefault="001E4D0D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 w:rsidR="00136349">
              <w:t xml:space="preserve"> </w:t>
            </w:r>
            <w:r w:rsidRPr="009E4267">
              <w:t>усыновителя, попечителя.</w:t>
            </w:r>
          </w:p>
          <w:p w:rsidR="001E4D0D" w:rsidRPr="009E4267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4.8</w:t>
            </w:r>
          </w:p>
        </w:tc>
        <w:tc>
          <w:tcPr>
            <w:tcW w:w="5638" w:type="dxa"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 подтверждающий адрес регистрации или адрес пребывания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Default="001E4D0D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4.9</w:t>
            </w:r>
          </w:p>
        </w:tc>
        <w:tc>
          <w:tcPr>
            <w:tcW w:w="5638" w:type="dxa"/>
          </w:tcPr>
          <w:p w:rsidR="001E4D0D" w:rsidRPr="009E4267" w:rsidRDefault="001E4D0D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  <w:vMerge/>
          </w:tcPr>
          <w:p w:rsidR="001E4D0D" w:rsidRPr="00A003E8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</w:tbl>
    <w:p w:rsidR="002C138D" w:rsidRDefault="002C138D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 и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юридическое лицо – резидента РФ 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.1 и 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.2.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  <w:bookmarkStart w:id="2" w:name="_GoBack"/>
      <w:bookmarkEnd w:id="2"/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067E3F"/>
    <w:rsid w:val="00136349"/>
    <w:rsid w:val="001565E8"/>
    <w:rsid w:val="001A23C1"/>
    <w:rsid w:val="001B5F9C"/>
    <w:rsid w:val="001E4D0D"/>
    <w:rsid w:val="001F75E4"/>
    <w:rsid w:val="002C138D"/>
    <w:rsid w:val="002F419A"/>
    <w:rsid w:val="003251FA"/>
    <w:rsid w:val="003740BF"/>
    <w:rsid w:val="00400141"/>
    <w:rsid w:val="00471C97"/>
    <w:rsid w:val="004A7412"/>
    <w:rsid w:val="004F4377"/>
    <w:rsid w:val="00522F6D"/>
    <w:rsid w:val="005764E3"/>
    <w:rsid w:val="005903AE"/>
    <w:rsid w:val="006229D2"/>
    <w:rsid w:val="006568E0"/>
    <w:rsid w:val="00751D65"/>
    <w:rsid w:val="00752AB4"/>
    <w:rsid w:val="00775029"/>
    <w:rsid w:val="00813351"/>
    <w:rsid w:val="008708D2"/>
    <w:rsid w:val="0091355A"/>
    <w:rsid w:val="00950CF2"/>
    <w:rsid w:val="00960C38"/>
    <w:rsid w:val="009A2F64"/>
    <w:rsid w:val="009E4267"/>
    <w:rsid w:val="00A003E8"/>
    <w:rsid w:val="00A1331D"/>
    <w:rsid w:val="00A82E72"/>
    <w:rsid w:val="00AC5AC4"/>
    <w:rsid w:val="00B76B16"/>
    <w:rsid w:val="00BB541E"/>
    <w:rsid w:val="00BD5C82"/>
    <w:rsid w:val="00BE6785"/>
    <w:rsid w:val="00C6525D"/>
    <w:rsid w:val="00C73252"/>
    <w:rsid w:val="00CA767B"/>
    <w:rsid w:val="00CE4308"/>
    <w:rsid w:val="00D45EB4"/>
    <w:rsid w:val="00E76E4E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27</cp:revision>
  <dcterms:created xsi:type="dcterms:W3CDTF">2018-05-16T10:20:00Z</dcterms:created>
  <dcterms:modified xsi:type="dcterms:W3CDTF">2020-05-18T15:58:00Z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