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8EE" w:rsidRPr="001D468D" w:rsidRDefault="007D6576" w:rsidP="00B51A86">
      <w:pPr>
        <w:pStyle w:val="a4"/>
        <w:tabs>
          <w:tab w:val="right" w:pos="10490"/>
        </w:tabs>
        <w:kinsoku w:val="0"/>
        <w:overflowPunct w:val="0"/>
        <w:spacing w:line="360" w:lineRule="auto"/>
        <w:ind w:left="1197" w:firstLine="0"/>
        <w:rPr>
          <w:rFonts w:ascii="Arial" w:hAnsi="Arial" w:cs="Arial"/>
          <w:b/>
          <w:bCs/>
          <w:sz w:val="22"/>
          <w:szCs w:val="24"/>
        </w:rPr>
      </w:pPr>
      <w:r w:rsidRPr="001D468D">
        <w:rPr>
          <w:rFonts w:ascii="Arial" w:hAnsi="Arial" w:cs="Arial"/>
          <w:b/>
          <w:bCs/>
          <w:sz w:val="22"/>
          <w:szCs w:val="24"/>
        </w:rPr>
        <w:t>Формы Сообщений, направляемых Клиентом с использованием Электронной Брокерской Системы</w:t>
      </w:r>
      <w:r w:rsidR="003258EE" w:rsidRPr="001D468D">
        <w:rPr>
          <w:rFonts w:ascii="Arial" w:hAnsi="Arial" w:cs="Arial"/>
          <w:b/>
          <w:bCs/>
          <w:sz w:val="22"/>
          <w:szCs w:val="24"/>
        </w:rPr>
        <w:tab/>
      </w:r>
    </w:p>
    <w:p w:rsidR="003258EE" w:rsidRPr="001D468D" w:rsidRDefault="003258EE" w:rsidP="00B51A86">
      <w:pPr>
        <w:pStyle w:val="BD10"/>
        <w:numPr>
          <w:ilvl w:val="0"/>
          <w:numId w:val="0"/>
        </w:numPr>
        <w:spacing w:line="360" w:lineRule="auto"/>
        <w:ind w:left="1134"/>
        <w:rPr>
          <w:rFonts w:ascii="Arial" w:hAnsi="Arial" w:cs="Arial"/>
          <w:sz w:val="22"/>
        </w:rPr>
      </w:pPr>
    </w:p>
    <w:p w:rsidR="00626759" w:rsidRPr="001D468D" w:rsidRDefault="00626759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Указание в </w:t>
      </w:r>
      <w:r w:rsidR="00881766" w:rsidRPr="001D468D">
        <w:rPr>
          <w:rFonts w:ascii="Arial" w:hAnsi="Arial" w:cs="Arial"/>
          <w:sz w:val="22"/>
        </w:rPr>
        <w:t xml:space="preserve">электронном Сообщении, полученном Брокером через Систему ТРЕЙДЕРНЕТ в </w:t>
      </w:r>
      <w:r w:rsidRPr="001D468D">
        <w:rPr>
          <w:rFonts w:ascii="Arial" w:hAnsi="Arial" w:cs="Arial"/>
          <w:sz w:val="22"/>
        </w:rPr>
        <w:t>поле с кодом «</w:t>
      </w:r>
      <w:proofErr w:type="spellStart"/>
      <w:r w:rsidRPr="001D468D">
        <w:rPr>
          <w:rFonts w:ascii="Arial" w:hAnsi="Arial" w:cs="Arial"/>
          <w:sz w:val="22"/>
        </w:rPr>
        <w:t>userid</w:t>
      </w:r>
      <w:proofErr w:type="spellEnd"/>
      <w:r w:rsidRPr="001D468D">
        <w:rPr>
          <w:rFonts w:ascii="Arial" w:hAnsi="Arial" w:cs="Arial"/>
          <w:sz w:val="22"/>
        </w:rPr>
        <w:t>» Отдельного логина, присвоенного Клиенту, означает, что Сообщение направлено Клиентом;</w:t>
      </w:r>
      <w:r w:rsidR="00881766" w:rsidRPr="001D468D">
        <w:rPr>
          <w:rFonts w:ascii="Arial" w:hAnsi="Arial" w:cs="Arial"/>
          <w:sz w:val="22"/>
        </w:rPr>
        <w:t xml:space="preserve"> </w:t>
      </w:r>
    </w:p>
    <w:p w:rsidR="00626759" w:rsidRPr="001D468D" w:rsidRDefault="00626759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Указание в поле, имеющего код «</w:t>
      </w:r>
      <w:proofErr w:type="spellStart"/>
      <w:r w:rsidRPr="001D468D">
        <w:rPr>
          <w:rFonts w:ascii="Arial" w:hAnsi="Arial" w:cs="Arial"/>
          <w:sz w:val="22"/>
        </w:rPr>
        <w:t>userid</w:t>
      </w:r>
      <w:proofErr w:type="spellEnd"/>
      <w:r w:rsidRPr="001D468D">
        <w:rPr>
          <w:rFonts w:ascii="Arial" w:hAnsi="Arial" w:cs="Arial"/>
          <w:sz w:val="22"/>
        </w:rPr>
        <w:t>», отдельного логина, присвоенного администратору Электронной Брокерской Системы (сотруднику Брокера, которому Брокер предоставил права администратора в Электронной Брокерской Системе) означает, что соответствующее Сообщение было направлено таким администратором при получении Брокером от Клиента Сообщения в письменной форме, в устной форме и т. д. в соответствии с Регламентом, а также в иных случаях в соответствии с условиями Регламента. При этом Клиент, в интересах которого было направлено такое Сообщение, идентифицируется по значению поля, имеющему код «</w:t>
      </w:r>
      <w:proofErr w:type="spellStart"/>
      <w:r w:rsidRPr="001D468D">
        <w:rPr>
          <w:rFonts w:ascii="Arial" w:hAnsi="Arial" w:cs="Arial"/>
          <w:sz w:val="22"/>
        </w:rPr>
        <w:t>clientid</w:t>
      </w:r>
      <w:proofErr w:type="spellEnd"/>
      <w:r w:rsidRPr="001D468D">
        <w:rPr>
          <w:rFonts w:ascii="Arial" w:hAnsi="Arial" w:cs="Arial"/>
          <w:sz w:val="22"/>
        </w:rPr>
        <w:t>», в котором всегда указывается Отдельный логин, присвоенный Клиенту. Такое Сообщение подписывается АСП администратора, направляющего Сообщение в Электронную Брокерскую Систему, и считается Сообщением Клиента, исходящим от Клиента (идентифицирует Клиента), надлежащим образом подписанным Клиентом (АСП администратора на Сообщении заменяет и равнозначно собственноручной подписи Клиента – физического лица, а в случае если Сообщение подано Клиентом – юридическим лицом – заменяет и равнозначно собственноручной подписи уполномоченного лица юридического лица и печати юридического лица), содержащим достоверные сведения; при этом АСП администратора обеспечивает подлинность, тождественность и целостность Сообщения, исходящего от Клиента, и устанавливает отсутствие искажения информации, содержащейся в Сообщении Клиента. Такое Сообщение, подписанное АСП администратора, имеет такое же значение и юридическую силу, как и Сообщение Клиента, надлежащим образом оформленное на бумажном носителе, подписанное собственноручной подписью Клиента – физического лица или подписанное уполномоченным лицом юридического лица и заверенное печатью Клиента – юридического лица.</w:t>
      </w:r>
    </w:p>
    <w:p w:rsidR="00626759" w:rsidRPr="001D468D" w:rsidRDefault="00626759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Анкета Клиента/Поручение на изменение Анкеты Клиента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Тип сообщения: personal_contacts</w:t>
      </w:r>
    </w:p>
    <w:tbl>
      <w:tblPr>
        <w:tblW w:w="102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6"/>
        <w:gridCol w:w="7658"/>
      </w:tblGrid>
      <w:tr w:rsidR="00DF23CB" w:rsidRPr="001D468D" w:rsidTr="001D468D">
        <w:trPr>
          <w:trHeight w:val="198"/>
        </w:trPr>
        <w:tc>
          <w:tcPr>
            <w:tcW w:w="2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6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12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U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serid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C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lientid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Идентификатор Клиента (Имя пользователя)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F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Фамилия (измененная)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I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Имя (измененное)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O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Отчество (измененное)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B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date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дата рождения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B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ornplace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место рождения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docs_address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адрес курьерской доставки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C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гражданство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passport_type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тип документа, удостоверяющего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серия документа, удостоверяющего личность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номер документа, удостоверяющего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passport_date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дата выдачи документа, удостоверяющего личность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passport_department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орган, выдавший документ, удостоверяющий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passport_country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страна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lastRenderedPageBreak/>
              <w:t>passport_rep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республика, область, край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passport_region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район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passport_city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город/населенный пункт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passport_index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индекс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passport_street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улица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passport_house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дом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passport_building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корпус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passport_str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строение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passport_flat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квартира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mail_country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страна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mail_rep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республика, область, край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mail_region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район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mail_city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город/населенный пункт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mail_index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индекс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mail_street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улица почтового адреса Клиента</w:t>
            </w:r>
          </w:p>
        </w:tc>
      </w:tr>
      <w:tr w:rsidR="00DF23CB" w:rsidRPr="001D468D" w:rsidTr="001D468D">
        <w:trPr>
          <w:trHeight w:val="206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mail_house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дом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mail_building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корпус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mail_str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строение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mail_flat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квартира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Тарифа Брокера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account_tariff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658"/>
      </w:tblGrid>
      <w:tr w:rsidR="00DF23CB" w:rsidRPr="001D468D" w:rsidTr="001D468D">
        <w:trPr>
          <w:trHeight w:val="201"/>
        </w:trPr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6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1D468D">
        <w:trPr>
          <w:trHeight w:val="4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Tariff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назначаемого Тарифа Брокера, например: [Базовый]</w:t>
            </w:r>
            <w:proofErr w:type="gramStart"/>
            <w:r w:rsidRPr="001D468D">
              <w:rPr>
                <w:rFonts w:ascii="Arial" w:hAnsi="Arial" w:cs="Arial"/>
                <w:sz w:val="22"/>
              </w:rPr>
              <w:t>/[</w:t>
            </w:r>
            <w:proofErr w:type="gramEnd"/>
            <w:r w:rsidRPr="001D468D">
              <w:rPr>
                <w:rFonts w:ascii="Arial" w:hAnsi="Arial" w:cs="Arial"/>
                <w:sz w:val="22"/>
              </w:rPr>
              <w:t>Стандартный от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оборота]</w:t>
            </w:r>
            <w:proofErr w:type="gramStart"/>
            <w:r w:rsidRPr="001D468D">
              <w:rPr>
                <w:rFonts w:ascii="Arial" w:hAnsi="Arial" w:cs="Arial"/>
                <w:sz w:val="22"/>
              </w:rPr>
              <w:t>/[</w:t>
            </w:r>
            <w:proofErr w:type="gramEnd"/>
            <w:r w:rsidRPr="001D468D">
              <w:rPr>
                <w:rFonts w:ascii="Arial" w:hAnsi="Arial" w:cs="Arial"/>
                <w:sz w:val="22"/>
              </w:rPr>
              <w:t>Пониженный от оборота]/[Фиксированный]/[Личный брокер], и другие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Клиента на совершение сделки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Поручение Клиента на совершение сделки в электронном виде состоит из следующих частей: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пролог документа.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корневой элемент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 для идентификации типа сообщения и передачи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атрибутов.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атрибуты элемента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предназначены для передачи полей поручения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клиента.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В следующей форме приводится список атрибутов корневого элемента &lt;</w:t>
      </w:r>
      <w:proofErr w:type="spellStart"/>
      <w:r w:rsidRPr="001D468D">
        <w:rPr>
          <w:rFonts w:ascii="Arial" w:hAnsi="Arial" w:cs="Arial"/>
          <w:sz w:val="22"/>
          <w:szCs w:val="24"/>
        </w:rPr>
        <w:t>trade_order</w:t>
      </w:r>
      <w:proofErr w:type="spellEnd"/>
      <w:r w:rsidRPr="001D468D">
        <w:rPr>
          <w:rFonts w:ascii="Arial" w:hAnsi="Arial" w:cs="Arial"/>
          <w:sz w:val="22"/>
          <w:szCs w:val="24"/>
        </w:rPr>
        <w:t>&gt;: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6"/>
        <w:gridCol w:w="8198"/>
      </w:tblGrid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Client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Имя пользователя Клиента, по Брокерскому счету Клиента которого исполняется Приказ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Instrument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Код Ценной Бумаги, в отношении которой подается Поручение Клиента</w:t>
            </w:r>
          </w:p>
        </w:tc>
      </w:tr>
      <w:tr w:rsidR="00DF23CB" w:rsidRPr="001D468D" w:rsidTr="001D468D">
        <w:trPr>
          <w:trHeight w:val="621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order_type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right="185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Тип Поручения Клиента. Принимает следующие значения: 1 – Рыночный Приказ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Market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2 – Приказ по заданной цене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Limit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3 – Рыночный Стоп-приказ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Stop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4 – Стоп-приказ по заданной цене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Stop</w:t>
            </w:r>
            <w:proofErr w:type="spellEnd"/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Limit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operation_type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Операция. Принимает следующие значения: 1 – Покупка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Buy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2 – Покупка (при совершении Сделок с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Маржой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Buy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on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Margin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3 – Продажа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Sell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); 4 – Продажа (при совершении Сделок </w:t>
            </w:r>
            <w:r w:rsidR="003F0115" w:rsidRPr="001D468D">
              <w:rPr>
                <w:rFonts w:ascii="Arial" w:hAnsi="Arial" w:cs="Arial"/>
                <w:sz w:val="20"/>
                <w:szCs w:val="22"/>
              </w:rPr>
              <w:t>с неполным покрытием</w:t>
            </w:r>
            <w:r w:rsidRPr="001D468D">
              <w:rPr>
                <w:rFonts w:ascii="Arial" w:hAnsi="Arial" w:cs="Arial"/>
                <w:sz w:val="20"/>
                <w:szCs w:val="22"/>
              </w:rPr>
              <w:t>)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Sell</w:t>
            </w:r>
            <w:proofErr w:type="spellEnd"/>
            <w:r w:rsidR="003B6089"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3B6089" w:rsidRPr="001D468D">
              <w:rPr>
                <w:rFonts w:ascii="Arial" w:hAnsi="Arial" w:cs="Arial"/>
                <w:sz w:val="20"/>
                <w:szCs w:val="22"/>
                <w:lang w:val="en-US"/>
              </w:rPr>
              <w:t>Short</w:t>
            </w:r>
          </w:p>
        </w:tc>
      </w:tr>
      <w:tr w:rsidR="00DF23CB" w:rsidRPr="001D468D" w:rsidTr="001D468D">
        <w:trPr>
          <w:trHeight w:val="206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price_currency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Код валюта Поручения по ISO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Quantity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Количество Ценных Бумаг в штуках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Account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Номер Брокерского счёта Клиента, по которому подаётся Приказ Клиента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expire_time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Срок действия Поручения Клиента. Принимает следующие значения: 1 – Приказ «до конца текущей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торговой сессии»; 2 – Приказ «день/ночь или ночь/день»; 3 – «Открытое Поручение Клиента»</w:t>
            </w:r>
          </w:p>
        </w:tc>
      </w:tr>
      <w:tr w:rsidR="00DF23CB" w:rsidRPr="001D468D" w:rsidTr="001D468D">
        <w:trPr>
          <w:trHeight w:val="206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stop_price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Стоп-цена Поручения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limit_price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Цена Поручения Клиента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channel_id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right="137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Канал приёма Сообщения: 1 – В электронной форме через Сайт Брокера в сети Интернет; 2 – В устной форме; 3 – В письменной форме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Trailing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Для Поручения типа Стоп-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лосс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: 1 — следящий Стоп-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лосс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, 0 — обычный Стоп-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лосс</w:t>
            </w:r>
            <w:proofErr w:type="spellEnd"/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отмену Поручения Клиента на совершение сделки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proofErr w:type="spellStart"/>
      <w:r w:rsidRPr="001D468D">
        <w:rPr>
          <w:rFonts w:ascii="Arial" w:hAnsi="Arial" w:cs="Arial"/>
          <w:sz w:val="22"/>
          <w:szCs w:val="24"/>
        </w:rPr>
        <w:t>Cообщение</w:t>
      </w:r>
      <w:proofErr w:type="spellEnd"/>
      <w:r w:rsidRPr="001D468D">
        <w:rPr>
          <w:rFonts w:ascii="Arial" w:hAnsi="Arial" w:cs="Arial"/>
          <w:sz w:val="22"/>
          <w:szCs w:val="24"/>
        </w:rPr>
        <w:t xml:space="preserve"> с Поручением на отмену Поручения Клиента в электронном виде состоит из следующих частей: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 xml:space="preserve">пролог 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xml</w:t>
      </w:r>
      <w:proofErr w:type="spellEnd"/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документа.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корневой элемент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 для идентификации типа сообщения и передачи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атрибутов.</w:t>
      </w:r>
    </w:p>
    <w:p w:rsidR="00DF23CB" w:rsidRPr="001D468D" w:rsidRDefault="006D63C3" w:rsidP="00B51A86">
      <w:pPr>
        <w:pStyle w:val="a"/>
        <w:numPr>
          <w:ilvl w:val="0"/>
          <w:numId w:val="1"/>
        </w:numPr>
        <w:spacing w:line="360" w:lineRule="auto"/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атрибуты элемента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предназначены для передачи полей поручения на отмену поручения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клиента.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В следующей форме приводится список атрибутов корневого элемента &lt;</w:t>
      </w:r>
      <w:proofErr w:type="spellStart"/>
      <w:r w:rsidRPr="001D468D">
        <w:rPr>
          <w:rFonts w:ascii="Arial" w:hAnsi="Arial" w:cs="Arial"/>
          <w:sz w:val="22"/>
          <w:szCs w:val="24"/>
        </w:rPr>
        <w:t>trade_order</w:t>
      </w:r>
      <w:proofErr w:type="spellEnd"/>
      <w:r w:rsidRPr="001D468D">
        <w:rPr>
          <w:rFonts w:ascii="Arial" w:hAnsi="Arial" w:cs="Arial"/>
          <w:sz w:val="22"/>
          <w:szCs w:val="24"/>
        </w:rPr>
        <w:t>&gt;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75"/>
      </w:tblGrid>
      <w:tr w:rsidR="00DF23CB" w:rsidRPr="001D468D">
        <w:trPr>
          <w:trHeight w:val="208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>
        <w:trPr>
          <w:trHeight w:val="412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Client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Имя пользователя Клиента, по Брокерскому счету Клиента которого был направлен отменяемый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Приказ Клиента</w:t>
            </w:r>
          </w:p>
        </w:tc>
      </w:tr>
      <w:tr w:rsidR="00DF23CB" w:rsidRPr="001D468D">
        <w:trPr>
          <w:trHeight w:val="414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rеmove_order_id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отменяемого Поручения Клиента (формируется Электронной Брокерской Системой, указывается в соответствующем поле Электронной Брокерской Системы)</w:t>
            </w:r>
          </w:p>
        </w:tc>
      </w:tr>
      <w:tr w:rsidR="00DF23CB" w:rsidRPr="001D468D">
        <w:trPr>
          <w:trHeight w:val="415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channel_id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Канал приёма Сообщения: 1 – В электронной форме через Сайт Брокера в сети Интернет; 2 – В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устной форме; 3 – В письменной форме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отмену Неторгового Поручения Клиента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75"/>
      </w:tblGrid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412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Client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Имя пользователя Клиента, по Брокерскому счету Клиента которого было направлено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отменяемое Неторговое Поручение Клиента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cancel_cps_id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right="395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отменяемого Неторгового Поручения Клиента (формируется Электронной Брокерской Системой, указывается в соответствующем поле Электронной Брокерской Системы)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channel_id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Канал приёма Сообщения: 1 – В электронной форме через Сайт Брокера в сети Интернет; 2 – В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устной форме.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b/>
          <w:bCs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b/>
          <w:bCs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Заявление на регистрацию </w:t>
      </w:r>
      <w:proofErr w:type="spellStart"/>
      <w:r w:rsidRPr="001D468D">
        <w:rPr>
          <w:rFonts w:ascii="Arial" w:hAnsi="Arial" w:cs="Arial"/>
          <w:sz w:val="22"/>
        </w:rPr>
        <w:t>Web</w:t>
      </w:r>
      <w:proofErr w:type="spellEnd"/>
      <w:r w:rsidRPr="001D468D">
        <w:rPr>
          <w:rFonts w:ascii="Arial" w:hAnsi="Arial" w:cs="Arial"/>
          <w:sz w:val="22"/>
        </w:rPr>
        <w:t xml:space="preserve"> токен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web_token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813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publicKey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Публичный ключ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Заявление на отключение </w:t>
      </w:r>
      <w:proofErr w:type="spellStart"/>
      <w:r w:rsidRPr="001D468D">
        <w:rPr>
          <w:rFonts w:ascii="Arial" w:hAnsi="Arial" w:cs="Arial"/>
          <w:sz w:val="22"/>
        </w:rPr>
        <w:t>Web</w:t>
      </w:r>
      <w:proofErr w:type="spellEnd"/>
      <w:r w:rsidRPr="001D468D">
        <w:rPr>
          <w:rFonts w:ascii="Arial" w:hAnsi="Arial" w:cs="Arial"/>
          <w:sz w:val="22"/>
        </w:rPr>
        <w:t xml:space="preserve"> токен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web_token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813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removeKey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Всегда «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On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»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Запросы и пожелания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Тип сообщения: request_1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Request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Содержание Сообщения Клиента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отзыв Денежных средств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money_out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Rub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Сумма вывода в рублях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urgency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срочность вывода [не срочный]/[срочный]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rektype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реквизиты вывода: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main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основные реквизиты Клиента 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extra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дополнительные реквизиты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Клиента/[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nal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через Кассу в офисе Брокера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personal_bank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банковские реквизиты в зависимости от поля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rektype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rec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Получатель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rec_inn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ИНН получателя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account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счета получателя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bank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банка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bankplace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Местонахождение банка (город)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bik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БИК банка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kc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корр. счета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extra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Назначение платежа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Заявление о предоставлении документов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documents_order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3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запрашиваемого Клиентом документа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documentDaterangepicker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Период, за который Клиентом запрашивается документ</w:t>
            </w:r>
          </w:p>
        </w:tc>
      </w:tr>
      <w:tr w:rsidR="00DF23CB" w:rsidRPr="001D468D" w:rsidTr="009B164C">
        <w:trPr>
          <w:trHeight w:val="620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documentDelivery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 w:right="257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Способ доставки документа Клиенту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email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отправить на электронный адрес Клиента/[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post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Выслать заказным письмом на почтовый адрес Клиента 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office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Выдать в офисе Брокера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courier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Осуществить курьерскую доставку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deliveryAddress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Адрес для курьерской доставки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электронного адреса Клиента</w:t>
      </w:r>
      <w:bookmarkStart w:id="0" w:name="_GoBack"/>
      <w:bookmarkEnd w:id="0"/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personal_email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Email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адрес электронной почты Клиента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Телефонного номера Клиента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personal_phones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4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phonecontact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Телефонный номер Клиента (абонентский номер Клиента в сети телефонной сотовой связи,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используемый Брокером для направления Клиенту одноразовых SMS паролей)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Заявление на выдачу Токена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security_tokens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4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tokenDelivery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Способ предоставления Токена Клиенту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office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выдать Токен в офисе Брокера/[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courier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осуществить курьерскую доставку Токена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deliveryAddress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Адрес для курьерской доставки Токена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активацию Токена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security_token_activate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621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tokenSerial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 xml:space="preserve">Серийный номер автономного персонального генератора одноразовых паролей 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eToken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PASS (Токена), назначаемого Клиентом для генерации одноразовых паролей, используемых в качестве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аналога собственноручной подписи Клиента при исполнении Договора обслуживания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изменение Паролей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security_password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trade_password_new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новый Торговый пароль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password_new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новый Голосовой пароль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блокировку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security_account_block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blockToken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 просит прекратить прием Сообщений, направляемых с использованием АСП Токена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blockSMS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 просит прекратить прием Сообщений, направляемых с использованием АСП SMS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blockVoice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 просит прекратить прием Сообщений, направляемых с использованием Голосового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пароля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совершение операций с Ценными Бумагами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transfer_type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83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transfer_type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 w:right="4024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операции по переводу ценных бумаг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depositing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]=Зачисление на счет в депозитарии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 w:right="4024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withdrawal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]= Списание со счета в депозитарии [NT]= Перевод внутри депозитария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secutities_name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ценных бумаг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quantity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Количество ценных бумаг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</w:t>
            </w:r>
            <w:r w:rsidR="00DF23CB" w:rsidRPr="001D468D">
              <w:rPr>
                <w:rFonts w:ascii="Arial" w:hAnsi="Arial" w:cs="Arial"/>
                <w:sz w:val="22"/>
              </w:rPr>
              <w:t>arams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Дополнительные реквизиты контрагента и основание перевода ценных бумаг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deal_date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Дата сделки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settlement_date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Дата расчёта</w:t>
            </w:r>
          </w:p>
        </w:tc>
      </w:tr>
    </w:tbl>
    <w:p w:rsidR="00DF23CB" w:rsidRPr="001D468D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B51A86">
      <w:pPr>
        <w:pStyle w:val="BD11"/>
        <w:spacing w:before="0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участие в корпоративном действии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corp_action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color w:val="FFFFFF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827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actionType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корпоративного действия: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 w:right="3269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buyout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участие в выкупе ценных бумаг; 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prerogative_right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реализация преимущественного права;</w:t>
            </w:r>
          </w:p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shareholders_voting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волеизъявление на собрании владельцев ценных бумаг.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Isin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Код ISIN Ценной Бумаги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secutities_name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ценных бумаг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secutities_ticker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Код финансового инструмента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Comment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Дополнительная информация</w:t>
            </w:r>
          </w:p>
        </w:tc>
      </w:tr>
    </w:tbl>
    <w:p w:rsidR="00DF23CB" w:rsidRDefault="00DF23CB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B51A86" w:rsidRDefault="00B51A86" w:rsidP="00B51A86">
      <w:pPr>
        <w:pStyle w:val="BD11"/>
        <w:spacing w:before="0"/>
        <w:rPr>
          <w:rFonts w:ascii="ArialMT" w:hAnsi="ArialMT" w:cs="ArialMT"/>
        </w:rPr>
      </w:pPr>
      <w:r>
        <w:rPr>
          <w:rFonts w:ascii="ArialMT" w:hAnsi="ArialMT" w:cs="ArialMT"/>
        </w:rPr>
        <w:t xml:space="preserve">Заявление </w:t>
      </w:r>
      <w:r w:rsidRPr="00B51A86">
        <w:rPr>
          <w:rFonts w:ascii="Arial" w:hAnsi="Arial" w:cs="Arial"/>
          <w:sz w:val="22"/>
        </w:rPr>
        <w:t>Клиента</w:t>
      </w:r>
      <w:r>
        <w:rPr>
          <w:rFonts w:ascii="ArialMT" w:hAnsi="ArialMT" w:cs="ArialMT"/>
        </w:rPr>
        <w:t xml:space="preserve"> – физического лица на признание его квалифицированным</w:t>
      </w:r>
    </w:p>
    <w:p w:rsidR="00B51A86" w:rsidRPr="001D468D" w:rsidRDefault="00B51A86" w:rsidP="00B51A86">
      <w:pPr>
        <w:pStyle w:val="BD11"/>
        <w:numPr>
          <w:ilvl w:val="0"/>
          <w:numId w:val="0"/>
        </w:numPr>
        <w:spacing w:before="0"/>
        <w:rPr>
          <w:rFonts w:ascii="Arial" w:hAnsi="Arial" w:cs="Arial"/>
          <w:sz w:val="22"/>
        </w:rPr>
      </w:pPr>
      <w:r>
        <w:rPr>
          <w:rFonts w:ascii="ArialMT" w:hAnsi="ArialMT" w:cs="ArialMT"/>
        </w:rPr>
        <w:t>инвестором</w:t>
      </w:r>
    </w:p>
    <w:tbl>
      <w:tblPr>
        <w:tblW w:w="1022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B51A86" w:rsidRPr="001D468D" w:rsidTr="00282085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B51A86" w:rsidRPr="001D468D" w:rsidTr="00282085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F07741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EE7BC5">
              <w:rPr>
                <w:rFonts w:ascii="Arial" w:hAnsi="Arial" w:cs="Arial"/>
                <w:sz w:val="20"/>
                <w:szCs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F07741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EE7BC5">
              <w:rPr>
                <w:rFonts w:ascii="Arial" w:hAnsi="Arial" w:cs="Arial"/>
                <w:sz w:val="20"/>
                <w:szCs w:val="22"/>
              </w:rPr>
              <w:t>Идентификатор Клиента (Имя пользователя)</w:t>
            </w:r>
          </w:p>
        </w:tc>
      </w:tr>
      <w:tr w:rsidR="00B51A86" w:rsidRPr="001D468D" w:rsidTr="00282085">
        <w:trPr>
          <w:trHeight w:val="7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qualified_investor_on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 w:rsidRPr="001254FB"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– запрос на признание квалифицированным инвестором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is_enough_finance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</w:t>
            </w:r>
            <w:r w:rsidRPr="001254FB">
              <w:rPr>
                <w:rFonts w:ascii="Arial" w:hAnsi="Arial" w:cs="Arial"/>
                <w:sz w:val="20"/>
                <w:szCs w:val="22"/>
              </w:rPr>
              <w:t>аличи</w:t>
            </w:r>
            <w:r>
              <w:rPr>
                <w:rFonts w:ascii="Arial" w:hAnsi="Arial" w:cs="Arial"/>
                <w:sz w:val="20"/>
                <w:szCs w:val="22"/>
              </w:rPr>
              <w:t>е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оборотов и активов по Брокерскому счету</w:t>
            </w:r>
            <w:r>
              <w:rPr>
                <w:rFonts w:ascii="Arial" w:hAnsi="Arial" w:cs="Arial"/>
                <w:sz w:val="20"/>
                <w:szCs w:val="22"/>
              </w:rPr>
              <w:t xml:space="preserve">.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in_full</w:t>
            </w:r>
            <w:proofErr w:type="spellEnd"/>
            <w:r w:rsidRPr="001254FB">
              <w:rPr>
                <w:rFonts w:ascii="Arial" w:hAnsi="Arial" w:cs="Arial"/>
                <w:sz w:val="20"/>
                <w:szCs w:val="22"/>
              </w:rPr>
              <w:t xml:space="preserve"> —</w:t>
            </w:r>
            <w:r>
              <w:rPr>
                <w:rFonts w:ascii="Arial" w:hAnsi="Arial" w:cs="Arial"/>
                <w:sz w:val="20"/>
                <w:szCs w:val="22"/>
              </w:rPr>
              <w:t xml:space="preserve"> В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полном объёме</w:t>
            </w:r>
            <w:r>
              <w:rPr>
                <w:rFonts w:ascii="Arial" w:hAnsi="Arial" w:cs="Arial"/>
                <w:sz w:val="20"/>
                <w:szCs w:val="22"/>
              </w:rPr>
              <w:t xml:space="preserve">;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partly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 xml:space="preserve"> — Ч</w:t>
            </w:r>
            <w:r w:rsidRPr="001254FB">
              <w:rPr>
                <w:rFonts w:ascii="Arial" w:hAnsi="Arial" w:cs="Arial"/>
                <w:sz w:val="20"/>
                <w:szCs w:val="22"/>
              </w:rPr>
              <w:t>астично</w:t>
            </w:r>
            <w:r>
              <w:rPr>
                <w:rFonts w:ascii="Arial" w:hAnsi="Arial" w:cs="Arial"/>
                <w:sz w:val="20"/>
                <w:szCs w:val="22"/>
              </w:rPr>
              <w:t xml:space="preserve">;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no</w:t>
            </w:r>
            <w:proofErr w:type="spellEnd"/>
            <w:r w:rsidRPr="001254FB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 xml:space="preserve">— </w:t>
            </w:r>
            <w:r w:rsidRPr="001254FB">
              <w:rPr>
                <w:rFonts w:ascii="Arial" w:hAnsi="Arial" w:cs="Arial"/>
                <w:sz w:val="20"/>
                <w:szCs w:val="22"/>
              </w:rPr>
              <w:t>Не имею</w:t>
            </w:r>
            <w:r>
              <w:rPr>
                <w:rFonts w:ascii="Arial" w:hAnsi="Arial" w:cs="Arial"/>
                <w:sz w:val="20"/>
                <w:szCs w:val="22"/>
              </w:rPr>
              <w:t>.</w:t>
            </w:r>
          </w:p>
        </w:tc>
      </w:tr>
      <w:tr w:rsidR="00B51A86" w:rsidRPr="001D468D" w:rsidTr="00282085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7547D2">
              <w:rPr>
                <w:rFonts w:ascii="Arial" w:hAnsi="Arial" w:cs="Arial"/>
                <w:sz w:val="20"/>
                <w:szCs w:val="22"/>
              </w:rPr>
              <w:t>assets_enough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требуемых активов</w:t>
            </w:r>
            <w:r w:rsidRPr="007547D2">
              <w:rPr>
                <w:rFonts w:ascii="Arial" w:hAnsi="Arial" w:cs="Arial"/>
                <w:sz w:val="20"/>
                <w:szCs w:val="22"/>
              </w:rPr>
              <w:t>.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EC5C22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EC5C22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D50453">
              <w:rPr>
                <w:rFonts w:ascii="Arial" w:hAnsi="Arial" w:cs="Arial"/>
                <w:sz w:val="20"/>
                <w:szCs w:val="22"/>
              </w:rPr>
              <w:t>experience_enough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Наличие требуемого опыта работы.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D50453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EC5C22">
              <w:rPr>
                <w:rFonts w:ascii="Arial" w:hAnsi="Arial" w:cs="Arial"/>
                <w:sz w:val="20"/>
                <w:szCs w:val="22"/>
              </w:rPr>
              <w:t>trades_enough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EC5C22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требуемых торговых оборотов</w:t>
            </w:r>
            <w:r w:rsidRPr="00EC5C22">
              <w:rPr>
                <w:rFonts w:ascii="Arial" w:hAnsi="Arial" w:cs="Arial"/>
                <w:sz w:val="20"/>
                <w:szCs w:val="22"/>
              </w:rPr>
              <w:t xml:space="preserve">.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EC5C22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0A2E7F">
              <w:rPr>
                <w:rFonts w:ascii="Arial" w:hAnsi="Arial" w:cs="Arial"/>
                <w:sz w:val="20"/>
                <w:szCs w:val="22"/>
              </w:rPr>
              <w:t>own_funds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требуемого и</w:t>
            </w:r>
            <w:r w:rsidRPr="000A2E7F">
              <w:rPr>
                <w:rFonts w:ascii="Arial" w:hAnsi="Arial" w:cs="Arial"/>
                <w:sz w:val="20"/>
                <w:szCs w:val="22"/>
              </w:rPr>
              <w:t>муществ</w:t>
            </w:r>
            <w:r>
              <w:rPr>
                <w:rFonts w:ascii="Arial" w:hAnsi="Arial" w:cs="Arial"/>
                <w:sz w:val="20"/>
                <w:szCs w:val="22"/>
              </w:rPr>
              <w:t>а.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D50453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04A54">
              <w:rPr>
                <w:rFonts w:ascii="Arial" w:hAnsi="Arial" w:cs="Arial"/>
                <w:sz w:val="20"/>
                <w:szCs w:val="22"/>
              </w:rPr>
              <w:t>education_enough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5509C9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Наличие требуемого образования / профессиональных сертификатов. П</w:t>
            </w:r>
            <w:r w:rsidRPr="001D468D">
              <w:rPr>
                <w:rFonts w:ascii="Arial" w:hAnsi="Arial" w:cs="Arial"/>
                <w:sz w:val="20"/>
                <w:szCs w:val="22"/>
              </w:rPr>
              <w:t>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D50453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B7501A">
              <w:rPr>
                <w:rFonts w:ascii="Arial" w:hAnsi="Arial" w:cs="Arial"/>
                <w:sz w:val="20"/>
                <w:szCs w:val="22"/>
              </w:rPr>
              <w:t>risk_agree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Ознакомление с повышенными рисками, отсутствием компенсаций.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D50453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B7501A">
              <w:rPr>
                <w:rFonts w:ascii="Arial" w:hAnsi="Arial" w:cs="Arial"/>
                <w:sz w:val="20"/>
                <w:szCs w:val="22"/>
              </w:rPr>
              <w:t>risk_agree2</w:t>
            </w:r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Согласие уведомить о несоблюдении требований.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</w:tbl>
    <w:p w:rsidR="00B51A86" w:rsidRDefault="00B51A86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B51A86" w:rsidRDefault="00B51A86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B51A86" w:rsidRDefault="00B51A86" w:rsidP="00B51A86">
      <w:pPr>
        <w:pStyle w:val="BD11"/>
        <w:spacing w:before="0"/>
        <w:rPr>
          <w:rFonts w:ascii="ArialMT" w:hAnsi="ArialMT" w:cs="ArialMT"/>
        </w:rPr>
      </w:pPr>
      <w:r>
        <w:rPr>
          <w:rFonts w:ascii="ArialMT" w:hAnsi="ArialMT" w:cs="ArialMT"/>
        </w:rPr>
        <w:t xml:space="preserve">Заявление </w:t>
      </w:r>
      <w:r w:rsidRPr="00B51A86">
        <w:rPr>
          <w:rFonts w:ascii="Arial" w:hAnsi="Arial" w:cs="Arial"/>
          <w:sz w:val="22"/>
        </w:rPr>
        <w:t>Клиента</w:t>
      </w:r>
      <w:r>
        <w:rPr>
          <w:rFonts w:ascii="ArialMT" w:hAnsi="ArialMT" w:cs="ArialMT"/>
        </w:rPr>
        <w:t xml:space="preserve"> – юридического лица на признание его квалифицированным</w:t>
      </w:r>
    </w:p>
    <w:p w:rsidR="00B51A86" w:rsidRPr="001D468D" w:rsidRDefault="00B51A86" w:rsidP="00B51A86">
      <w:pPr>
        <w:pStyle w:val="BD11"/>
        <w:numPr>
          <w:ilvl w:val="0"/>
          <w:numId w:val="0"/>
        </w:numPr>
        <w:spacing w:before="0"/>
        <w:rPr>
          <w:rFonts w:ascii="Arial" w:hAnsi="Arial" w:cs="Arial"/>
          <w:sz w:val="22"/>
        </w:rPr>
      </w:pPr>
      <w:r>
        <w:rPr>
          <w:rFonts w:ascii="ArialMT" w:hAnsi="ArialMT" w:cs="ArialMT"/>
        </w:rPr>
        <w:t>инвестором</w:t>
      </w:r>
    </w:p>
    <w:tbl>
      <w:tblPr>
        <w:tblW w:w="1022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B51A86" w:rsidRPr="001D468D" w:rsidTr="00282085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 w:themeFill="text1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B51A86" w:rsidRPr="001D468D" w:rsidTr="00282085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1A86" w:rsidRPr="00EE7BC5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EE7BC5">
              <w:rPr>
                <w:rFonts w:ascii="Arial" w:hAnsi="Arial" w:cs="Arial"/>
                <w:sz w:val="20"/>
                <w:szCs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1A86" w:rsidRPr="00EE7BC5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 w:rsidRPr="00EE7BC5">
              <w:rPr>
                <w:rFonts w:ascii="Arial" w:hAnsi="Arial" w:cs="Arial"/>
                <w:sz w:val="20"/>
                <w:szCs w:val="22"/>
              </w:rPr>
              <w:t>Идентификатор Клиента (Имя пользователя)</w:t>
            </w:r>
          </w:p>
        </w:tc>
      </w:tr>
      <w:tr w:rsidR="00B51A86" w:rsidRPr="001D468D" w:rsidTr="00282085">
        <w:trPr>
          <w:trHeight w:val="19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qualified_investor_on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 w:rsidRPr="001254FB"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– запрос на признание квалифицированным инвестором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is_enough_finance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</w:t>
            </w:r>
            <w:r w:rsidRPr="001254FB">
              <w:rPr>
                <w:rFonts w:ascii="Arial" w:hAnsi="Arial" w:cs="Arial"/>
                <w:sz w:val="20"/>
                <w:szCs w:val="22"/>
              </w:rPr>
              <w:t>аличи</w:t>
            </w:r>
            <w:r>
              <w:rPr>
                <w:rFonts w:ascii="Arial" w:hAnsi="Arial" w:cs="Arial"/>
                <w:sz w:val="20"/>
                <w:szCs w:val="22"/>
              </w:rPr>
              <w:t>е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оборотов по Брокерскому счету</w:t>
            </w:r>
            <w:r>
              <w:rPr>
                <w:rFonts w:ascii="Arial" w:hAnsi="Arial" w:cs="Arial"/>
                <w:sz w:val="20"/>
                <w:szCs w:val="22"/>
              </w:rPr>
              <w:t xml:space="preserve">.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in_full</w:t>
            </w:r>
            <w:proofErr w:type="spellEnd"/>
            <w:r w:rsidRPr="001254FB">
              <w:rPr>
                <w:rFonts w:ascii="Arial" w:hAnsi="Arial" w:cs="Arial"/>
                <w:sz w:val="20"/>
                <w:szCs w:val="22"/>
              </w:rPr>
              <w:t xml:space="preserve"> —</w:t>
            </w:r>
            <w:r>
              <w:rPr>
                <w:rFonts w:ascii="Arial" w:hAnsi="Arial" w:cs="Arial"/>
                <w:sz w:val="20"/>
                <w:szCs w:val="22"/>
              </w:rPr>
              <w:t xml:space="preserve"> В</w:t>
            </w:r>
            <w:r w:rsidRPr="001254FB">
              <w:rPr>
                <w:rFonts w:ascii="Arial" w:hAnsi="Arial" w:cs="Arial"/>
                <w:sz w:val="20"/>
                <w:szCs w:val="22"/>
              </w:rPr>
              <w:t xml:space="preserve"> полном объёме</w:t>
            </w:r>
            <w:r>
              <w:rPr>
                <w:rFonts w:ascii="Arial" w:hAnsi="Arial" w:cs="Arial"/>
                <w:sz w:val="20"/>
                <w:szCs w:val="22"/>
              </w:rPr>
              <w:t xml:space="preserve">;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partly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 xml:space="preserve"> — Ч</w:t>
            </w:r>
            <w:r w:rsidRPr="001254FB">
              <w:rPr>
                <w:rFonts w:ascii="Arial" w:hAnsi="Arial" w:cs="Arial"/>
                <w:sz w:val="20"/>
                <w:szCs w:val="22"/>
              </w:rPr>
              <w:t>астично</w:t>
            </w:r>
            <w:r>
              <w:rPr>
                <w:rFonts w:ascii="Arial" w:hAnsi="Arial" w:cs="Arial"/>
                <w:sz w:val="20"/>
                <w:szCs w:val="22"/>
              </w:rPr>
              <w:t xml:space="preserve">; </w:t>
            </w:r>
            <w:proofErr w:type="spellStart"/>
            <w:r w:rsidRPr="001254FB">
              <w:rPr>
                <w:rFonts w:ascii="Arial" w:hAnsi="Arial" w:cs="Arial"/>
                <w:sz w:val="20"/>
                <w:szCs w:val="22"/>
              </w:rPr>
              <w:t>no</w:t>
            </w:r>
            <w:proofErr w:type="spellEnd"/>
            <w:r w:rsidRPr="001254FB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 xml:space="preserve">— </w:t>
            </w:r>
            <w:r w:rsidRPr="001254FB">
              <w:rPr>
                <w:rFonts w:ascii="Arial" w:hAnsi="Arial" w:cs="Arial"/>
                <w:sz w:val="20"/>
                <w:szCs w:val="22"/>
              </w:rPr>
              <w:t>Не име</w:t>
            </w:r>
            <w:r>
              <w:rPr>
                <w:rFonts w:ascii="Arial" w:hAnsi="Arial" w:cs="Arial"/>
                <w:sz w:val="20"/>
                <w:szCs w:val="22"/>
              </w:rPr>
              <w:t>ем</w:t>
            </w:r>
          </w:p>
        </w:tc>
      </w:tr>
      <w:tr w:rsidR="00B51A86" w:rsidRPr="001D468D" w:rsidTr="00282085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7547D2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7547D2">
              <w:rPr>
                <w:rFonts w:ascii="Arial" w:hAnsi="Arial" w:cs="Arial"/>
                <w:sz w:val="20"/>
                <w:szCs w:val="22"/>
              </w:rPr>
              <w:t>assets_enough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>_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val="en-US"/>
              </w:rPr>
              <w:t>ur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7547D2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требуемых активов</w:t>
            </w:r>
            <w:r w:rsidRPr="007547D2">
              <w:rPr>
                <w:rFonts w:ascii="Arial" w:hAnsi="Arial" w:cs="Arial"/>
                <w:sz w:val="20"/>
                <w:szCs w:val="22"/>
              </w:rPr>
              <w:t>.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EC5C22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EC5C22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EC5C22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EC5C22">
              <w:rPr>
                <w:rFonts w:ascii="Arial" w:hAnsi="Arial" w:cs="Arial"/>
                <w:sz w:val="20"/>
                <w:szCs w:val="22"/>
              </w:rPr>
              <w:t>trades_enough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>_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val="en-US"/>
              </w:rPr>
              <w:t>ur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требуемых торговых оборотов</w:t>
            </w:r>
            <w:r w:rsidRPr="00EC5C22">
              <w:rPr>
                <w:rFonts w:ascii="Arial" w:hAnsi="Arial" w:cs="Arial"/>
                <w:sz w:val="20"/>
                <w:szCs w:val="22"/>
              </w:rPr>
              <w:t>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020629">
              <w:rPr>
                <w:rFonts w:ascii="Arial" w:hAnsi="Arial" w:cs="Arial"/>
                <w:sz w:val="20"/>
                <w:szCs w:val="22"/>
              </w:rPr>
              <w:t>revenue_ur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Наличие требуемой выручки</w:t>
            </w:r>
            <w:r w:rsidRPr="00020629">
              <w:rPr>
                <w:rFonts w:ascii="Arial" w:hAnsi="Arial" w:cs="Arial"/>
                <w:sz w:val="20"/>
                <w:szCs w:val="22"/>
              </w:rPr>
              <w:t>.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1D468D">
              <w:rPr>
                <w:rFonts w:ascii="Arial" w:hAnsi="Arial" w:cs="Arial"/>
                <w:sz w:val="20"/>
                <w:szCs w:val="22"/>
              </w:rPr>
              <w:t>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E1482F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B7501A">
              <w:rPr>
                <w:rFonts w:ascii="Arial" w:hAnsi="Arial" w:cs="Arial"/>
                <w:sz w:val="20"/>
                <w:szCs w:val="22"/>
              </w:rPr>
              <w:t>risk_agree_ur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Ознакомление с повышенными рисками.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 w:rsidRPr="00B7501A">
              <w:rPr>
                <w:rFonts w:ascii="Arial" w:hAnsi="Arial" w:cs="Arial"/>
                <w:sz w:val="20"/>
                <w:szCs w:val="22"/>
              </w:rPr>
              <w:t>risk_agree2</w:t>
            </w:r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Согласие уведомить о несоблюдении требований.</w:t>
            </w:r>
            <w:r w:rsidRPr="001D468D">
              <w:rPr>
                <w:rFonts w:ascii="Arial" w:hAnsi="Arial" w:cs="Arial"/>
                <w:sz w:val="20"/>
                <w:szCs w:val="22"/>
              </w:rPr>
              <w:t xml:space="preserve"> Принимает следующие значения: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on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 xml:space="preserve">да; </w:t>
            </w:r>
            <w:r>
              <w:rPr>
                <w:rFonts w:ascii="Arial" w:hAnsi="Arial" w:cs="Arial"/>
                <w:sz w:val="20"/>
                <w:szCs w:val="22"/>
                <w:lang w:val="en-US"/>
              </w:rPr>
              <w:t>off</w:t>
            </w:r>
            <w:r w:rsidRPr="00D50453">
              <w:rPr>
                <w:rFonts w:ascii="Arial" w:hAnsi="Arial" w:cs="Arial"/>
                <w:sz w:val="20"/>
                <w:szCs w:val="22"/>
              </w:rPr>
              <w:t xml:space="preserve"> — </w:t>
            </w:r>
            <w:r>
              <w:rPr>
                <w:rFonts w:ascii="Arial" w:hAnsi="Arial" w:cs="Arial"/>
                <w:sz w:val="20"/>
                <w:szCs w:val="22"/>
              </w:rPr>
              <w:t>нет.</w:t>
            </w:r>
          </w:p>
        </w:tc>
      </w:tr>
    </w:tbl>
    <w:p w:rsidR="00B51A86" w:rsidRDefault="00B51A86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B51A86" w:rsidRPr="001D468D" w:rsidRDefault="00B51A86" w:rsidP="00B51A86">
      <w:pPr>
        <w:pStyle w:val="a4"/>
        <w:kinsoku w:val="0"/>
        <w:overflowPunct w:val="0"/>
        <w:spacing w:line="360" w:lineRule="auto"/>
        <w:ind w:left="0" w:firstLine="0"/>
        <w:rPr>
          <w:rFonts w:ascii="Arial" w:hAnsi="Arial" w:cs="Arial"/>
          <w:sz w:val="22"/>
          <w:szCs w:val="24"/>
        </w:rPr>
      </w:pPr>
    </w:p>
    <w:p w:rsidR="00B51A86" w:rsidRDefault="00B51A86" w:rsidP="00B51A86">
      <w:pPr>
        <w:pStyle w:val="BD11"/>
        <w:spacing w:before="0"/>
        <w:ind w:left="1077"/>
        <w:rPr>
          <w:rFonts w:ascii="ArialMT" w:hAnsi="ArialMT" w:cs="ArialMT"/>
        </w:rPr>
      </w:pPr>
      <w:r>
        <w:rPr>
          <w:rFonts w:ascii="ArialMT" w:hAnsi="ArialMT" w:cs="ArialMT"/>
        </w:rPr>
        <w:t>Заявление Клиента об отказе от статуса квалифицированного инвестора</w:t>
      </w:r>
    </w:p>
    <w:tbl>
      <w:tblPr>
        <w:tblW w:w="102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B51A86" w:rsidRPr="001D468D" w:rsidTr="00282085">
        <w:trPr>
          <w:trHeight w:val="199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B51A86" w:rsidRPr="001D468D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B51A86" w:rsidRPr="001D468D" w:rsidTr="00282085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F07741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2"/>
                <w:lang w:val="en-US"/>
              </w:rPr>
            </w:pPr>
            <w:proofErr w:type="spellStart"/>
            <w:r w:rsidRPr="00EE7BC5">
              <w:rPr>
                <w:rFonts w:ascii="Arial" w:hAnsi="Arial" w:cs="Arial"/>
                <w:sz w:val="20"/>
                <w:szCs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1A86" w:rsidRPr="00F07741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EE7BC5">
              <w:rPr>
                <w:rFonts w:ascii="Arial" w:hAnsi="Arial" w:cs="Arial"/>
                <w:sz w:val="20"/>
                <w:szCs w:val="22"/>
              </w:rPr>
              <w:t>Идентификатор Клиента (Имя пользователя)</w:t>
            </w:r>
          </w:p>
        </w:tc>
      </w:tr>
      <w:tr w:rsidR="00B51A86" w:rsidRPr="001D468D" w:rsidTr="00282085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54FB">
              <w:rPr>
                <w:rFonts w:ascii="Arial" w:hAnsi="Arial" w:cs="Arial"/>
                <w:sz w:val="20"/>
                <w:szCs w:val="20"/>
              </w:rPr>
              <w:t>qualified_investor_off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1A86" w:rsidRPr="001254FB" w:rsidRDefault="00B51A86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254FB">
              <w:rPr>
                <w:rFonts w:ascii="Arial" w:hAnsi="Arial" w:cs="Arial"/>
                <w:sz w:val="20"/>
                <w:szCs w:val="20"/>
                <w:lang w:val="en-US"/>
              </w:rPr>
              <w:t>on</w:t>
            </w:r>
            <w:r w:rsidRPr="001254FB">
              <w:rPr>
                <w:rFonts w:ascii="Arial" w:hAnsi="Arial" w:cs="Arial"/>
                <w:sz w:val="20"/>
                <w:szCs w:val="20"/>
              </w:rPr>
              <w:t xml:space="preserve"> – запрос на исключение из реестра квалифицированных инвесторов.</w:t>
            </w:r>
          </w:p>
        </w:tc>
      </w:tr>
    </w:tbl>
    <w:p w:rsidR="00B51A86" w:rsidRPr="00C85162" w:rsidRDefault="00B51A86" w:rsidP="00B51A86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24"/>
        </w:rPr>
      </w:pPr>
    </w:p>
    <w:p w:rsidR="00B51A86" w:rsidRDefault="00B51A86" w:rsidP="00B51A86">
      <w:pPr>
        <w:pStyle w:val="BD11"/>
        <w:numPr>
          <w:ilvl w:val="0"/>
          <w:numId w:val="0"/>
        </w:numPr>
        <w:spacing w:before="0"/>
        <w:ind w:left="1080"/>
        <w:rPr>
          <w:rFonts w:ascii="Arial" w:hAnsi="Arial" w:cs="Arial"/>
          <w:sz w:val="22"/>
        </w:rPr>
      </w:pPr>
    </w:p>
    <w:p w:rsidR="00DF23CB" w:rsidRPr="001D468D" w:rsidRDefault="00DF23CB" w:rsidP="00B51A86">
      <w:pPr>
        <w:pStyle w:val="BD11"/>
        <w:spacing w:before="0"/>
        <w:ind w:left="1077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Заявление на расторжение Договоров</w:t>
      </w:r>
    </w:p>
    <w:p w:rsidR="00DF23CB" w:rsidRPr="001D468D" w:rsidRDefault="00DF23CB" w:rsidP="00B51A86">
      <w:pPr>
        <w:pStyle w:val="a4"/>
        <w:kinsoku w:val="0"/>
        <w:overflowPunct w:val="0"/>
        <w:spacing w:line="360" w:lineRule="auto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account_close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9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reason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Причина расторжения договоров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 w:rsidP="00B51A86">
            <w:pPr>
              <w:pStyle w:val="TableParagraph"/>
              <w:kinsoku w:val="0"/>
              <w:overflowPunct w:val="0"/>
              <w:spacing w:line="36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9B164C" w:rsidRPr="001D468D" w:rsidRDefault="009B164C" w:rsidP="00B51A86">
      <w:pPr>
        <w:spacing w:line="360" w:lineRule="auto"/>
        <w:rPr>
          <w:rFonts w:ascii="Arial" w:hAnsi="Arial" w:cs="Arial"/>
          <w:szCs w:val="24"/>
        </w:rPr>
      </w:pPr>
    </w:p>
    <w:p w:rsidR="00B812F9" w:rsidRPr="001D468D" w:rsidRDefault="00B812F9" w:rsidP="00B51A86">
      <w:pPr>
        <w:widowControl/>
        <w:autoSpaceDE/>
        <w:autoSpaceDN/>
        <w:adjustRightInd/>
        <w:spacing w:line="360" w:lineRule="auto"/>
        <w:rPr>
          <w:rFonts w:ascii="Arial" w:hAnsi="Arial" w:cs="Arial"/>
          <w:szCs w:val="24"/>
        </w:rPr>
      </w:pPr>
    </w:p>
    <w:sectPr w:rsidR="00B812F9" w:rsidRPr="001D468D" w:rsidSect="001D468D">
      <w:headerReference w:type="default" r:id="rId7"/>
      <w:pgSz w:w="11910" w:h="16840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8FE" w:rsidRDefault="00B508FE" w:rsidP="00B47F77">
      <w:r>
        <w:separator/>
      </w:r>
    </w:p>
  </w:endnote>
  <w:endnote w:type="continuationSeparator" w:id="0">
    <w:p w:rsidR="00B508FE" w:rsidRDefault="00B508FE" w:rsidP="00B4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8FE" w:rsidRDefault="00B508FE" w:rsidP="00B47F77">
      <w:r>
        <w:separator/>
      </w:r>
    </w:p>
  </w:footnote>
  <w:footnote w:type="continuationSeparator" w:id="0">
    <w:p w:rsidR="00B508FE" w:rsidRDefault="00B508FE" w:rsidP="00B47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DF23CB" w:rsidRPr="00B47F77" w:rsidTr="00DF23CB">
      <w:tc>
        <w:tcPr>
          <w:tcW w:w="2518" w:type="dxa"/>
        </w:tcPr>
        <w:p w:rsidR="00DF23CB" w:rsidRPr="00B47F77" w:rsidRDefault="007162E5" w:rsidP="00B47F77">
          <w:pPr>
            <w:widowControl/>
            <w:tabs>
              <w:tab w:val="center" w:pos="4153"/>
              <w:tab w:val="right" w:pos="8306"/>
            </w:tabs>
            <w:autoSpaceDE/>
            <w:autoSpaceDN/>
            <w:adjustRightInd/>
            <w:rPr>
              <w:rFonts w:eastAsia="Times New Roman"/>
              <w:sz w:val="20"/>
              <w:szCs w:val="20"/>
            </w:rPr>
          </w:pPr>
          <w:r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>
                <wp:extent cx="1069975" cy="250190"/>
                <wp:effectExtent l="0" t="0" r="0" b="0"/>
                <wp:docPr id="2" name="Рисунок 2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DF23CB" w:rsidRPr="001D468D" w:rsidRDefault="00DF23CB" w:rsidP="00F936B5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Arial" w:eastAsia="Times New Roman" w:hAnsi="Arial" w:cs="Arial"/>
              <w:sz w:val="16"/>
              <w:szCs w:val="16"/>
            </w:rPr>
          </w:pPr>
          <w:r w:rsidRPr="001D468D">
            <w:rPr>
              <w:rFonts w:ascii="Arial" w:eastAsia="Times New Roman" w:hAnsi="Arial" w:cs="Arial"/>
              <w:i/>
              <w:sz w:val="16"/>
              <w:szCs w:val="16"/>
            </w:rPr>
            <w:t>Приложение №</w:t>
          </w:r>
          <w:r w:rsidR="00F936B5" w:rsidRPr="001D468D">
            <w:rPr>
              <w:rFonts w:ascii="Arial" w:eastAsia="Times New Roman" w:hAnsi="Arial" w:cs="Arial"/>
              <w:i/>
              <w:sz w:val="16"/>
              <w:szCs w:val="16"/>
            </w:rPr>
            <w:t>9</w:t>
          </w:r>
          <w:r w:rsidRPr="001D468D">
            <w:rPr>
              <w:rFonts w:ascii="Arial" w:eastAsia="Times New Roman" w:hAnsi="Arial" w:cs="Arial"/>
              <w:i/>
              <w:sz w:val="16"/>
              <w:szCs w:val="16"/>
            </w:rPr>
            <w:t xml:space="preserve"> </w:t>
          </w:r>
          <w:r w:rsidR="00F936B5" w:rsidRPr="001D468D">
            <w:rPr>
              <w:rFonts w:ascii="Arial" w:eastAsia="Times New Roman" w:hAnsi="Arial" w:cs="Arial"/>
              <w:i/>
              <w:sz w:val="16"/>
              <w:szCs w:val="16"/>
            </w:rPr>
            <w:t>к Регламенту обслуживания Клиентов ООО ИК «Фридом Финанс» О ИК «Фридом Финанс» Формы Сообщений, направляемых Клиентом с использованием Электронной Брокерской Системы</w:t>
          </w:r>
        </w:p>
      </w:tc>
    </w:tr>
  </w:tbl>
  <w:p w:rsidR="00DF23CB" w:rsidRPr="00B47F77" w:rsidRDefault="00DF23CB" w:rsidP="00B47F77">
    <w:pPr>
      <w:widowControl/>
      <w:tabs>
        <w:tab w:val="left" w:pos="1134"/>
        <w:tab w:val="center" w:pos="4153"/>
        <w:tab w:val="right" w:pos="8306"/>
      </w:tabs>
      <w:autoSpaceDE/>
      <w:autoSpaceDN/>
      <w:adjustRightInd/>
      <w:rPr>
        <w:rFonts w:eastAsia="Times New Roman"/>
        <w:snapToGrid w:val="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1017" w:hanging="360"/>
      </w:pPr>
      <w:rPr>
        <w:rFonts w:ascii="Symbol" w:hAnsi="Symbol"/>
        <w:b w:val="0"/>
        <w:w w:val="99"/>
        <w:sz w:val="20"/>
      </w:rPr>
    </w:lvl>
    <w:lvl w:ilvl="1">
      <w:numFmt w:val="bullet"/>
      <w:lvlText w:val=""/>
      <w:lvlJc w:val="left"/>
      <w:pPr>
        <w:ind w:left="1017" w:hanging="180"/>
      </w:pPr>
      <w:rPr>
        <w:rFonts w:ascii="Symbol" w:hAnsi="Symbol"/>
        <w:b/>
        <w:w w:val="100"/>
        <w:sz w:val="16"/>
      </w:rPr>
    </w:lvl>
    <w:lvl w:ilvl="2">
      <w:numFmt w:val="bullet"/>
      <w:lvlText w:val="•"/>
      <w:lvlJc w:val="left"/>
      <w:pPr>
        <w:ind w:left="2913" w:hanging="180"/>
      </w:pPr>
    </w:lvl>
    <w:lvl w:ilvl="3">
      <w:numFmt w:val="bullet"/>
      <w:lvlText w:val="•"/>
      <w:lvlJc w:val="left"/>
      <w:pPr>
        <w:ind w:left="3859" w:hanging="180"/>
      </w:pPr>
    </w:lvl>
    <w:lvl w:ilvl="4">
      <w:numFmt w:val="bullet"/>
      <w:lvlText w:val="•"/>
      <w:lvlJc w:val="left"/>
      <w:pPr>
        <w:ind w:left="4806" w:hanging="180"/>
      </w:pPr>
    </w:lvl>
    <w:lvl w:ilvl="5">
      <w:numFmt w:val="bullet"/>
      <w:lvlText w:val="•"/>
      <w:lvlJc w:val="left"/>
      <w:pPr>
        <w:ind w:left="5753" w:hanging="180"/>
      </w:pPr>
    </w:lvl>
    <w:lvl w:ilvl="6">
      <w:numFmt w:val="bullet"/>
      <w:lvlText w:val="•"/>
      <w:lvlJc w:val="left"/>
      <w:pPr>
        <w:ind w:left="6699" w:hanging="180"/>
      </w:pPr>
    </w:lvl>
    <w:lvl w:ilvl="7">
      <w:numFmt w:val="bullet"/>
      <w:lvlText w:val="•"/>
      <w:lvlJc w:val="left"/>
      <w:pPr>
        <w:ind w:left="7646" w:hanging="180"/>
      </w:pPr>
    </w:lvl>
    <w:lvl w:ilvl="8">
      <w:numFmt w:val="bullet"/>
      <w:lvlText w:val="•"/>
      <w:lvlJc w:val="left"/>
      <w:pPr>
        <w:ind w:left="8593" w:hanging="180"/>
      </w:pPr>
    </w:lvl>
  </w:abstractNum>
  <w:abstractNum w:abstractNumId="1" w15:restartNumberingAfterBreak="0">
    <w:nsid w:val="0000040A"/>
    <w:multiLevelType w:val="multilevel"/>
    <w:tmpl w:val="B5805C42"/>
    <w:lvl w:ilvl="0">
      <w:start w:val="1"/>
      <w:numFmt w:val="bullet"/>
      <w:pStyle w:val="BD"/>
      <w:lvlText w:val=""/>
      <w:lvlJc w:val="left"/>
      <w:pPr>
        <w:ind w:left="297" w:hanging="159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</w:lvl>
    <w:lvl w:ilvl="2">
      <w:numFmt w:val="bullet"/>
      <w:lvlText w:val="•"/>
      <w:lvlJc w:val="left"/>
      <w:pPr>
        <w:ind w:left="2337" w:hanging="159"/>
      </w:pPr>
    </w:lvl>
    <w:lvl w:ilvl="3">
      <w:numFmt w:val="bullet"/>
      <w:lvlText w:val="•"/>
      <w:lvlJc w:val="left"/>
      <w:pPr>
        <w:ind w:left="3355" w:hanging="159"/>
      </w:pPr>
    </w:lvl>
    <w:lvl w:ilvl="4">
      <w:numFmt w:val="bullet"/>
      <w:lvlText w:val="•"/>
      <w:lvlJc w:val="left"/>
      <w:pPr>
        <w:ind w:left="4374" w:hanging="159"/>
      </w:pPr>
    </w:lvl>
    <w:lvl w:ilvl="5">
      <w:numFmt w:val="bullet"/>
      <w:lvlText w:val="•"/>
      <w:lvlJc w:val="left"/>
      <w:pPr>
        <w:ind w:left="5393" w:hanging="159"/>
      </w:pPr>
    </w:lvl>
    <w:lvl w:ilvl="6">
      <w:numFmt w:val="bullet"/>
      <w:lvlText w:val="•"/>
      <w:lvlJc w:val="left"/>
      <w:pPr>
        <w:ind w:left="6411" w:hanging="159"/>
      </w:pPr>
    </w:lvl>
    <w:lvl w:ilvl="7">
      <w:numFmt w:val="bullet"/>
      <w:lvlText w:val="•"/>
      <w:lvlJc w:val="left"/>
      <w:pPr>
        <w:ind w:left="7430" w:hanging="159"/>
      </w:pPr>
    </w:lvl>
    <w:lvl w:ilvl="8">
      <w:numFmt w:val="bullet"/>
      <w:lvlText w:val="•"/>
      <w:lvlJc w:val="left"/>
      <w:pPr>
        <w:ind w:left="8449" w:hanging="159"/>
      </w:pPr>
    </w:lvl>
  </w:abstractNum>
  <w:abstractNum w:abstractNumId="2" w15:restartNumberingAfterBreak="0">
    <w:nsid w:val="0000040D"/>
    <w:multiLevelType w:val="multilevel"/>
    <w:tmpl w:val="6B8C3C52"/>
    <w:lvl w:ilvl="0">
      <w:start w:val="3"/>
      <w:numFmt w:val="decimal"/>
      <w:lvlText w:val="%1"/>
      <w:lvlJc w:val="left"/>
      <w:pPr>
        <w:ind w:left="1153" w:hanging="31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3" w:hanging="317"/>
      </w:pPr>
      <w:rPr>
        <w:rFonts w:ascii="Georgia" w:hAnsi="Georgia" w:cs="Times New Roman" w:hint="default"/>
        <w:b/>
        <w:bCs/>
        <w:spacing w:val="0"/>
        <w:w w:val="100"/>
        <w:sz w:val="24"/>
        <w:szCs w:val="24"/>
      </w:rPr>
    </w:lvl>
    <w:lvl w:ilvl="2">
      <w:start w:val="1"/>
      <w:numFmt w:val="decimal"/>
      <w:pStyle w:val="BD123"/>
      <w:lvlText w:val="%1.%2.%3."/>
      <w:lvlJc w:val="left"/>
      <w:pPr>
        <w:ind w:left="297" w:hanging="458"/>
      </w:pPr>
      <w:rPr>
        <w:rFonts w:ascii="Georgia" w:hAnsi="Georgia" w:cs="Times New Roman" w:hint="default"/>
        <w:b/>
        <w:bCs w:val="0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232" w:hanging="458"/>
      </w:pPr>
    </w:lvl>
    <w:lvl w:ilvl="4">
      <w:numFmt w:val="bullet"/>
      <w:lvlText w:val="•"/>
      <w:lvlJc w:val="left"/>
      <w:pPr>
        <w:ind w:left="4268" w:hanging="458"/>
      </w:pPr>
    </w:lvl>
    <w:lvl w:ilvl="5">
      <w:numFmt w:val="bullet"/>
      <w:lvlText w:val="•"/>
      <w:lvlJc w:val="left"/>
      <w:pPr>
        <w:ind w:left="5305" w:hanging="458"/>
      </w:pPr>
    </w:lvl>
    <w:lvl w:ilvl="6">
      <w:numFmt w:val="bullet"/>
      <w:lvlText w:val="•"/>
      <w:lvlJc w:val="left"/>
      <w:pPr>
        <w:ind w:left="6341" w:hanging="458"/>
      </w:pPr>
    </w:lvl>
    <w:lvl w:ilvl="7">
      <w:numFmt w:val="bullet"/>
      <w:lvlText w:val="•"/>
      <w:lvlJc w:val="left"/>
      <w:pPr>
        <w:ind w:left="7377" w:hanging="458"/>
      </w:pPr>
    </w:lvl>
    <w:lvl w:ilvl="8">
      <w:numFmt w:val="bullet"/>
      <w:lvlText w:val="•"/>
      <w:lvlJc w:val="left"/>
      <w:pPr>
        <w:ind w:left="8413" w:hanging="458"/>
      </w:pPr>
    </w:lvl>
  </w:abstractNum>
  <w:abstractNum w:abstractNumId="3" w15:restartNumberingAfterBreak="0">
    <w:nsid w:val="0000041F"/>
    <w:multiLevelType w:val="multilevel"/>
    <w:tmpl w:val="000008A2"/>
    <w:lvl w:ilvl="0">
      <w:numFmt w:val="bullet"/>
      <w:lvlText w:val="–"/>
      <w:lvlJc w:val="left"/>
      <w:pPr>
        <w:ind w:left="794" w:hanging="137"/>
      </w:pPr>
      <w:rPr>
        <w:rFonts w:ascii="Times New Roman" w:hAnsi="Times New Roman"/>
        <w:b w:val="0"/>
        <w:w w:val="100"/>
        <w:sz w:val="18"/>
      </w:rPr>
    </w:lvl>
    <w:lvl w:ilvl="1">
      <w:numFmt w:val="bullet"/>
      <w:lvlText w:val="•"/>
      <w:lvlJc w:val="left"/>
      <w:pPr>
        <w:ind w:left="1768" w:hanging="137"/>
      </w:pPr>
    </w:lvl>
    <w:lvl w:ilvl="2">
      <w:numFmt w:val="bullet"/>
      <w:lvlText w:val="•"/>
      <w:lvlJc w:val="left"/>
      <w:pPr>
        <w:ind w:left="2737" w:hanging="137"/>
      </w:pPr>
    </w:lvl>
    <w:lvl w:ilvl="3">
      <w:numFmt w:val="bullet"/>
      <w:lvlText w:val="•"/>
      <w:lvlJc w:val="left"/>
      <w:pPr>
        <w:ind w:left="3705" w:hanging="137"/>
      </w:pPr>
    </w:lvl>
    <w:lvl w:ilvl="4">
      <w:numFmt w:val="bullet"/>
      <w:lvlText w:val="•"/>
      <w:lvlJc w:val="left"/>
      <w:pPr>
        <w:ind w:left="4674" w:hanging="137"/>
      </w:pPr>
    </w:lvl>
    <w:lvl w:ilvl="5">
      <w:numFmt w:val="bullet"/>
      <w:lvlText w:val="•"/>
      <w:lvlJc w:val="left"/>
      <w:pPr>
        <w:ind w:left="5643" w:hanging="137"/>
      </w:pPr>
    </w:lvl>
    <w:lvl w:ilvl="6">
      <w:numFmt w:val="bullet"/>
      <w:lvlText w:val="•"/>
      <w:lvlJc w:val="left"/>
      <w:pPr>
        <w:ind w:left="6611" w:hanging="137"/>
      </w:pPr>
    </w:lvl>
    <w:lvl w:ilvl="7">
      <w:numFmt w:val="bullet"/>
      <w:lvlText w:val="•"/>
      <w:lvlJc w:val="left"/>
      <w:pPr>
        <w:ind w:left="7580" w:hanging="137"/>
      </w:pPr>
    </w:lvl>
    <w:lvl w:ilvl="8">
      <w:numFmt w:val="bullet"/>
      <w:lvlText w:val="•"/>
      <w:lvlJc w:val="left"/>
      <w:pPr>
        <w:ind w:left="8549" w:hanging="137"/>
      </w:pPr>
    </w:lvl>
  </w:abstractNum>
  <w:abstractNum w:abstractNumId="4" w15:restartNumberingAfterBreak="0">
    <w:nsid w:val="27A23C03"/>
    <w:multiLevelType w:val="multilevel"/>
    <w:tmpl w:val="80D00D1C"/>
    <w:lvl w:ilvl="0">
      <w:start w:val="1"/>
      <w:numFmt w:val="decimal"/>
      <w:pStyle w:val="1"/>
      <w:lvlText w:val="СТАТЬЯ %1."/>
      <w:lvlJc w:val="left"/>
      <w:pPr>
        <w:tabs>
          <w:tab w:val="num" w:pos="3240"/>
        </w:tabs>
        <w:ind w:left="3240" w:hanging="1440"/>
      </w:pPr>
      <w:rPr>
        <w:rFonts w:ascii="Georgia" w:hAnsi="Georgia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Georgia" w:eastAsia="Times New Roman" w:hAnsi="Georgia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4265"/>
        </w:tabs>
        <w:ind w:left="3545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cs="Times New Roman"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500C21A1"/>
    <w:multiLevelType w:val="multilevel"/>
    <w:tmpl w:val="66A656A4"/>
    <w:lvl w:ilvl="0">
      <w:start w:val="1"/>
      <w:numFmt w:val="decimal"/>
      <w:pStyle w:val="a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F77"/>
    <w:rsid w:val="001A52DA"/>
    <w:rsid w:val="001B0E25"/>
    <w:rsid w:val="001D468D"/>
    <w:rsid w:val="00233AEC"/>
    <w:rsid w:val="002E6981"/>
    <w:rsid w:val="003258EE"/>
    <w:rsid w:val="003615F4"/>
    <w:rsid w:val="003B0C6A"/>
    <w:rsid w:val="003B6089"/>
    <w:rsid w:val="003B6D70"/>
    <w:rsid w:val="003F0115"/>
    <w:rsid w:val="0053073F"/>
    <w:rsid w:val="00547E82"/>
    <w:rsid w:val="00564CE0"/>
    <w:rsid w:val="005C74A5"/>
    <w:rsid w:val="00626759"/>
    <w:rsid w:val="006D63C3"/>
    <w:rsid w:val="007162E5"/>
    <w:rsid w:val="007925AA"/>
    <w:rsid w:val="007D6576"/>
    <w:rsid w:val="00835379"/>
    <w:rsid w:val="00881766"/>
    <w:rsid w:val="008D3D68"/>
    <w:rsid w:val="009B164C"/>
    <w:rsid w:val="009E00F0"/>
    <w:rsid w:val="009E66A2"/>
    <w:rsid w:val="009F00BF"/>
    <w:rsid w:val="00A93B3F"/>
    <w:rsid w:val="00B03885"/>
    <w:rsid w:val="00B47F23"/>
    <w:rsid w:val="00B47F77"/>
    <w:rsid w:val="00B508FE"/>
    <w:rsid w:val="00B51A86"/>
    <w:rsid w:val="00B812F9"/>
    <w:rsid w:val="00C3380A"/>
    <w:rsid w:val="00C37A8C"/>
    <w:rsid w:val="00C63B4D"/>
    <w:rsid w:val="00C73B50"/>
    <w:rsid w:val="00C92F9C"/>
    <w:rsid w:val="00D67FF3"/>
    <w:rsid w:val="00DF23CB"/>
    <w:rsid w:val="00E07A14"/>
    <w:rsid w:val="00EF1ABA"/>
    <w:rsid w:val="00F9037C"/>
    <w:rsid w:val="00F936B5"/>
    <w:rsid w:val="00FC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BEC2E2B"/>
  <w14:defaultImageDpi w14:val="0"/>
  <w15:docId w15:val="{AA34DB3D-D5FE-4701-BB74-1FB1446A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/>
    <w:lsdException w:name="heading 1" w:uiPriority="1"/>
    <w:lsdException w:name="heading 2" w:semiHidden="1" w:uiPriority="0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1"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C63B4D"/>
    <w:pPr>
      <w:numPr>
        <w:ilvl w:val="1"/>
        <w:numId w:val="6"/>
      </w:numPr>
      <w:tabs>
        <w:tab w:val="clear" w:pos="0"/>
      </w:tabs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C63B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B812F9"/>
    <w:pPr>
      <w:spacing w:after="0" w:line="240" w:lineRule="auto"/>
    </w:pPr>
    <w:rPr>
      <w:rFonts w:ascii="Times New Roman" w:eastAsia="Times New Roman" w:hAnsi="Times New Roman"/>
      <w:sz w:val="16"/>
      <w:szCs w:val="20"/>
    </w:rPr>
  </w:style>
  <w:style w:type="character" w:customStyle="1" w:styleId="Strong1">
    <w:name w:val="Strong1"/>
    <w:rsid w:val="00B812F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2485</Words>
  <Characters>14167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№11</vt:lpstr>
    </vt:vector>
  </TitlesOfParts>
  <Company/>
  <LinksUpToDate>false</LinksUpToDate>
  <CharactersWithSpaces>16619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</dc:title>
  <dc:creator>SalovarovR</dc:creator>
  <cp:lastModifiedBy>Саловаров Роман Павлович</cp:lastModifiedBy>
  <cp:revision>10</cp:revision>
  <dcterms:created xsi:type="dcterms:W3CDTF">2018-05-18T11:14:00Z</dcterms:created>
  <dcterms:modified xsi:type="dcterms:W3CDTF">2020-05-18T11:51:00Z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